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297A8" w14:textId="77777777" w:rsidR="006E38B2" w:rsidRPr="00F22DBD" w:rsidRDefault="006E38B2" w:rsidP="006E38B2">
      <w:pPr>
        <w:rPr>
          <w:rFonts w:ascii="Calibri" w:hAnsi="Calibri" w:cs="Calibri"/>
        </w:rPr>
      </w:pPr>
    </w:p>
    <w:p w14:paraId="36E0F68D" w14:textId="77777777" w:rsidR="006E38B2" w:rsidRPr="00F22DBD" w:rsidRDefault="006E38B2" w:rsidP="006E38B2">
      <w:pPr>
        <w:rPr>
          <w:rFonts w:ascii="Calibri" w:hAnsi="Calibri" w:cs="Calibri"/>
        </w:rPr>
      </w:pPr>
    </w:p>
    <w:p w14:paraId="6F5F55FD" w14:textId="77777777" w:rsidR="006E38B2" w:rsidRPr="00F22DBD" w:rsidRDefault="006E38B2" w:rsidP="006E38B2">
      <w:pPr>
        <w:rPr>
          <w:rFonts w:ascii="Calibri" w:hAnsi="Calibri" w:cs="Calibri"/>
        </w:rPr>
      </w:pPr>
    </w:p>
    <w:p w14:paraId="3772B1CA" w14:textId="77777777" w:rsidR="006E38B2" w:rsidRPr="00F22DBD" w:rsidRDefault="006E38B2" w:rsidP="006E38B2">
      <w:pPr>
        <w:rPr>
          <w:rFonts w:ascii="Calibri" w:hAnsi="Calibri" w:cs="Calibri"/>
        </w:rPr>
      </w:pPr>
    </w:p>
    <w:p w14:paraId="461B54FE" w14:textId="77777777" w:rsidR="006E38B2" w:rsidRPr="00F22DBD" w:rsidRDefault="006E38B2" w:rsidP="006E38B2">
      <w:pPr>
        <w:rPr>
          <w:rFonts w:ascii="Calibri" w:hAnsi="Calibri" w:cs="Calibri"/>
        </w:rPr>
      </w:pPr>
    </w:p>
    <w:p w14:paraId="21988079" w14:textId="77777777" w:rsidR="006E38B2" w:rsidRPr="00F22DBD" w:rsidRDefault="006E38B2" w:rsidP="006E38B2">
      <w:pPr>
        <w:rPr>
          <w:rFonts w:ascii="Calibri" w:hAnsi="Calibri" w:cs="Calibri"/>
        </w:rPr>
      </w:pPr>
    </w:p>
    <w:p w14:paraId="72856085" w14:textId="77777777" w:rsidR="006E38B2" w:rsidRPr="00F22DBD" w:rsidRDefault="006E38B2" w:rsidP="006E38B2">
      <w:pPr>
        <w:rPr>
          <w:rFonts w:ascii="Calibri" w:hAnsi="Calibri" w:cs="Calibri"/>
        </w:rPr>
      </w:pPr>
    </w:p>
    <w:p w14:paraId="01D4C1DC" w14:textId="77777777" w:rsidR="006E38B2" w:rsidRPr="00F22DBD" w:rsidRDefault="006E38B2" w:rsidP="006E38B2">
      <w:pPr>
        <w:rPr>
          <w:rFonts w:ascii="Calibri" w:hAnsi="Calibri" w:cs="Calibri"/>
        </w:rPr>
      </w:pPr>
    </w:p>
    <w:p w14:paraId="5A1DCBFE" w14:textId="77777777" w:rsidR="006E38B2" w:rsidRPr="00F22DBD" w:rsidRDefault="006E38B2" w:rsidP="006E38B2">
      <w:pPr>
        <w:rPr>
          <w:rFonts w:ascii="Calibri" w:hAnsi="Calibri" w:cs="Calibri"/>
        </w:rPr>
      </w:pPr>
    </w:p>
    <w:p w14:paraId="4427BC85" w14:textId="77777777" w:rsidR="006E38B2" w:rsidRPr="00F22DBD" w:rsidRDefault="006E38B2" w:rsidP="006E38B2">
      <w:pPr>
        <w:rPr>
          <w:rFonts w:ascii="Calibri" w:hAnsi="Calibri" w:cs="Calibri"/>
        </w:rPr>
      </w:pPr>
    </w:p>
    <w:p w14:paraId="437824B7" w14:textId="77777777" w:rsidR="006E38B2" w:rsidRPr="00F22DBD" w:rsidRDefault="006E38B2" w:rsidP="006E38B2">
      <w:pPr>
        <w:rPr>
          <w:rFonts w:ascii="Calibri" w:hAnsi="Calibri" w:cs="Calibri"/>
        </w:rPr>
      </w:pPr>
    </w:p>
    <w:p w14:paraId="7325579F" w14:textId="77777777" w:rsidR="006E38B2" w:rsidRPr="00F22DBD" w:rsidRDefault="006E38B2" w:rsidP="006E38B2">
      <w:pPr>
        <w:jc w:val="center"/>
        <w:rPr>
          <w:rFonts w:ascii="Calibri" w:hAnsi="Calibri" w:cs="Calibri"/>
          <w:b/>
          <w:bCs/>
          <w:sz w:val="40"/>
          <w:szCs w:val="40"/>
        </w:rPr>
      </w:pPr>
      <w:r w:rsidRPr="00F22DBD">
        <w:rPr>
          <w:rFonts w:ascii="Calibri" w:hAnsi="Calibri" w:cs="Calibri"/>
          <w:b/>
          <w:bCs/>
          <w:sz w:val="40"/>
          <w:szCs w:val="40"/>
          <w:u w:val="single"/>
        </w:rPr>
        <w:t>PLANUL OPERAȚIONAL AL PLATFORMEI DE INOVARE DESCHISĂ PENTRU REGIUNEA CENTRU</w:t>
      </w:r>
    </w:p>
    <w:p w14:paraId="7A9F521D" w14:textId="77777777" w:rsidR="006E38B2" w:rsidRPr="00F22DBD" w:rsidRDefault="006E38B2" w:rsidP="006E38B2">
      <w:pPr>
        <w:jc w:val="both"/>
        <w:rPr>
          <w:rFonts w:ascii="Calibri" w:hAnsi="Calibri" w:cs="Calibri"/>
          <w:iCs/>
          <w:shd w:val="clear" w:color="auto" w:fill="83CAFF"/>
        </w:rPr>
      </w:pPr>
    </w:p>
    <w:p w14:paraId="4D1E1D58" w14:textId="77777777" w:rsidR="006E38B2" w:rsidRPr="00F22DBD" w:rsidRDefault="006E38B2" w:rsidP="006E38B2">
      <w:pPr>
        <w:spacing w:after="160" w:line="259" w:lineRule="auto"/>
        <w:rPr>
          <w:rFonts w:ascii="Calibri" w:hAnsi="Calibri" w:cs="Calibri"/>
        </w:rPr>
      </w:pPr>
      <w:r w:rsidRPr="00F22DBD">
        <w:rPr>
          <w:rFonts w:ascii="Calibri" w:hAnsi="Calibri" w:cs="Calibri"/>
        </w:rPr>
        <w:br w:type="page"/>
      </w:r>
    </w:p>
    <w:sdt>
      <w:sdtPr>
        <w:rPr>
          <w:rFonts w:ascii="Calibri" w:eastAsia="Times New Roman" w:hAnsi="Calibri" w:cs="Calibri"/>
          <w:color w:val="auto"/>
          <w:sz w:val="24"/>
          <w:szCs w:val="24"/>
          <w:lang w:val="ro-RO" w:eastAsia="ar-SA"/>
        </w:rPr>
        <w:id w:val="-332691409"/>
        <w:docPartObj>
          <w:docPartGallery w:val="Table of Contents"/>
          <w:docPartUnique/>
        </w:docPartObj>
      </w:sdtPr>
      <w:sdtEndPr>
        <w:rPr>
          <w:b/>
          <w:bCs/>
          <w:lang w:eastAsia="de-DE"/>
        </w:rPr>
      </w:sdtEndPr>
      <w:sdtContent>
        <w:p w14:paraId="175887B9" w14:textId="77777777" w:rsidR="006E38B2" w:rsidRPr="00F22DBD" w:rsidRDefault="006E38B2" w:rsidP="006E38B2">
          <w:pPr>
            <w:pStyle w:val="TOCHeading"/>
            <w:rPr>
              <w:rFonts w:ascii="Calibri" w:hAnsi="Calibri" w:cs="Calibri"/>
              <w:b/>
              <w:color w:val="auto"/>
              <w:sz w:val="24"/>
              <w:szCs w:val="24"/>
              <w:lang w:val="ro-RO"/>
            </w:rPr>
          </w:pPr>
          <w:r w:rsidRPr="00F22DBD">
            <w:rPr>
              <w:rFonts w:ascii="Calibri" w:hAnsi="Calibri" w:cs="Calibri"/>
              <w:b/>
              <w:color w:val="auto"/>
              <w:sz w:val="24"/>
              <w:szCs w:val="24"/>
              <w:lang w:val="ro-RO"/>
            </w:rPr>
            <w:t>Cuprins</w:t>
          </w:r>
        </w:p>
        <w:p w14:paraId="3A5B7403" w14:textId="77777777" w:rsidR="006E38B2" w:rsidRPr="00F22DBD" w:rsidRDefault="006E38B2" w:rsidP="00F22DBD">
          <w:pPr>
            <w:pStyle w:val="TOC1"/>
            <w:jc w:val="both"/>
            <w:rPr>
              <w:rFonts w:eastAsiaTheme="minorEastAsia"/>
              <w:kern w:val="2"/>
              <w:lang w:val="ro-RO" w:eastAsia="en-GB"/>
              <w14:ligatures w14:val="standardContextual"/>
            </w:rPr>
          </w:pPr>
          <w:r w:rsidRPr="00F22DBD">
            <w:rPr>
              <w:lang w:val="ro-RO"/>
            </w:rPr>
            <w:fldChar w:fldCharType="begin"/>
          </w:r>
          <w:r w:rsidRPr="00F22DBD">
            <w:rPr>
              <w:lang w:val="ro-RO"/>
            </w:rPr>
            <w:instrText xml:space="preserve"> TOC \o "1-3" \h \z \u </w:instrText>
          </w:r>
          <w:r w:rsidRPr="00F22DBD">
            <w:rPr>
              <w:lang w:val="ro-RO"/>
            </w:rPr>
            <w:fldChar w:fldCharType="separate"/>
          </w:r>
          <w:hyperlink w:anchor="_Toc143703352" w:history="1">
            <w:r w:rsidRPr="00F22DBD">
              <w:rPr>
                <w:rStyle w:val="Hyperlink"/>
                <w:rFonts w:ascii="Calibri" w:hAnsi="Calibri" w:cs="Calibri"/>
                <w:color w:val="auto"/>
                <w:sz w:val="24"/>
                <w:szCs w:val="24"/>
                <w:lang w:val="ro-RO"/>
              </w:rPr>
              <w:t>SECȚIUNEA 1 – CONSORȚIUL CARE VA GENERA ȘI GESTIONA PLATFORMA PENTRU INOVARE DESCHISĂ A REGIUNII CENTRU</w:t>
            </w:r>
            <w:r w:rsidRPr="00F22DBD">
              <w:rPr>
                <w:webHidden/>
                <w:lang w:val="ro-RO"/>
              </w:rPr>
              <w:tab/>
            </w:r>
            <w:r w:rsidRPr="00F22DBD">
              <w:rPr>
                <w:webHidden/>
                <w:lang w:val="ro-RO"/>
              </w:rPr>
              <w:fldChar w:fldCharType="begin"/>
            </w:r>
            <w:r w:rsidRPr="00F22DBD">
              <w:rPr>
                <w:webHidden/>
                <w:lang w:val="ro-RO"/>
              </w:rPr>
              <w:instrText xml:space="preserve"> PAGEREF _Toc143703352 \h </w:instrText>
            </w:r>
            <w:r w:rsidRPr="00F22DBD">
              <w:rPr>
                <w:webHidden/>
                <w:lang w:val="ro-RO"/>
              </w:rPr>
            </w:r>
            <w:r w:rsidRPr="00F22DBD">
              <w:rPr>
                <w:webHidden/>
                <w:lang w:val="ro-RO"/>
              </w:rPr>
              <w:fldChar w:fldCharType="separate"/>
            </w:r>
            <w:r w:rsidRPr="00F22DBD">
              <w:rPr>
                <w:webHidden/>
                <w:lang w:val="ro-RO"/>
              </w:rPr>
              <w:t>4</w:t>
            </w:r>
            <w:r w:rsidRPr="00F22DBD">
              <w:rPr>
                <w:webHidden/>
                <w:lang w:val="ro-RO"/>
              </w:rPr>
              <w:fldChar w:fldCharType="end"/>
            </w:r>
          </w:hyperlink>
        </w:p>
        <w:p w14:paraId="617E6C95" w14:textId="77777777" w:rsidR="006E38B2" w:rsidRPr="00F22DBD" w:rsidRDefault="00147902" w:rsidP="00F22DBD">
          <w:pPr>
            <w:pStyle w:val="TOC2"/>
            <w:rPr>
              <w:rFonts w:eastAsiaTheme="minorEastAsia"/>
              <w:kern w:val="2"/>
              <w:lang w:val="ro-RO" w:eastAsia="en-GB"/>
              <w14:ligatures w14:val="standardContextual"/>
            </w:rPr>
          </w:pPr>
          <w:hyperlink w:anchor="_Toc143703353" w:history="1">
            <w:r w:rsidR="006E38B2" w:rsidRPr="00F22DBD">
              <w:rPr>
                <w:rStyle w:val="Hyperlink"/>
                <w:rFonts w:ascii="Calibri" w:hAnsi="Calibri" w:cs="Calibri"/>
                <w:color w:val="auto"/>
                <w:sz w:val="24"/>
                <w:szCs w:val="24"/>
                <w:lang w:val="ro-RO"/>
              </w:rPr>
              <w:t>1.</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Descrierea organizațiilor care compun consorțiul</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_Toc143703353 \h </w:instrText>
            </w:r>
            <w:r w:rsidR="006E38B2" w:rsidRPr="00F22DBD">
              <w:rPr>
                <w:webHidden/>
                <w:lang w:val="ro-RO"/>
              </w:rPr>
            </w:r>
            <w:r w:rsidR="006E38B2" w:rsidRPr="00F22DBD">
              <w:rPr>
                <w:webHidden/>
                <w:lang w:val="ro-RO"/>
              </w:rPr>
              <w:fldChar w:fldCharType="separate"/>
            </w:r>
            <w:r w:rsidR="006E38B2" w:rsidRPr="00F22DBD">
              <w:rPr>
                <w:webHidden/>
                <w:lang w:val="ro-RO"/>
              </w:rPr>
              <w:t>4</w:t>
            </w:r>
            <w:r w:rsidR="006E38B2" w:rsidRPr="00F22DBD">
              <w:rPr>
                <w:webHidden/>
                <w:lang w:val="ro-RO"/>
              </w:rPr>
              <w:fldChar w:fldCharType="end"/>
            </w:r>
          </w:hyperlink>
        </w:p>
        <w:p w14:paraId="4A1873A2" w14:textId="77777777" w:rsidR="006E38B2" w:rsidRPr="00F22DBD" w:rsidRDefault="00147902" w:rsidP="00F22DBD">
          <w:pPr>
            <w:pStyle w:val="TOC3"/>
            <w:rPr>
              <w:rFonts w:eastAsiaTheme="minorEastAsia"/>
              <w:kern w:val="2"/>
              <w:lang w:val="ro-RO" w:eastAsia="en-GB"/>
              <w14:ligatures w14:val="standardContextual"/>
            </w:rPr>
          </w:pPr>
          <w:hyperlink w:anchor="_Toc143703354" w:history="1">
            <w:r w:rsidR="006E38B2" w:rsidRPr="00F22DBD">
              <w:rPr>
                <w:rStyle w:val="Hyperlink"/>
                <w:rFonts w:ascii="Calibri" w:hAnsi="Calibri" w:cs="Calibri"/>
                <w:color w:val="auto"/>
                <w:sz w:val="24"/>
                <w:szCs w:val="24"/>
                <w:lang w:val="ro-RO"/>
              </w:rPr>
              <w:t>I.</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Structura consorțiului</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_Toc143703354 \h </w:instrText>
            </w:r>
            <w:r w:rsidR="006E38B2" w:rsidRPr="00F22DBD">
              <w:rPr>
                <w:webHidden/>
                <w:lang w:val="ro-RO"/>
              </w:rPr>
            </w:r>
            <w:r w:rsidR="006E38B2" w:rsidRPr="00F22DBD">
              <w:rPr>
                <w:webHidden/>
                <w:lang w:val="ro-RO"/>
              </w:rPr>
              <w:fldChar w:fldCharType="separate"/>
            </w:r>
            <w:r w:rsidR="006E38B2" w:rsidRPr="00F22DBD">
              <w:rPr>
                <w:webHidden/>
                <w:lang w:val="ro-RO"/>
              </w:rPr>
              <w:t>4</w:t>
            </w:r>
            <w:r w:rsidR="006E38B2" w:rsidRPr="00F22DBD">
              <w:rPr>
                <w:webHidden/>
                <w:lang w:val="ro-RO"/>
              </w:rPr>
              <w:fldChar w:fldCharType="end"/>
            </w:r>
          </w:hyperlink>
        </w:p>
        <w:p w14:paraId="2718F016" w14:textId="77777777" w:rsidR="006E38B2" w:rsidRPr="00F22DBD" w:rsidRDefault="00147902" w:rsidP="00F22DBD">
          <w:pPr>
            <w:pStyle w:val="TOC3"/>
            <w:rPr>
              <w:rFonts w:eastAsiaTheme="minorEastAsia"/>
              <w:kern w:val="2"/>
              <w:lang w:val="ro-RO" w:eastAsia="en-GB"/>
              <w14:ligatures w14:val="standardContextual"/>
            </w:rPr>
          </w:pPr>
          <w:hyperlink w:anchor="_Toc143703355" w:history="1">
            <w:r w:rsidR="006E38B2" w:rsidRPr="00F22DBD">
              <w:rPr>
                <w:rStyle w:val="Hyperlink"/>
                <w:rFonts w:ascii="Calibri" w:hAnsi="Calibri" w:cs="Calibri"/>
                <w:color w:val="auto"/>
                <w:sz w:val="24"/>
                <w:szCs w:val="24"/>
                <w:lang w:val="ro-RO"/>
              </w:rPr>
              <w:t>II.</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Acordul de parteneriat</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_Toc143703355 \h </w:instrText>
            </w:r>
            <w:r w:rsidR="006E38B2" w:rsidRPr="00F22DBD">
              <w:rPr>
                <w:webHidden/>
                <w:lang w:val="ro-RO"/>
              </w:rPr>
            </w:r>
            <w:r w:rsidR="006E38B2" w:rsidRPr="00F22DBD">
              <w:rPr>
                <w:webHidden/>
                <w:lang w:val="ro-RO"/>
              </w:rPr>
              <w:fldChar w:fldCharType="separate"/>
            </w:r>
            <w:r w:rsidR="006E38B2" w:rsidRPr="00F22DBD">
              <w:rPr>
                <w:webHidden/>
                <w:lang w:val="ro-RO"/>
              </w:rPr>
              <w:t>4</w:t>
            </w:r>
            <w:r w:rsidR="006E38B2" w:rsidRPr="00F22DBD">
              <w:rPr>
                <w:webHidden/>
                <w:lang w:val="ro-RO"/>
              </w:rPr>
              <w:fldChar w:fldCharType="end"/>
            </w:r>
          </w:hyperlink>
        </w:p>
        <w:p w14:paraId="02BF347E" w14:textId="77777777" w:rsidR="006E38B2" w:rsidRPr="00F22DBD" w:rsidRDefault="00147902" w:rsidP="00F22DBD">
          <w:pPr>
            <w:pStyle w:val="TOC2"/>
            <w:rPr>
              <w:rFonts w:eastAsiaTheme="minorEastAsia"/>
              <w:kern w:val="2"/>
              <w:lang w:val="ro-RO" w:eastAsia="en-GB"/>
              <w14:ligatures w14:val="standardContextual"/>
            </w:rPr>
          </w:pPr>
          <w:hyperlink w:anchor="_Toc143703356" w:history="1">
            <w:r w:rsidR="006E38B2" w:rsidRPr="00F22DBD">
              <w:rPr>
                <w:rStyle w:val="Hyperlink"/>
                <w:rFonts w:ascii="Calibri" w:hAnsi="Calibri" w:cs="Calibri"/>
                <w:color w:val="auto"/>
                <w:sz w:val="24"/>
                <w:szCs w:val="24"/>
                <w:lang w:val="ro-RO"/>
              </w:rPr>
              <w:t>2.</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Istoric al activităților de inovare și/ sau de suport pentru inovare în cadrul organizațiilor care compun consorțiul</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_Toc143703356 \h </w:instrText>
            </w:r>
            <w:r w:rsidR="006E38B2" w:rsidRPr="00F22DBD">
              <w:rPr>
                <w:webHidden/>
                <w:lang w:val="ro-RO"/>
              </w:rPr>
            </w:r>
            <w:r w:rsidR="006E38B2" w:rsidRPr="00F22DBD">
              <w:rPr>
                <w:webHidden/>
                <w:lang w:val="ro-RO"/>
              </w:rPr>
              <w:fldChar w:fldCharType="separate"/>
            </w:r>
            <w:r w:rsidR="006E38B2" w:rsidRPr="00F22DBD">
              <w:rPr>
                <w:webHidden/>
                <w:lang w:val="ro-RO"/>
              </w:rPr>
              <w:t>4</w:t>
            </w:r>
            <w:r w:rsidR="006E38B2" w:rsidRPr="00F22DBD">
              <w:rPr>
                <w:webHidden/>
                <w:lang w:val="ro-RO"/>
              </w:rPr>
              <w:fldChar w:fldCharType="end"/>
            </w:r>
          </w:hyperlink>
        </w:p>
        <w:p w14:paraId="7C4D7799" w14:textId="77777777" w:rsidR="006E38B2" w:rsidRPr="00F22DBD" w:rsidRDefault="00147902" w:rsidP="00F22DBD">
          <w:pPr>
            <w:pStyle w:val="TOC2"/>
            <w:rPr>
              <w:rFonts w:eastAsiaTheme="minorEastAsia"/>
              <w:kern w:val="2"/>
              <w:lang w:val="ro-RO" w:eastAsia="en-GB"/>
              <w14:ligatures w14:val="standardContextual"/>
            </w:rPr>
          </w:pPr>
          <w:hyperlink w:anchor="_Toc143703357" w:history="1">
            <w:r w:rsidR="006E38B2" w:rsidRPr="00F22DBD">
              <w:rPr>
                <w:rStyle w:val="Hyperlink"/>
                <w:rFonts w:ascii="Calibri" w:hAnsi="Calibri" w:cs="Calibri"/>
                <w:color w:val="auto"/>
                <w:sz w:val="24"/>
                <w:szCs w:val="24"/>
                <w:lang w:val="ro-RO"/>
              </w:rPr>
              <w:t>3.</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Istoric al activităților de inovare deschisă și/sau de suport pentru inovare deschisă în cadrul organizațiilor care compun consorțiul</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_Toc143703357 \h </w:instrText>
            </w:r>
            <w:r w:rsidR="006E38B2" w:rsidRPr="00F22DBD">
              <w:rPr>
                <w:webHidden/>
                <w:lang w:val="ro-RO"/>
              </w:rPr>
            </w:r>
            <w:r w:rsidR="006E38B2" w:rsidRPr="00F22DBD">
              <w:rPr>
                <w:webHidden/>
                <w:lang w:val="ro-RO"/>
              </w:rPr>
              <w:fldChar w:fldCharType="separate"/>
            </w:r>
            <w:r w:rsidR="006E38B2" w:rsidRPr="00F22DBD">
              <w:rPr>
                <w:webHidden/>
                <w:lang w:val="ro-RO"/>
              </w:rPr>
              <w:t>4</w:t>
            </w:r>
            <w:r w:rsidR="006E38B2" w:rsidRPr="00F22DBD">
              <w:rPr>
                <w:webHidden/>
                <w:lang w:val="ro-RO"/>
              </w:rPr>
              <w:fldChar w:fldCharType="end"/>
            </w:r>
          </w:hyperlink>
        </w:p>
        <w:p w14:paraId="42F220C5" w14:textId="77777777" w:rsidR="006E38B2" w:rsidRPr="00F22DBD" w:rsidRDefault="00147902" w:rsidP="00F22DBD">
          <w:pPr>
            <w:pStyle w:val="TOC2"/>
            <w:rPr>
              <w:rFonts w:eastAsiaTheme="minorEastAsia"/>
              <w:kern w:val="2"/>
              <w:lang w:val="ro-RO" w:eastAsia="en-GB"/>
              <w14:ligatures w14:val="standardContextual"/>
            </w:rPr>
          </w:pPr>
          <w:hyperlink w:anchor="_Toc143703358" w:history="1">
            <w:r w:rsidR="006E38B2" w:rsidRPr="00F22DBD">
              <w:rPr>
                <w:rStyle w:val="Hyperlink"/>
                <w:rFonts w:ascii="Calibri" w:hAnsi="Calibri" w:cs="Calibri"/>
                <w:color w:val="auto"/>
                <w:sz w:val="24"/>
                <w:szCs w:val="24"/>
                <w:lang w:val="ro-RO"/>
              </w:rPr>
              <w:t>4.</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Prezentarea echipei la nivel de consorțiu care va asigura managementul platformei de inovare deschisă</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_Toc143703358 \h </w:instrText>
            </w:r>
            <w:r w:rsidR="006E38B2" w:rsidRPr="00F22DBD">
              <w:rPr>
                <w:webHidden/>
                <w:lang w:val="ro-RO"/>
              </w:rPr>
            </w:r>
            <w:r w:rsidR="006E38B2" w:rsidRPr="00F22DBD">
              <w:rPr>
                <w:webHidden/>
                <w:lang w:val="ro-RO"/>
              </w:rPr>
              <w:fldChar w:fldCharType="separate"/>
            </w:r>
            <w:r w:rsidR="006E38B2" w:rsidRPr="00F22DBD">
              <w:rPr>
                <w:webHidden/>
                <w:lang w:val="ro-RO"/>
              </w:rPr>
              <w:t>5</w:t>
            </w:r>
            <w:r w:rsidR="006E38B2" w:rsidRPr="00F22DBD">
              <w:rPr>
                <w:webHidden/>
                <w:lang w:val="ro-RO"/>
              </w:rPr>
              <w:fldChar w:fldCharType="end"/>
            </w:r>
          </w:hyperlink>
        </w:p>
        <w:p w14:paraId="5DDFFD9B" w14:textId="77777777" w:rsidR="006E38B2" w:rsidRPr="00F22DBD" w:rsidRDefault="00147902" w:rsidP="00F22DBD">
          <w:pPr>
            <w:pStyle w:val="TOC2"/>
            <w:rPr>
              <w:rFonts w:eastAsiaTheme="minorEastAsia"/>
              <w:kern w:val="2"/>
              <w:lang w:val="ro-RO" w:eastAsia="en-GB"/>
              <w14:ligatures w14:val="standardContextual"/>
            </w:rPr>
          </w:pPr>
          <w:hyperlink w:anchor="_Toc143703359" w:history="1">
            <w:r w:rsidR="006E38B2" w:rsidRPr="00F22DBD">
              <w:rPr>
                <w:rStyle w:val="Hyperlink"/>
                <w:rFonts w:ascii="Calibri" w:hAnsi="Calibri" w:cs="Calibri"/>
                <w:color w:val="auto"/>
                <w:sz w:val="24"/>
                <w:szCs w:val="24"/>
                <w:lang w:val="ro-RO"/>
              </w:rPr>
              <w:t>5.</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Competențe viitoare la nivel de consorțiu, necesare pentru managementul platformei de inovare deschisă</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_Toc143703359 \h </w:instrText>
            </w:r>
            <w:r w:rsidR="006E38B2" w:rsidRPr="00F22DBD">
              <w:rPr>
                <w:webHidden/>
                <w:lang w:val="ro-RO"/>
              </w:rPr>
            </w:r>
            <w:r w:rsidR="006E38B2" w:rsidRPr="00F22DBD">
              <w:rPr>
                <w:webHidden/>
                <w:lang w:val="ro-RO"/>
              </w:rPr>
              <w:fldChar w:fldCharType="separate"/>
            </w:r>
            <w:r w:rsidR="006E38B2" w:rsidRPr="00F22DBD">
              <w:rPr>
                <w:webHidden/>
                <w:lang w:val="ro-RO"/>
              </w:rPr>
              <w:t>5</w:t>
            </w:r>
            <w:r w:rsidR="006E38B2" w:rsidRPr="00F22DBD">
              <w:rPr>
                <w:webHidden/>
                <w:lang w:val="ro-RO"/>
              </w:rPr>
              <w:fldChar w:fldCharType="end"/>
            </w:r>
          </w:hyperlink>
        </w:p>
        <w:p w14:paraId="75110D8E" w14:textId="77777777" w:rsidR="006E38B2" w:rsidRPr="00F22DBD" w:rsidRDefault="00147902" w:rsidP="00F22DBD">
          <w:pPr>
            <w:pStyle w:val="TOC1"/>
            <w:jc w:val="both"/>
            <w:rPr>
              <w:rFonts w:eastAsiaTheme="minorEastAsia"/>
              <w:kern w:val="2"/>
              <w:lang w:val="ro-RO" w:eastAsia="en-GB"/>
              <w14:ligatures w14:val="standardContextual"/>
            </w:rPr>
          </w:pPr>
          <w:hyperlink w:anchor="_Toc143703360" w:history="1">
            <w:r w:rsidR="006E38B2" w:rsidRPr="00F22DBD">
              <w:rPr>
                <w:rStyle w:val="Hyperlink"/>
                <w:rFonts w:ascii="Calibri" w:hAnsi="Calibri" w:cs="Calibri"/>
                <w:color w:val="auto"/>
                <w:sz w:val="24"/>
                <w:szCs w:val="24"/>
                <w:lang w:val="ro-RO"/>
              </w:rPr>
              <w:t>SECȚIUNEA 2 – POZIȚIONAREA STRATEGICĂ A PLATFORMEI DE INOVARE DESCHISĂ PENTRU REGIUNEA CENTRU</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_Toc143703360 \h </w:instrText>
            </w:r>
            <w:r w:rsidR="006E38B2" w:rsidRPr="00F22DBD">
              <w:rPr>
                <w:webHidden/>
                <w:lang w:val="ro-RO"/>
              </w:rPr>
            </w:r>
            <w:r w:rsidR="006E38B2" w:rsidRPr="00F22DBD">
              <w:rPr>
                <w:webHidden/>
                <w:lang w:val="ro-RO"/>
              </w:rPr>
              <w:fldChar w:fldCharType="separate"/>
            </w:r>
            <w:r w:rsidR="006E38B2" w:rsidRPr="00F22DBD">
              <w:rPr>
                <w:webHidden/>
                <w:lang w:val="ro-RO"/>
              </w:rPr>
              <w:t>6</w:t>
            </w:r>
            <w:r w:rsidR="006E38B2" w:rsidRPr="00F22DBD">
              <w:rPr>
                <w:webHidden/>
                <w:lang w:val="ro-RO"/>
              </w:rPr>
              <w:fldChar w:fldCharType="end"/>
            </w:r>
          </w:hyperlink>
        </w:p>
        <w:p w14:paraId="2A41F028" w14:textId="77777777" w:rsidR="006E38B2" w:rsidRPr="00F22DBD" w:rsidRDefault="00147902" w:rsidP="00F22DBD">
          <w:pPr>
            <w:pStyle w:val="TOC2"/>
            <w:rPr>
              <w:rFonts w:eastAsiaTheme="minorEastAsia"/>
              <w:kern w:val="2"/>
              <w:lang w:val="ro-RO" w:eastAsia="en-GB"/>
              <w14:ligatures w14:val="standardContextual"/>
            </w:rPr>
          </w:pPr>
          <w:hyperlink w:anchor="_Toc143703361" w:history="1">
            <w:r w:rsidR="006E38B2" w:rsidRPr="00F22DBD">
              <w:rPr>
                <w:rStyle w:val="Hyperlink"/>
                <w:rFonts w:ascii="Calibri" w:hAnsi="Calibri" w:cs="Calibri"/>
                <w:color w:val="auto"/>
                <w:sz w:val="24"/>
                <w:szCs w:val="24"/>
                <w:lang w:val="ro-RO"/>
              </w:rPr>
              <w:t>1.</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Viziunea și obiectivele platformei de inovare deschisă pentru Regiunea Centru</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_Toc143703361 \h </w:instrText>
            </w:r>
            <w:r w:rsidR="006E38B2" w:rsidRPr="00F22DBD">
              <w:rPr>
                <w:webHidden/>
                <w:lang w:val="ro-RO"/>
              </w:rPr>
            </w:r>
            <w:r w:rsidR="006E38B2" w:rsidRPr="00F22DBD">
              <w:rPr>
                <w:webHidden/>
                <w:lang w:val="ro-RO"/>
              </w:rPr>
              <w:fldChar w:fldCharType="separate"/>
            </w:r>
            <w:r w:rsidR="006E38B2" w:rsidRPr="00F22DBD">
              <w:rPr>
                <w:webHidden/>
                <w:lang w:val="ro-RO"/>
              </w:rPr>
              <w:t>6</w:t>
            </w:r>
            <w:r w:rsidR="006E38B2" w:rsidRPr="00F22DBD">
              <w:rPr>
                <w:webHidden/>
                <w:lang w:val="ro-RO"/>
              </w:rPr>
              <w:fldChar w:fldCharType="end"/>
            </w:r>
          </w:hyperlink>
        </w:p>
        <w:p w14:paraId="3EA6F3D7" w14:textId="77777777" w:rsidR="006E38B2" w:rsidRPr="00F22DBD" w:rsidRDefault="00147902" w:rsidP="00F22DBD">
          <w:pPr>
            <w:pStyle w:val="TOC2"/>
            <w:rPr>
              <w:rFonts w:eastAsiaTheme="minorEastAsia"/>
              <w:kern w:val="2"/>
              <w:lang w:val="ro-RO" w:eastAsia="en-GB"/>
              <w14:ligatures w14:val="standardContextual"/>
            </w:rPr>
          </w:pPr>
          <w:hyperlink w:anchor="_Toc143703362" w:history="1">
            <w:r w:rsidR="006E38B2" w:rsidRPr="00F22DBD">
              <w:rPr>
                <w:rStyle w:val="Hyperlink"/>
                <w:rFonts w:ascii="Calibri" w:hAnsi="Calibri" w:cs="Calibri"/>
                <w:color w:val="auto"/>
                <w:sz w:val="24"/>
                <w:szCs w:val="24"/>
                <w:lang w:val="ro-RO"/>
              </w:rPr>
              <w:t>2.</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Acțiuni și instrumente de valorificare, în practică, a ipotezelor inițiale referitoare la platforma de inovare deschisă a Regiunii Centru</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_Toc143703362 \h </w:instrText>
            </w:r>
            <w:r w:rsidR="006E38B2" w:rsidRPr="00F22DBD">
              <w:rPr>
                <w:webHidden/>
                <w:lang w:val="ro-RO"/>
              </w:rPr>
            </w:r>
            <w:r w:rsidR="006E38B2" w:rsidRPr="00F22DBD">
              <w:rPr>
                <w:webHidden/>
                <w:lang w:val="ro-RO"/>
              </w:rPr>
              <w:fldChar w:fldCharType="separate"/>
            </w:r>
            <w:r w:rsidR="006E38B2" w:rsidRPr="00F22DBD">
              <w:rPr>
                <w:webHidden/>
                <w:lang w:val="ro-RO"/>
              </w:rPr>
              <w:t>6</w:t>
            </w:r>
            <w:r w:rsidR="006E38B2" w:rsidRPr="00F22DBD">
              <w:rPr>
                <w:webHidden/>
                <w:lang w:val="ro-RO"/>
              </w:rPr>
              <w:fldChar w:fldCharType="end"/>
            </w:r>
          </w:hyperlink>
        </w:p>
        <w:p w14:paraId="25E5599F" w14:textId="77777777" w:rsidR="006E38B2" w:rsidRPr="00F22DBD" w:rsidRDefault="00147902" w:rsidP="00F22DBD">
          <w:pPr>
            <w:pStyle w:val="TOC2"/>
            <w:rPr>
              <w:rFonts w:eastAsiaTheme="minorEastAsia"/>
              <w:kern w:val="2"/>
              <w:lang w:val="ro-RO" w:eastAsia="en-GB"/>
              <w14:ligatures w14:val="standardContextual"/>
            </w:rPr>
          </w:pPr>
          <w:hyperlink w:anchor="_Toc143703363" w:history="1">
            <w:r w:rsidR="006E38B2" w:rsidRPr="00F22DBD">
              <w:rPr>
                <w:rStyle w:val="Hyperlink"/>
                <w:rFonts w:ascii="Calibri" w:hAnsi="Calibri" w:cs="Calibri"/>
                <w:color w:val="auto"/>
                <w:sz w:val="24"/>
                <w:szCs w:val="24"/>
                <w:lang w:val="ro-RO"/>
              </w:rPr>
              <w:t>3.</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Portofoliul de servicii care vor fi dezvoltate cu scopul de a anima platforma de inovare deschisă</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_Toc143703363 \h </w:instrText>
            </w:r>
            <w:r w:rsidR="006E38B2" w:rsidRPr="00F22DBD">
              <w:rPr>
                <w:webHidden/>
                <w:lang w:val="ro-RO"/>
              </w:rPr>
            </w:r>
            <w:r w:rsidR="006E38B2" w:rsidRPr="00F22DBD">
              <w:rPr>
                <w:webHidden/>
                <w:lang w:val="ro-RO"/>
              </w:rPr>
              <w:fldChar w:fldCharType="separate"/>
            </w:r>
            <w:r w:rsidR="006E38B2" w:rsidRPr="00F22DBD">
              <w:rPr>
                <w:webHidden/>
                <w:lang w:val="ro-RO"/>
              </w:rPr>
              <w:t>7</w:t>
            </w:r>
            <w:r w:rsidR="006E38B2" w:rsidRPr="00F22DBD">
              <w:rPr>
                <w:webHidden/>
                <w:lang w:val="ro-RO"/>
              </w:rPr>
              <w:fldChar w:fldCharType="end"/>
            </w:r>
          </w:hyperlink>
        </w:p>
        <w:p w14:paraId="6AABEC6B" w14:textId="77777777" w:rsidR="006E38B2" w:rsidRPr="00F22DBD" w:rsidRDefault="00147902" w:rsidP="00F22DBD">
          <w:pPr>
            <w:pStyle w:val="TOC2"/>
            <w:rPr>
              <w:rFonts w:eastAsiaTheme="minorEastAsia"/>
              <w:kern w:val="2"/>
              <w:lang w:val="ro-RO" w:eastAsia="en-GB"/>
              <w14:ligatures w14:val="standardContextual"/>
            </w:rPr>
          </w:pPr>
          <w:hyperlink w:anchor="_Toc143703364" w:history="1">
            <w:r w:rsidR="006E38B2" w:rsidRPr="00F22DBD">
              <w:rPr>
                <w:rStyle w:val="Hyperlink"/>
                <w:rFonts w:ascii="Calibri" w:hAnsi="Calibri" w:cs="Calibri"/>
                <w:color w:val="auto"/>
                <w:sz w:val="24"/>
                <w:szCs w:val="24"/>
                <w:lang w:val="ro-RO"/>
              </w:rPr>
              <w:t>4.</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Funcționalitățile de bază ale platformei de inovare deschisă</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_Toc143703364 \h </w:instrText>
            </w:r>
            <w:r w:rsidR="006E38B2" w:rsidRPr="00F22DBD">
              <w:rPr>
                <w:webHidden/>
                <w:lang w:val="ro-RO"/>
              </w:rPr>
            </w:r>
            <w:r w:rsidR="006E38B2" w:rsidRPr="00F22DBD">
              <w:rPr>
                <w:webHidden/>
                <w:lang w:val="ro-RO"/>
              </w:rPr>
              <w:fldChar w:fldCharType="separate"/>
            </w:r>
            <w:r w:rsidR="006E38B2" w:rsidRPr="00F22DBD">
              <w:rPr>
                <w:webHidden/>
                <w:lang w:val="ro-RO"/>
              </w:rPr>
              <w:t>7</w:t>
            </w:r>
            <w:r w:rsidR="006E38B2" w:rsidRPr="00F22DBD">
              <w:rPr>
                <w:webHidden/>
                <w:lang w:val="ro-RO"/>
              </w:rPr>
              <w:fldChar w:fldCharType="end"/>
            </w:r>
          </w:hyperlink>
        </w:p>
        <w:p w14:paraId="6099C5E5" w14:textId="77777777" w:rsidR="006E38B2" w:rsidRPr="00F22DBD" w:rsidRDefault="00147902" w:rsidP="00F22DBD">
          <w:pPr>
            <w:pStyle w:val="TOC2"/>
            <w:rPr>
              <w:rFonts w:eastAsiaTheme="minorEastAsia"/>
              <w:kern w:val="2"/>
              <w:lang w:val="ro-RO" w:eastAsia="en-GB"/>
              <w14:ligatures w14:val="standardContextual"/>
            </w:rPr>
          </w:pPr>
          <w:hyperlink w:anchor="_Toc143703365" w:history="1">
            <w:r w:rsidR="006E38B2" w:rsidRPr="00F22DBD">
              <w:rPr>
                <w:rStyle w:val="Hyperlink"/>
                <w:rFonts w:ascii="Calibri" w:hAnsi="Calibri" w:cs="Calibri"/>
                <w:color w:val="auto"/>
                <w:sz w:val="24"/>
                <w:szCs w:val="24"/>
                <w:lang w:val="ro-RO"/>
              </w:rPr>
              <w:t>5.</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Impact, indicatori și măsurare a performanței</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_Toc143703365 \h </w:instrText>
            </w:r>
            <w:r w:rsidR="006E38B2" w:rsidRPr="00F22DBD">
              <w:rPr>
                <w:webHidden/>
                <w:lang w:val="ro-RO"/>
              </w:rPr>
            </w:r>
            <w:r w:rsidR="006E38B2" w:rsidRPr="00F22DBD">
              <w:rPr>
                <w:webHidden/>
                <w:lang w:val="ro-RO"/>
              </w:rPr>
              <w:fldChar w:fldCharType="separate"/>
            </w:r>
            <w:r w:rsidR="006E38B2" w:rsidRPr="00F22DBD">
              <w:rPr>
                <w:webHidden/>
                <w:lang w:val="ro-RO"/>
              </w:rPr>
              <w:t>7</w:t>
            </w:r>
            <w:r w:rsidR="006E38B2" w:rsidRPr="00F22DBD">
              <w:rPr>
                <w:webHidden/>
                <w:lang w:val="ro-RO"/>
              </w:rPr>
              <w:fldChar w:fldCharType="end"/>
            </w:r>
          </w:hyperlink>
        </w:p>
        <w:p w14:paraId="0649DA28" w14:textId="77777777" w:rsidR="006E38B2" w:rsidRPr="00F22DBD" w:rsidRDefault="00147902" w:rsidP="00F22DBD">
          <w:pPr>
            <w:pStyle w:val="TOC1"/>
            <w:jc w:val="both"/>
            <w:rPr>
              <w:rFonts w:eastAsiaTheme="minorEastAsia"/>
              <w:kern w:val="2"/>
              <w:lang w:val="ro-RO" w:eastAsia="en-GB"/>
              <w14:ligatures w14:val="standardContextual"/>
            </w:rPr>
          </w:pPr>
          <w:hyperlink w:anchor="_Toc143703366" w:history="1">
            <w:r w:rsidR="006E38B2" w:rsidRPr="00F22DBD">
              <w:rPr>
                <w:rStyle w:val="Hyperlink"/>
                <w:rFonts w:ascii="Calibri" w:hAnsi="Calibri" w:cs="Calibri"/>
                <w:color w:val="auto"/>
                <w:sz w:val="24"/>
                <w:szCs w:val="24"/>
                <w:lang w:val="ro-RO"/>
              </w:rPr>
              <w:t>SECȚIUNEA 3 – ASPECTE ESENȚIALE ALE IMPLEMENTĂRII PLATFORMEI PENTRU INOVARE DESCHISĂ A REGIUNII CENTRU</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_Toc143703366 \h </w:instrText>
            </w:r>
            <w:r w:rsidR="006E38B2" w:rsidRPr="00F22DBD">
              <w:rPr>
                <w:webHidden/>
                <w:lang w:val="ro-RO"/>
              </w:rPr>
            </w:r>
            <w:r w:rsidR="006E38B2" w:rsidRPr="00F22DBD">
              <w:rPr>
                <w:webHidden/>
                <w:lang w:val="ro-RO"/>
              </w:rPr>
              <w:fldChar w:fldCharType="separate"/>
            </w:r>
            <w:r w:rsidR="006E38B2" w:rsidRPr="00F22DBD">
              <w:rPr>
                <w:webHidden/>
                <w:lang w:val="ro-RO"/>
              </w:rPr>
              <w:t>9</w:t>
            </w:r>
            <w:r w:rsidR="006E38B2" w:rsidRPr="00F22DBD">
              <w:rPr>
                <w:webHidden/>
                <w:lang w:val="ro-RO"/>
              </w:rPr>
              <w:fldChar w:fldCharType="end"/>
            </w:r>
          </w:hyperlink>
        </w:p>
        <w:p w14:paraId="5A42DC96" w14:textId="77777777" w:rsidR="006E38B2" w:rsidRPr="00F22DBD" w:rsidRDefault="00147902" w:rsidP="00F22DBD">
          <w:pPr>
            <w:pStyle w:val="TOC2"/>
            <w:rPr>
              <w:rFonts w:eastAsiaTheme="minorEastAsia"/>
              <w:kern w:val="2"/>
              <w:lang w:val="ro-RO" w:eastAsia="en-GB"/>
              <w14:ligatures w14:val="standardContextual"/>
            </w:rPr>
          </w:pPr>
          <w:hyperlink w:anchor="_Toc143703367" w:history="1">
            <w:r w:rsidR="006E38B2" w:rsidRPr="00F22DBD">
              <w:rPr>
                <w:rStyle w:val="Hyperlink"/>
                <w:rFonts w:ascii="Calibri" w:hAnsi="Calibri" w:cs="Calibri"/>
                <w:color w:val="auto"/>
                <w:sz w:val="24"/>
                <w:szCs w:val="24"/>
                <w:lang w:val="ro-RO"/>
              </w:rPr>
              <w:t>1.</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Pachetele de lucru</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_Toc143703367 \h </w:instrText>
            </w:r>
            <w:r w:rsidR="006E38B2" w:rsidRPr="00F22DBD">
              <w:rPr>
                <w:webHidden/>
                <w:lang w:val="ro-RO"/>
              </w:rPr>
            </w:r>
            <w:r w:rsidR="006E38B2" w:rsidRPr="00F22DBD">
              <w:rPr>
                <w:webHidden/>
                <w:lang w:val="ro-RO"/>
              </w:rPr>
              <w:fldChar w:fldCharType="separate"/>
            </w:r>
            <w:r w:rsidR="006E38B2" w:rsidRPr="00F22DBD">
              <w:rPr>
                <w:webHidden/>
                <w:lang w:val="ro-RO"/>
              </w:rPr>
              <w:t>9</w:t>
            </w:r>
            <w:r w:rsidR="006E38B2" w:rsidRPr="00F22DBD">
              <w:rPr>
                <w:webHidden/>
                <w:lang w:val="ro-RO"/>
              </w:rPr>
              <w:fldChar w:fldCharType="end"/>
            </w:r>
          </w:hyperlink>
        </w:p>
        <w:p w14:paraId="52155F33" w14:textId="77777777" w:rsidR="006E38B2" w:rsidRPr="00F22DBD" w:rsidRDefault="00147902" w:rsidP="00F22DBD">
          <w:pPr>
            <w:pStyle w:val="TOC2"/>
            <w:rPr>
              <w:rFonts w:eastAsiaTheme="minorEastAsia"/>
              <w:kern w:val="2"/>
              <w:lang w:val="ro-RO" w:eastAsia="en-GB"/>
              <w14:ligatures w14:val="standardContextual"/>
            </w:rPr>
          </w:pPr>
          <w:hyperlink w:anchor="_Toc143703368" w:history="1">
            <w:r w:rsidR="006E38B2" w:rsidRPr="00F22DBD">
              <w:rPr>
                <w:rStyle w:val="Hyperlink"/>
                <w:rFonts w:ascii="Calibri" w:hAnsi="Calibri" w:cs="Calibri"/>
                <w:color w:val="auto"/>
                <w:sz w:val="24"/>
                <w:szCs w:val="24"/>
                <w:lang w:val="ro-RO"/>
              </w:rPr>
              <w:t>2.</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Riscurile și măsurile de contracarare ale acestora</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_Toc143703368 \h </w:instrText>
            </w:r>
            <w:r w:rsidR="006E38B2" w:rsidRPr="00F22DBD">
              <w:rPr>
                <w:webHidden/>
                <w:lang w:val="ro-RO"/>
              </w:rPr>
            </w:r>
            <w:r w:rsidR="006E38B2" w:rsidRPr="00F22DBD">
              <w:rPr>
                <w:webHidden/>
                <w:lang w:val="ro-RO"/>
              </w:rPr>
              <w:fldChar w:fldCharType="separate"/>
            </w:r>
            <w:r w:rsidR="006E38B2" w:rsidRPr="00F22DBD">
              <w:rPr>
                <w:webHidden/>
                <w:lang w:val="ro-RO"/>
              </w:rPr>
              <w:t>9</w:t>
            </w:r>
            <w:r w:rsidR="006E38B2" w:rsidRPr="00F22DBD">
              <w:rPr>
                <w:webHidden/>
                <w:lang w:val="ro-RO"/>
              </w:rPr>
              <w:fldChar w:fldCharType="end"/>
            </w:r>
          </w:hyperlink>
        </w:p>
        <w:p w14:paraId="18F21945" w14:textId="77777777" w:rsidR="006E38B2" w:rsidRPr="00F22DBD" w:rsidRDefault="00147902" w:rsidP="00F22DBD">
          <w:pPr>
            <w:pStyle w:val="TOC3"/>
            <w:rPr>
              <w:rFonts w:eastAsiaTheme="minorEastAsia"/>
              <w:kern w:val="2"/>
              <w:lang w:val="ro-RO" w:eastAsia="en-GB"/>
              <w14:ligatures w14:val="standardContextual"/>
            </w:rPr>
          </w:pPr>
          <w:hyperlink w:anchor="_Toc143703369" w:history="1">
            <w:r w:rsidR="006E38B2" w:rsidRPr="00F22DBD">
              <w:rPr>
                <w:rStyle w:val="Hyperlink"/>
                <w:rFonts w:ascii="Calibri" w:hAnsi="Calibri" w:cs="Calibri"/>
                <w:color w:val="auto"/>
                <w:sz w:val="24"/>
                <w:szCs w:val="24"/>
                <w:lang w:val="ro-RO"/>
              </w:rPr>
              <w:t>01.</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Riscuri de parteneriat</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_Toc143703369 \h </w:instrText>
            </w:r>
            <w:r w:rsidR="006E38B2" w:rsidRPr="00F22DBD">
              <w:rPr>
                <w:webHidden/>
                <w:lang w:val="ro-RO"/>
              </w:rPr>
            </w:r>
            <w:r w:rsidR="006E38B2" w:rsidRPr="00F22DBD">
              <w:rPr>
                <w:webHidden/>
                <w:lang w:val="ro-RO"/>
              </w:rPr>
              <w:fldChar w:fldCharType="separate"/>
            </w:r>
            <w:r w:rsidR="006E38B2" w:rsidRPr="00F22DBD">
              <w:rPr>
                <w:webHidden/>
                <w:lang w:val="ro-RO"/>
              </w:rPr>
              <w:t>9</w:t>
            </w:r>
            <w:r w:rsidR="006E38B2" w:rsidRPr="00F22DBD">
              <w:rPr>
                <w:webHidden/>
                <w:lang w:val="ro-RO"/>
              </w:rPr>
              <w:fldChar w:fldCharType="end"/>
            </w:r>
          </w:hyperlink>
        </w:p>
        <w:p w14:paraId="1AC03B91" w14:textId="77777777" w:rsidR="006E38B2" w:rsidRPr="00F22DBD" w:rsidRDefault="00147902" w:rsidP="00F22DBD">
          <w:pPr>
            <w:pStyle w:val="TOC3"/>
            <w:rPr>
              <w:rFonts w:eastAsiaTheme="minorEastAsia"/>
              <w:kern w:val="2"/>
              <w:lang w:val="ro-RO" w:eastAsia="en-GB"/>
              <w14:ligatures w14:val="standardContextual"/>
            </w:rPr>
          </w:pPr>
          <w:hyperlink w:anchor="_Toc143703370" w:history="1">
            <w:r w:rsidR="006E38B2" w:rsidRPr="00F22DBD">
              <w:rPr>
                <w:rStyle w:val="Hyperlink"/>
                <w:rFonts w:ascii="Calibri" w:hAnsi="Calibri" w:cs="Calibri"/>
                <w:color w:val="auto"/>
                <w:sz w:val="24"/>
                <w:szCs w:val="24"/>
                <w:lang w:val="ro-RO"/>
              </w:rPr>
              <w:t>02.</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Riscuri tehnologice</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_Toc143703370 \h </w:instrText>
            </w:r>
            <w:r w:rsidR="006E38B2" w:rsidRPr="00F22DBD">
              <w:rPr>
                <w:webHidden/>
                <w:lang w:val="ro-RO"/>
              </w:rPr>
            </w:r>
            <w:r w:rsidR="006E38B2" w:rsidRPr="00F22DBD">
              <w:rPr>
                <w:webHidden/>
                <w:lang w:val="ro-RO"/>
              </w:rPr>
              <w:fldChar w:fldCharType="separate"/>
            </w:r>
            <w:r w:rsidR="006E38B2" w:rsidRPr="00F22DBD">
              <w:rPr>
                <w:webHidden/>
                <w:lang w:val="ro-RO"/>
              </w:rPr>
              <w:t>9</w:t>
            </w:r>
            <w:r w:rsidR="006E38B2" w:rsidRPr="00F22DBD">
              <w:rPr>
                <w:webHidden/>
                <w:lang w:val="ro-RO"/>
              </w:rPr>
              <w:fldChar w:fldCharType="end"/>
            </w:r>
          </w:hyperlink>
        </w:p>
        <w:p w14:paraId="5BB9F8CC" w14:textId="77777777" w:rsidR="006E38B2" w:rsidRPr="00F22DBD" w:rsidRDefault="00147902" w:rsidP="00F22DBD">
          <w:pPr>
            <w:pStyle w:val="TOC3"/>
            <w:rPr>
              <w:rFonts w:eastAsiaTheme="minorEastAsia"/>
              <w:kern w:val="2"/>
              <w:lang w:val="ro-RO" w:eastAsia="en-GB"/>
              <w14:ligatures w14:val="standardContextual"/>
            </w:rPr>
          </w:pPr>
          <w:hyperlink w:anchor="_Toc143703371" w:history="1">
            <w:r w:rsidR="006E38B2" w:rsidRPr="00F22DBD">
              <w:rPr>
                <w:rStyle w:val="Hyperlink"/>
                <w:rFonts w:ascii="Calibri" w:hAnsi="Calibri" w:cs="Calibri"/>
                <w:color w:val="auto"/>
                <w:sz w:val="24"/>
                <w:szCs w:val="24"/>
                <w:lang w:val="ro-RO"/>
              </w:rPr>
              <w:t>03.</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Riscuri de piață</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_Toc143703371 \h </w:instrText>
            </w:r>
            <w:r w:rsidR="006E38B2" w:rsidRPr="00F22DBD">
              <w:rPr>
                <w:webHidden/>
                <w:lang w:val="ro-RO"/>
              </w:rPr>
            </w:r>
            <w:r w:rsidR="006E38B2" w:rsidRPr="00F22DBD">
              <w:rPr>
                <w:webHidden/>
                <w:lang w:val="ro-RO"/>
              </w:rPr>
              <w:fldChar w:fldCharType="separate"/>
            </w:r>
            <w:r w:rsidR="006E38B2" w:rsidRPr="00F22DBD">
              <w:rPr>
                <w:webHidden/>
                <w:lang w:val="ro-RO"/>
              </w:rPr>
              <w:t>9</w:t>
            </w:r>
            <w:r w:rsidR="006E38B2" w:rsidRPr="00F22DBD">
              <w:rPr>
                <w:webHidden/>
                <w:lang w:val="ro-RO"/>
              </w:rPr>
              <w:fldChar w:fldCharType="end"/>
            </w:r>
          </w:hyperlink>
        </w:p>
        <w:p w14:paraId="088AA31F" w14:textId="77777777" w:rsidR="006E38B2" w:rsidRPr="00F22DBD" w:rsidRDefault="00147902" w:rsidP="00F22DBD">
          <w:pPr>
            <w:pStyle w:val="TOC3"/>
            <w:rPr>
              <w:rFonts w:eastAsiaTheme="minorEastAsia"/>
              <w:kern w:val="2"/>
              <w:lang w:val="ro-RO" w:eastAsia="en-GB"/>
              <w14:ligatures w14:val="standardContextual"/>
            </w:rPr>
          </w:pPr>
          <w:hyperlink w:anchor="_Toc143703372" w:history="1">
            <w:r w:rsidR="006E38B2" w:rsidRPr="00F22DBD">
              <w:rPr>
                <w:rStyle w:val="Hyperlink"/>
                <w:rFonts w:ascii="Calibri" w:hAnsi="Calibri" w:cs="Calibri"/>
                <w:color w:val="auto"/>
                <w:sz w:val="24"/>
                <w:szCs w:val="24"/>
                <w:lang w:val="ro-RO"/>
              </w:rPr>
              <w:t>04.</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Riscuri legale / IPR</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_Toc143703372 \h </w:instrText>
            </w:r>
            <w:r w:rsidR="006E38B2" w:rsidRPr="00F22DBD">
              <w:rPr>
                <w:webHidden/>
                <w:lang w:val="ro-RO"/>
              </w:rPr>
            </w:r>
            <w:r w:rsidR="006E38B2" w:rsidRPr="00F22DBD">
              <w:rPr>
                <w:webHidden/>
                <w:lang w:val="ro-RO"/>
              </w:rPr>
              <w:fldChar w:fldCharType="separate"/>
            </w:r>
            <w:r w:rsidR="006E38B2" w:rsidRPr="00F22DBD">
              <w:rPr>
                <w:webHidden/>
                <w:lang w:val="ro-RO"/>
              </w:rPr>
              <w:t>10</w:t>
            </w:r>
            <w:r w:rsidR="006E38B2" w:rsidRPr="00F22DBD">
              <w:rPr>
                <w:webHidden/>
                <w:lang w:val="ro-RO"/>
              </w:rPr>
              <w:fldChar w:fldCharType="end"/>
            </w:r>
          </w:hyperlink>
        </w:p>
        <w:p w14:paraId="49A09D26" w14:textId="77777777" w:rsidR="006E38B2" w:rsidRPr="00F22DBD" w:rsidRDefault="00147902" w:rsidP="00F22DBD">
          <w:pPr>
            <w:pStyle w:val="TOC3"/>
            <w:rPr>
              <w:rFonts w:eastAsiaTheme="minorEastAsia"/>
              <w:kern w:val="2"/>
              <w:lang w:val="ro-RO" w:eastAsia="en-GB"/>
              <w14:ligatures w14:val="standardContextual"/>
            </w:rPr>
          </w:pPr>
          <w:hyperlink w:anchor="_Toc143703373" w:history="1">
            <w:r w:rsidR="006E38B2" w:rsidRPr="00F22DBD">
              <w:rPr>
                <w:rStyle w:val="Hyperlink"/>
                <w:rFonts w:ascii="Calibri" w:hAnsi="Calibri" w:cs="Calibri"/>
                <w:color w:val="auto"/>
                <w:sz w:val="24"/>
                <w:szCs w:val="24"/>
                <w:lang w:val="ro-RO"/>
              </w:rPr>
              <w:t>05.</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Riscuri operaționale</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_Toc143703373 \h </w:instrText>
            </w:r>
            <w:r w:rsidR="006E38B2" w:rsidRPr="00F22DBD">
              <w:rPr>
                <w:webHidden/>
                <w:lang w:val="ro-RO"/>
              </w:rPr>
            </w:r>
            <w:r w:rsidR="006E38B2" w:rsidRPr="00F22DBD">
              <w:rPr>
                <w:webHidden/>
                <w:lang w:val="ro-RO"/>
              </w:rPr>
              <w:fldChar w:fldCharType="separate"/>
            </w:r>
            <w:r w:rsidR="006E38B2" w:rsidRPr="00F22DBD">
              <w:rPr>
                <w:webHidden/>
                <w:lang w:val="ro-RO"/>
              </w:rPr>
              <w:t>10</w:t>
            </w:r>
            <w:r w:rsidR="006E38B2" w:rsidRPr="00F22DBD">
              <w:rPr>
                <w:webHidden/>
                <w:lang w:val="ro-RO"/>
              </w:rPr>
              <w:fldChar w:fldCharType="end"/>
            </w:r>
          </w:hyperlink>
        </w:p>
        <w:p w14:paraId="31B9A02F" w14:textId="77777777" w:rsidR="006E38B2" w:rsidRPr="00F22DBD" w:rsidRDefault="00147902" w:rsidP="00F22DBD">
          <w:pPr>
            <w:pStyle w:val="TOC3"/>
            <w:rPr>
              <w:rFonts w:eastAsiaTheme="minorEastAsia"/>
              <w:kern w:val="2"/>
              <w:lang w:val="ro-RO" w:eastAsia="en-GB"/>
              <w14:ligatures w14:val="standardContextual"/>
            </w:rPr>
          </w:pPr>
          <w:hyperlink w:anchor="_Toc143703374" w:history="1">
            <w:r w:rsidR="006E38B2" w:rsidRPr="00F22DBD">
              <w:rPr>
                <w:rStyle w:val="Hyperlink"/>
                <w:rFonts w:ascii="Calibri" w:hAnsi="Calibri" w:cs="Calibri"/>
                <w:color w:val="auto"/>
                <w:sz w:val="24"/>
                <w:szCs w:val="24"/>
                <w:lang w:val="ro-RO"/>
              </w:rPr>
              <w:t>06.</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Riscuri financiare</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_Toc143703374 \h </w:instrText>
            </w:r>
            <w:r w:rsidR="006E38B2" w:rsidRPr="00F22DBD">
              <w:rPr>
                <w:webHidden/>
                <w:lang w:val="ro-RO"/>
              </w:rPr>
            </w:r>
            <w:r w:rsidR="006E38B2" w:rsidRPr="00F22DBD">
              <w:rPr>
                <w:webHidden/>
                <w:lang w:val="ro-RO"/>
              </w:rPr>
              <w:fldChar w:fldCharType="separate"/>
            </w:r>
            <w:r w:rsidR="006E38B2" w:rsidRPr="00F22DBD">
              <w:rPr>
                <w:webHidden/>
                <w:lang w:val="ro-RO"/>
              </w:rPr>
              <w:t>10</w:t>
            </w:r>
            <w:r w:rsidR="006E38B2" w:rsidRPr="00F22DBD">
              <w:rPr>
                <w:webHidden/>
                <w:lang w:val="ro-RO"/>
              </w:rPr>
              <w:fldChar w:fldCharType="end"/>
            </w:r>
          </w:hyperlink>
        </w:p>
        <w:p w14:paraId="3942FBB3" w14:textId="77777777" w:rsidR="006E38B2" w:rsidRPr="00F22DBD" w:rsidRDefault="00147902" w:rsidP="00F22DBD">
          <w:pPr>
            <w:pStyle w:val="TOC3"/>
            <w:rPr>
              <w:rFonts w:eastAsiaTheme="minorEastAsia"/>
              <w:kern w:val="2"/>
              <w:lang w:val="ro-RO" w:eastAsia="en-GB"/>
              <w14:ligatures w14:val="standardContextual"/>
            </w:rPr>
          </w:pPr>
          <w:hyperlink w:anchor="_Toc143703375" w:history="1">
            <w:r w:rsidR="006E38B2" w:rsidRPr="00F22DBD">
              <w:rPr>
                <w:rStyle w:val="Hyperlink"/>
                <w:rFonts w:ascii="Calibri" w:hAnsi="Calibri" w:cs="Calibri"/>
                <w:color w:val="auto"/>
                <w:sz w:val="24"/>
                <w:szCs w:val="24"/>
                <w:lang w:val="ro-RO"/>
              </w:rPr>
              <w:t>07.</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Riscuri de management de proiect</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_Toc143703375 \h </w:instrText>
            </w:r>
            <w:r w:rsidR="006E38B2" w:rsidRPr="00F22DBD">
              <w:rPr>
                <w:webHidden/>
                <w:lang w:val="ro-RO"/>
              </w:rPr>
            </w:r>
            <w:r w:rsidR="006E38B2" w:rsidRPr="00F22DBD">
              <w:rPr>
                <w:webHidden/>
                <w:lang w:val="ro-RO"/>
              </w:rPr>
              <w:fldChar w:fldCharType="separate"/>
            </w:r>
            <w:r w:rsidR="006E38B2" w:rsidRPr="00F22DBD">
              <w:rPr>
                <w:webHidden/>
                <w:lang w:val="ro-RO"/>
              </w:rPr>
              <w:t>10</w:t>
            </w:r>
            <w:r w:rsidR="006E38B2" w:rsidRPr="00F22DBD">
              <w:rPr>
                <w:webHidden/>
                <w:lang w:val="ro-RO"/>
              </w:rPr>
              <w:fldChar w:fldCharType="end"/>
            </w:r>
          </w:hyperlink>
        </w:p>
        <w:p w14:paraId="59BEC696" w14:textId="77777777" w:rsidR="006E38B2" w:rsidRPr="00F22DBD" w:rsidRDefault="00147902" w:rsidP="00F22DBD">
          <w:pPr>
            <w:pStyle w:val="TOC3"/>
            <w:rPr>
              <w:rFonts w:eastAsiaTheme="minorEastAsia"/>
              <w:kern w:val="2"/>
              <w:lang w:val="ro-RO" w:eastAsia="en-GB"/>
              <w14:ligatures w14:val="standardContextual"/>
            </w:rPr>
          </w:pPr>
          <w:hyperlink w:anchor="_Toc143703376" w:history="1">
            <w:r w:rsidR="006E38B2" w:rsidRPr="00F22DBD">
              <w:rPr>
                <w:rStyle w:val="Hyperlink"/>
                <w:rFonts w:ascii="Calibri" w:hAnsi="Calibri" w:cs="Calibri"/>
                <w:color w:val="auto"/>
                <w:sz w:val="24"/>
                <w:szCs w:val="24"/>
                <w:lang w:val="ro-RO"/>
              </w:rPr>
              <w:t>08.</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Riscuri de mediu / societale</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_Toc143703376 \h </w:instrText>
            </w:r>
            <w:r w:rsidR="006E38B2" w:rsidRPr="00F22DBD">
              <w:rPr>
                <w:webHidden/>
                <w:lang w:val="ro-RO"/>
              </w:rPr>
            </w:r>
            <w:r w:rsidR="006E38B2" w:rsidRPr="00F22DBD">
              <w:rPr>
                <w:webHidden/>
                <w:lang w:val="ro-RO"/>
              </w:rPr>
              <w:fldChar w:fldCharType="separate"/>
            </w:r>
            <w:r w:rsidR="006E38B2" w:rsidRPr="00F22DBD">
              <w:rPr>
                <w:webHidden/>
                <w:lang w:val="ro-RO"/>
              </w:rPr>
              <w:t>10</w:t>
            </w:r>
            <w:r w:rsidR="006E38B2" w:rsidRPr="00F22DBD">
              <w:rPr>
                <w:webHidden/>
                <w:lang w:val="ro-RO"/>
              </w:rPr>
              <w:fldChar w:fldCharType="end"/>
            </w:r>
          </w:hyperlink>
        </w:p>
        <w:p w14:paraId="06D54A0D" w14:textId="77777777" w:rsidR="006E38B2" w:rsidRPr="00F22DBD" w:rsidRDefault="00147902" w:rsidP="00F22DBD">
          <w:pPr>
            <w:pStyle w:val="TOC2"/>
            <w:rPr>
              <w:rFonts w:eastAsiaTheme="minorEastAsia"/>
              <w:kern w:val="2"/>
              <w:lang w:val="ro-RO" w:eastAsia="en-GB"/>
              <w14:ligatures w14:val="standardContextual"/>
            </w:rPr>
          </w:pPr>
          <w:hyperlink w:anchor="_Toc143703377" w:history="1">
            <w:r w:rsidR="006E38B2" w:rsidRPr="00F22DBD">
              <w:rPr>
                <w:rStyle w:val="Hyperlink"/>
                <w:rFonts w:ascii="Calibri" w:hAnsi="Calibri" w:cs="Calibri"/>
                <w:color w:val="auto"/>
                <w:sz w:val="24"/>
                <w:szCs w:val="24"/>
                <w:lang w:val="ro-RO"/>
              </w:rPr>
              <w:t>3.</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Exploatarea rezultatelor activității de inovare deschisă</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_Toc143703377 \h </w:instrText>
            </w:r>
            <w:r w:rsidR="006E38B2" w:rsidRPr="00F22DBD">
              <w:rPr>
                <w:webHidden/>
                <w:lang w:val="ro-RO"/>
              </w:rPr>
            </w:r>
            <w:r w:rsidR="006E38B2" w:rsidRPr="00F22DBD">
              <w:rPr>
                <w:webHidden/>
                <w:lang w:val="ro-RO"/>
              </w:rPr>
              <w:fldChar w:fldCharType="separate"/>
            </w:r>
            <w:r w:rsidR="006E38B2" w:rsidRPr="00F22DBD">
              <w:rPr>
                <w:webHidden/>
                <w:lang w:val="ro-RO"/>
              </w:rPr>
              <w:t>10</w:t>
            </w:r>
            <w:r w:rsidR="006E38B2" w:rsidRPr="00F22DBD">
              <w:rPr>
                <w:webHidden/>
                <w:lang w:val="ro-RO"/>
              </w:rPr>
              <w:fldChar w:fldCharType="end"/>
            </w:r>
          </w:hyperlink>
        </w:p>
        <w:p w14:paraId="3F869B3B" w14:textId="77777777" w:rsidR="006E38B2" w:rsidRPr="00F22DBD" w:rsidRDefault="00147902" w:rsidP="00F22DBD">
          <w:pPr>
            <w:pStyle w:val="TOC2"/>
            <w:rPr>
              <w:rFonts w:eastAsiaTheme="minorEastAsia"/>
              <w:kern w:val="2"/>
              <w:lang w:val="ro-RO" w:eastAsia="en-GB"/>
              <w14:ligatures w14:val="standardContextual"/>
            </w:rPr>
          </w:pPr>
          <w:hyperlink w:anchor="_Toc143703378" w:history="1">
            <w:r w:rsidR="006E38B2" w:rsidRPr="00F22DBD">
              <w:rPr>
                <w:rStyle w:val="Hyperlink"/>
                <w:rFonts w:ascii="Calibri" w:hAnsi="Calibri" w:cs="Calibri"/>
                <w:color w:val="auto"/>
                <w:sz w:val="24"/>
                <w:szCs w:val="24"/>
                <w:lang w:val="ro-RO"/>
              </w:rPr>
              <w:t>4.</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Alianțe externe pentru inovare deschisă</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_Toc143703378 \h </w:instrText>
            </w:r>
            <w:r w:rsidR="006E38B2" w:rsidRPr="00F22DBD">
              <w:rPr>
                <w:webHidden/>
                <w:lang w:val="ro-RO"/>
              </w:rPr>
            </w:r>
            <w:r w:rsidR="006E38B2" w:rsidRPr="00F22DBD">
              <w:rPr>
                <w:webHidden/>
                <w:lang w:val="ro-RO"/>
              </w:rPr>
              <w:fldChar w:fldCharType="separate"/>
            </w:r>
            <w:r w:rsidR="006E38B2" w:rsidRPr="00F22DBD">
              <w:rPr>
                <w:webHidden/>
                <w:lang w:val="ro-RO"/>
              </w:rPr>
              <w:t>10</w:t>
            </w:r>
            <w:r w:rsidR="006E38B2" w:rsidRPr="00F22DBD">
              <w:rPr>
                <w:webHidden/>
                <w:lang w:val="ro-RO"/>
              </w:rPr>
              <w:fldChar w:fldCharType="end"/>
            </w:r>
          </w:hyperlink>
        </w:p>
        <w:p w14:paraId="29FDFD5A" w14:textId="77777777" w:rsidR="006E38B2" w:rsidRPr="00F22DBD" w:rsidRDefault="00147902" w:rsidP="00F22DBD">
          <w:pPr>
            <w:pStyle w:val="TOC2"/>
            <w:rPr>
              <w:rFonts w:eastAsiaTheme="minorEastAsia"/>
              <w:kern w:val="2"/>
              <w:lang w:val="ro-RO" w:eastAsia="en-GB"/>
              <w14:ligatures w14:val="standardContextual"/>
            </w:rPr>
          </w:pPr>
          <w:hyperlink w:anchor="_Toc143703379" w:history="1">
            <w:r w:rsidR="006E38B2" w:rsidRPr="00F22DBD">
              <w:rPr>
                <w:rStyle w:val="Hyperlink"/>
                <w:rFonts w:ascii="Calibri" w:hAnsi="Calibri" w:cs="Calibri"/>
                <w:color w:val="auto"/>
                <w:sz w:val="24"/>
                <w:szCs w:val="24"/>
                <w:lang w:val="ro-RO"/>
              </w:rPr>
              <w:t>5.</w:t>
            </w:r>
            <w:r w:rsidR="006E38B2" w:rsidRPr="00F22DBD">
              <w:rPr>
                <w:rFonts w:eastAsiaTheme="minorEastAsia"/>
                <w:kern w:val="2"/>
                <w:lang w:val="ro-RO" w:eastAsia="en-GB"/>
                <w14:ligatures w14:val="standardContextual"/>
              </w:rPr>
              <w:tab/>
            </w:r>
            <w:r w:rsidR="006E38B2" w:rsidRPr="00F22DBD">
              <w:rPr>
                <w:rStyle w:val="Hyperlink"/>
                <w:rFonts w:ascii="Calibri" w:hAnsi="Calibri" w:cs="Calibri"/>
                <w:color w:val="auto"/>
                <w:sz w:val="24"/>
                <w:szCs w:val="24"/>
                <w:lang w:val="ro-RO"/>
              </w:rPr>
              <w:t>Alocarea resurselor pentru activitatea de creare și management a platformei de inovare deschisă</w:t>
            </w:r>
            <w:r w:rsidR="006E38B2" w:rsidRPr="00F22DBD">
              <w:rPr>
                <w:webHidden/>
                <w:lang w:val="ro-RO"/>
              </w:rPr>
              <w:tab/>
            </w:r>
            <w:r w:rsidR="006E38B2" w:rsidRPr="00F22DBD">
              <w:rPr>
                <w:webHidden/>
                <w:lang w:val="ro-RO"/>
              </w:rPr>
              <w:fldChar w:fldCharType="begin"/>
            </w:r>
            <w:r w:rsidR="006E38B2" w:rsidRPr="00F22DBD">
              <w:rPr>
                <w:webHidden/>
                <w:lang w:val="ro-RO"/>
              </w:rPr>
              <w:instrText xml:space="preserve"> PAGEREF _Toc143703379 \h </w:instrText>
            </w:r>
            <w:r w:rsidR="006E38B2" w:rsidRPr="00F22DBD">
              <w:rPr>
                <w:webHidden/>
                <w:lang w:val="ro-RO"/>
              </w:rPr>
            </w:r>
            <w:r w:rsidR="006E38B2" w:rsidRPr="00F22DBD">
              <w:rPr>
                <w:webHidden/>
                <w:lang w:val="ro-RO"/>
              </w:rPr>
              <w:fldChar w:fldCharType="separate"/>
            </w:r>
            <w:r w:rsidR="006E38B2" w:rsidRPr="00F22DBD">
              <w:rPr>
                <w:webHidden/>
                <w:lang w:val="ro-RO"/>
              </w:rPr>
              <w:t>11</w:t>
            </w:r>
            <w:r w:rsidR="006E38B2" w:rsidRPr="00F22DBD">
              <w:rPr>
                <w:webHidden/>
                <w:lang w:val="ro-RO"/>
              </w:rPr>
              <w:fldChar w:fldCharType="end"/>
            </w:r>
          </w:hyperlink>
        </w:p>
        <w:p w14:paraId="0FED3426" w14:textId="77777777" w:rsidR="006E38B2" w:rsidRPr="00F22DBD" w:rsidRDefault="006E38B2" w:rsidP="00F22DBD">
          <w:pPr>
            <w:jc w:val="both"/>
            <w:rPr>
              <w:rFonts w:ascii="Calibri" w:hAnsi="Calibri" w:cs="Calibri"/>
              <w:b/>
              <w:bCs/>
            </w:rPr>
          </w:pPr>
          <w:r w:rsidRPr="00F22DBD">
            <w:rPr>
              <w:rFonts w:ascii="Calibri" w:hAnsi="Calibri" w:cs="Calibri"/>
              <w:b/>
              <w:bCs/>
            </w:rPr>
            <w:fldChar w:fldCharType="end"/>
          </w:r>
        </w:p>
      </w:sdtContent>
    </w:sdt>
    <w:p w14:paraId="19F6501A" w14:textId="77777777" w:rsidR="006E38B2" w:rsidRPr="00F22DBD" w:rsidRDefault="006E38B2" w:rsidP="006E38B2">
      <w:pPr>
        <w:spacing w:after="160" w:line="259" w:lineRule="auto"/>
        <w:rPr>
          <w:rFonts w:ascii="Calibri" w:hAnsi="Calibri" w:cs="Calibri"/>
        </w:rPr>
      </w:pPr>
      <w:r w:rsidRPr="00F22DBD">
        <w:rPr>
          <w:rFonts w:ascii="Calibri" w:hAnsi="Calibri" w:cs="Calibri"/>
        </w:rPr>
        <w:br w:type="page"/>
      </w:r>
    </w:p>
    <w:p w14:paraId="520EA90F" w14:textId="77777777" w:rsidR="006E38B2" w:rsidRPr="00F22DBD" w:rsidRDefault="006E38B2" w:rsidP="00F22DBD">
      <w:pPr>
        <w:jc w:val="both"/>
        <w:rPr>
          <w:rFonts w:ascii="Calibri" w:hAnsi="Calibri" w:cs="Calibri"/>
          <w:iCs/>
        </w:rPr>
      </w:pPr>
      <w:r w:rsidRPr="00F22DBD">
        <w:rPr>
          <w:rFonts w:ascii="Calibri" w:hAnsi="Calibri" w:cs="Calibri"/>
          <w:iCs/>
        </w:rPr>
        <w:lastRenderedPageBreak/>
        <w:t xml:space="preserve">În cadrul acestui apel de proiecte, care vizează </w:t>
      </w:r>
      <w:r w:rsidRPr="00F22DBD">
        <w:rPr>
          <w:rFonts w:ascii="Calibri" w:hAnsi="Calibri" w:cs="Calibri"/>
          <w:b/>
          <w:bCs/>
          <w:iCs/>
        </w:rPr>
        <w:t xml:space="preserve">inițiativa pilot de creare a două platforme de inovare deschisă la nivel regional </w:t>
      </w:r>
      <w:r w:rsidRPr="00F22DBD">
        <w:rPr>
          <w:rFonts w:ascii="Calibri" w:hAnsi="Calibri" w:cs="Calibri"/>
          <w:iCs/>
        </w:rPr>
        <w:t xml:space="preserve">– una dedicată sectoarelor de specializare inteligentă, iar cealaltă domeniului de </w:t>
      </w:r>
      <w:proofErr w:type="spellStart"/>
      <w:r w:rsidRPr="00F22DBD">
        <w:rPr>
          <w:rFonts w:ascii="Calibri" w:hAnsi="Calibri" w:cs="Calibri"/>
        </w:rPr>
        <w:t>smart</w:t>
      </w:r>
      <w:proofErr w:type="spellEnd"/>
      <w:r w:rsidRPr="00F22DBD">
        <w:rPr>
          <w:rFonts w:ascii="Calibri" w:hAnsi="Calibri" w:cs="Calibri"/>
        </w:rPr>
        <w:t xml:space="preserve"> </w:t>
      </w:r>
      <w:proofErr w:type="spellStart"/>
      <w:r w:rsidRPr="00F22DBD">
        <w:rPr>
          <w:rFonts w:ascii="Calibri" w:hAnsi="Calibri" w:cs="Calibri"/>
        </w:rPr>
        <w:t>city</w:t>
      </w:r>
      <w:proofErr w:type="spellEnd"/>
      <w:r w:rsidRPr="00F22DBD">
        <w:rPr>
          <w:rFonts w:ascii="Calibri" w:hAnsi="Calibri" w:cs="Calibri"/>
          <w:iCs/>
        </w:rPr>
        <w:t xml:space="preserve"> – planul operațional propus de către consorțiul </w:t>
      </w:r>
      <w:proofErr w:type="spellStart"/>
      <w:r w:rsidRPr="00F22DBD">
        <w:rPr>
          <w:rFonts w:ascii="Calibri" w:hAnsi="Calibri" w:cs="Calibri"/>
          <w:iCs/>
        </w:rPr>
        <w:t>aplicant</w:t>
      </w:r>
      <w:proofErr w:type="spellEnd"/>
      <w:r w:rsidRPr="00F22DBD">
        <w:rPr>
          <w:rFonts w:ascii="Calibri" w:hAnsi="Calibri" w:cs="Calibri"/>
          <w:iCs/>
        </w:rPr>
        <w:t xml:space="preserve"> reprezintă documentul care demonstrează:</w:t>
      </w:r>
    </w:p>
    <w:p w14:paraId="17787526" w14:textId="77777777" w:rsidR="006E38B2" w:rsidRPr="00F22DBD" w:rsidRDefault="006E38B2" w:rsidP="00F22DBD">
      <w:pPr>
        <w:pStyle w:val="ListParagraph"/>
        <w:numPr>
          <w:ilvl w:val="0"/>
          <w:numId w:val="17"/>
        </w:numPr>
        <w:spacing w:line="276" w:lineRule="auto"/>
        <w:jc w:val="both"/>
        <w:rPr>
          <w:rFonts w:ascii="Calibri" w:hAnsi="Calibri" w:cs="Calibri"/>
          <w:iCs/>
        </w:rPr>
      </w:pPr>
      <w:r w:rsidRPr="00F22DBD">
        <w:rPr>
          <w:rFonts w:ascii="Calibri" w:hAnsi="Calibri" w:cs="Calibri"/>
          <w:iCs/>
        </w:rPr>
        <w:t xml:space="preserve">înțelegerea relevanței acestor platforme de inovare deschisă </w:t>
      </w:r>
      <w:r w:rsidRPr="00F22DBD">
        <w:rPr>
          <w:rFonts w:ascii="Calibri" w:hAnsi="Calibri" w:cs="Calibri"/>
          <w:b/>
          <w:bCs/>
          <w:iCs/>
        </w:rPr>
        <w:t>pentru impactul politicilor regionale de inovare</w:t>
      </w:r>
      <w:r w:rsidRPr="00F22DBD">
        <w:rPr>
          <w:rFonts w:ascii="Calibri" w:hAnsi="Calibri" w:cs="Calibri"/>
          <w:iCs/>
        </w:rPr>
        <w:t xml:space="preserve">, </w:t>
      </w:r>
    </w:p>
    <w:p w14:paraId="0332FE56" w14:textId="77777777" w:rsidR="006E38B2" w:rsidRPr="00F22DBD" w:rsidRDefault="006E38B2" w:rsidP="00F22DBD">
      <w:pPr>
        <w:pStyle w:val="ListParagraph"/>
        <w:numPr>
          <w:ilvl w:val="0"/>
          <w:numId w:val="17"/>
        </w:numPr>
        <w:spacing w:line="276" w:lineRule="auto"/>
        <w:jc w:val="both"/>
        <w:rPr>
          <w:rFonts w:ascii="Calibri" w:hAnsi="Calibri" w:cs="Calibri"/>
          <w:iCs/>
        </w:rPr>
      </w:pPr>
      <w:r w:rsidRPr="00F22DBD">
        <w:rPr>
          <w:rFonts w:ascii="Calibri" w:hAnsi="Calibri" w:cs="Calibri"/>
          <w:iCs/>
        </w:rPr>
        <w:t xml:space="preserve">definirea unei </w:t>
      </w:r>
      <w:r w:rsidRPr="00F22DBD">
        <w:rPr>
          <w:rFonts w:ascii="Calibri" w:hAnsi="Calibri" w:cs="Calibri"/>
          <w:b/>
          <w:bCs/>
          <w:iCs/>
        </w:rPr>
        <w:t>poziționări strategice a demersului de generare și gestionare a platformei în contextul specific al ecosistemului de inovare</w:t>
      </w:r>
      <w:r w:rsidRPr="00F22DBD">
        <w:rPr>
          <w:rFonts w:ascii="Calibri" w:hAnsi="Calibri" w:cs="Calibri"/>
          <w:iCs/>
        </w:rPr>
        <w:t xml:space="preserve"> al Regiunii Centru,</w:t>
      </w:r>
    </w:p>
    <w:p w14:paraId="5653E050" w14:textId="77777777" w:rsidR="006E38B2" w:rsidRPr="00F22DBD" w:rsidRDefault="006E38B2" w:rsidP="00F22DBD">
      <w:pPr>
        <w:pStyle w:val="ListParagraph"/>
        <w:numPr>
          <w:ilvl w:val="0"/>
          <w:numId w:val="17"/>
        </w:numPr>
        <w:spacing w:line="276" w:lineRule="auto"/>
        <w:jc w:val="both"/>
        <w:rPr>
          <w:rFonts w:ascii="Calibri" w:hAnsi="Calibri" w:cs="Calibri"/>
          <w:iCs/>
        </w:rPr>
      </w:pPr>
      <w:r w:rsidRPr="00F22DBD">
        <w:rPr>
          <w:rFonts w:ascii="Calibri" w:hAnsi="Calibri" w:cs="Calibri"/>
          <w:b/>
          <w:bCs/>
          <w:iCs/>
        </w:rPr>
        <w:t xml:space="preserve">pilotarea unor mecanisme, instrumente, servicii și funcționalități de inovare deschisă </w:t>
      </w:r>
      <w:r w:rsidRPr="00F22DBD">
        <w:rPr>
          <w:rFonts w:ascii="Calibri" w:hAnsi="Calibri" w:cs="Calibri"/>
          <w:iCs/>
        </w:rPr>
        <w:t>care vor fi permanent îmbunătățite.</w:t>
      </w:r>
    </w:p>
    <w:p w14:paraId="6AD14A4F" w14:textId="77777777" w:rsidR="006E38B2" w:rsidRPr="00F22DBD" w:rsidRDefault="006E38B2" w:rsidP="00F22DBD">
      <w:pPr>
        <w:jc w:val="both"/>
        <w:rPr>
          <w:rFonts w:ascii="Calibri" w:hAnsi="Calibri" w:cs="Calibri"/>
          <w:iCs/>
        </w:rPr>
      </w:pPr>
      <w:r w:rsidRPr="00F22DBD">
        <w:rPr>
          <w:rFonts w:ascii="Calibri" w:hAnsi="Calibri" w:cs="Calibri"/>
          <w:iCs/>
        </w:rPr>
        <w:t xml:space="preserve">Planul operațional conține </w:t>
      </w:r>
      <w:r w:rsidRPr="00F22DBD">
        <w:rPr>
          <w:rFonts w:ascii="Calibri" w:hAnsi="Calibri" w:cs="Calibri"/>
          <w:b/>
          <w:bCs/>
          <w:iCs/>
        </w:rPr>
        <w:t>trei secțiuni</w:t>
      </w:r>
      <w:r w:rsidRPr="00F22DBD">
        <w:rPr>
          <w:rFonts w:ascii="Calibri" w:hAnsi="Calibri" w:cs="Calibri"/>
          <w:iCs/>
        </w:rPr>
        <w:t xml:space="preserve">: prima se concentrează pe </w:t>
      </w:r>
      <w:r w:rsidRPr="00F22DBD">
        <w:rPr>
          <w:rFonts w:ascii="Calibri" w:hAnsi="Calibri" w:cs="Calibri"/>
          <w:b/>
          <w:bCs/>
          <w:iCs/>
        </w:rPr>
        <w:t xml:space="preserve">istoricul organizațiilor care compun consorțiul </w:t>
      </w:r>
      <w:r w:rsidRPr="00F22DBD">
        <w:rPr>
          <w:rFonts w:ascii="Calibri" w:hAnsi="Calibri" w:cs="Calibri"/>
          <w:iCs/>
        </w:rPr>
        <w:t xml:space="preserve">în derularea de activități de inovare și/sau de suport pentru inovare, cea de-a doua secțiune este dedicată descrierii </w:t>
      </w:r>
      <w:r w:rsidRPr="00F22DBD">
        <w:rPr>
          <w:rFonts w:ascii="Calibri" w:hAnsi="Calibri" w:cs="Calibri"/>
          <w:b/>
          <w:bCs/>
          <w:iCs/>
        </w:rPr>
        <w:t>serviciilor de animare a platformei și a modului în care acestea și alte elemente solicitate susțin viziunea și obiectivele</w:t>
      </w:r>
      <w:r w:rsidRPr="00F22DBD">
        <w:rPr>
          <w:rFonts w:ascii="Calibri" w:hAnsi="Calibri" w:cs="Calibri"/>
          <w:iCs/>
        </w:rPr>
        <w:t xml:space="preserve"> platformei de inovare deschisă, iar cea de-a treia conține detalii referitoare la </w:t>
      </w:r>
      <w:r w:rsidRPr="00F22DBD">
        <w:rPr>
          <w:rFonts w:ascii="Calibri" w:hAnsi="Calibri" w:cs="Calibri"/>
          <w:b/>
          <w:bCs/>
          <w:iCs/>
        </w:rPr>
        <w:t>implementare</w:t>
      </w:r>
      <w:r w:rsidRPr="00F22DBD">
        <w:rPr>
          <w:rFonts w:ascii="Calibri" w:hAnsi="Calibri" w:cs="Calibri"/>
          <w:iCs/>
        </w:rPr>
        <w:t>, cum ar fi planul de lucru, riscurile sau căile de exploatare a rezultatelor inovării deschise generate prin platformă.</w:t>
      </w:r>
    </w:p>
    <w:p w14:paraId="7A1CA318" w14:textId="77777777" w:rsidR="006E38B2" w:rsidRPr="00F22DBD" w:rsidRDefault="006E38B2" w:rsidP="00F22DBD">
      <w:pPr>
        <w:spacing w:line="259" w:lineRule="auto"/>
        <w:rPr>
          <w:rFonts w:ascii="Calibri" w:hAnsi="Calibri" w:cs="Calibri"/>
          <w:iCs/>
        </w:rPr>
      </w:pPr>
      <w:r w:rsidRPr="00F22DBD">
        <w:rPr>
          <w:rFonts w:ascii="Calibri" w:hAnsi="Calibri" w:cs="Calibri"/>
          <w:iCs/>
        </w:rPr>
        <w:br w:type="page"/>
      </w:r>
    </w:p>
    <w:p w14:paraId="37A9CD39" w14:textId="77777777" w:rsidR="006E38B2" w:rsidRPr="00F137D4" w:rsidRDefault="006E38B2" w:rsidP="00F22DBD">
      <w:pPr>
        <w:pStyle w:val="Heading1"/>
        <w:spacing w:before="0" w:after="0"/>
        <w:rPr>
          <w:rFonts w:ascii="Calibri" w:hAnsi="Calibri" w:cs="Calibri"/>
          <w:sz w:val="28"/>
          <w:szCs w:val="28"/>
        </w:rPr>
      </w:pPr>
      <w:bookmarkStart w:id="0" w:name="_Toc143703352"/>
      <w:r w:rsidRPr="00F137D4">
        <w:rPr>
          <w:rFonts w:ascii="Calibri" w:hAnsi="Calibri" w:cs="Calibri"/>
          <w:sz w:val="28"/>
          <w:szCs w:val="28"/>
        </w:rPr>
        <w:lastRenderedPageBreak/>
        <w:t>SECȚIUNEA 1 – PARTENERIATUL CARE VA GENERA ȘI GESTIONA PLATFORMA PENTRU INOVARE DESCHISĂ A REGIUNII CENTRU</w:t>
      </w:r>
      <w:bookmarkEnd w:id="0"/>
    </w:p>
    <w:p w14:paraId="0832E724" w14:textId="77777777" w:rsidR="006E38B2" w:rsidRPr="00F22DBD" w:rsidRDefault="006E38B2" w:rsidP="00F22DBD">
      <w:pPr>
        <w:jc w:val="both"/>
        <w:rPr>
          <w:rFonts w:ascii="Calibri" w:hAnsi="Calibri" w:cs="Calibri"/>
          <w:iCs/>
        </w:rPr>
      </w:pPr>
    </w:p>
    <w:p w14:paraId="23DA04FB" w14:textId="77777777" w:rsidR="006E38B2" w:rsidRPr="00F22DBD" w:rsidRDefault="006E38B2" w:rsidP="00F22DBD">
      <w:pPr>
        <w:pStyle w:val="Heading2"/>
        <w:keepLines/>
        <w:numPr>
          <w:ilvl w:val="0"/>
          <w:numId w:val="13"/>
        </w:numPr>
        <w:suppressAutoHyphens/>
        <w:spacing w:before="0" w:after="0"/>
        <w:ind w:left="426"/>
        <w:rPr>
          <w:rFonts w:ascii="Calibri" w:hAnsi="Calibri" w:cs="Calibri"/>
          <w:i w:val="0"/>
          <w:sz w:val="24"/>
          <w:szCs w:val="24"/>
        </w:rPr>
      </w:pPr>
      <w:bookmarkStart w:id="1" w:name="_Toc143703353"/>
      <w:r w:rsidRPr="00F22DBD">
        <w:rPr>
          <w:rFonts w:ascii="Calibri" w:hAnsi="Calibri" w:cs="Calibri"/>
          <w:i w:val="0"/>
          <w:sz w:val="24"/>
          <w:szCs w:val="24"/>
        </w:rPr>
        <w:t>Descrierea organizațiilor care compun parteneriatul</w:t>
      </w:r>
      <w:bookmarkEnd w:id="1"/>
      <w:r w:rsidRPr="00F22DBD">
        <w:rPr>
          <w:rFonts w:ascii="Calibri" w:hAnsi="Calibri" w:cs="Calibri"/>
          <w:i w:val="0"/>
          <w:sz w:val="24"/>
          <w:szCs w:val="24"/>
        </w:rPr>
        <w:t xml:space="preserve"> </w:t>
      </w:r>
    </w:p>
    <w:p w14:paraId="7DFDCDCC" w14:textId="77777777" w:rsidR="006E38B2" w:rsidRPr="00F22DBD" w:rsidRDefault="006E38B2" w:rsidP="00F22DBD">
      <w:pPr>
        <w:jc w:val="both"/>
        <w:rPr>
          <w:rFonts w:ascii="Calibri" w:hAnsi="Calibri" w:cs="Calibri"/>
          <w:iCs/>
        </w:rPr>
      </w:pPr>
    </w:p>
    <w:p w14:paraId="0CCD094B" w14:textId="77777777" w:rsidR="006E38B2" w:rsidRPr="00F22DBD" w:rsidRDefault="006E38B2" w:rsidP="00F22DBD">
      <w:pPr>
        <w:pStyle w:val="Heading3"/>
        <w:keepLines/>
        <w:numPr>
          <w:ilvl w:val="0"/>
          <w:numId w:val="19"/>
        </w:numPr>
        <w:suppressAutoHyphens/>
        <w:spacing w:before="0" w:after="0"/>
        <w:ind w:left="426" w:hanging="283"/>
        <w:rPr>
          <w:rFonts w:ascii="Calibri" w:hAnsi="Calibri" w:cs="Calibri"/>
          <w:sz w:val="24"/>
          <w:szCs w:val="24"/>
        </w:rPr>
      </w:pPr>
      <w:bookmarkStart w:id="2" w:name="_Toc143703354"/>
      <w:r w:rsidRPr="00F22DBD">
        <w:rPr>
          <w:rFonts w:ascii="Calibri" w:hAnsi="Calibri" w:cs="Calibri"/>
          <w:sz w:val="24"/>
          <w:szCs w:val="24"/>
        </w:rPr>
        <w:t xml:space="preserve">Structura </w:t>
      </w:r>
      <w:bookmarkEnd w:id="2"/>
      <w:r w:rsidRPr="00F22DBD">
        <w:rPr>
          <w:rFonts w:ascii="Calibri" w:hAnsi="Calibri" w:cs="Calibri"/>
          <w:sz w:val="24"/>
          <w:szCs w:val="24"/>
        </w:rPr>
        <w:t>parteneriatului</w:t>
      </w:r>
    </w:p>
    <w:p w14:paraId="30EA313A" w14:textId="77777777" w:rsidR="006E38B2" w:rsidRPr="00F22DBD" w:rsidRDefault="006E38B2" w:rsidP="00F22DBD">
      <w:pPr>
        <w:jc w:val="both"/>
        <w:rPr>
          <w:rFonts w:ascii="Calibri" w:hAnsi="Calibri" w:cs="Calibri"/>
          <w:iCs/>
        </w:rPr>
      </w:pPr>
    </w:p>
    <w:p w14:paraId="236F53A4" w14:textId="77777777" w:rsidR="006E38B2" w:rsidRPr="00F22DBD" w:rsidRDefault="006E38B2" w:rsidP="00F22DBD">
      <w:pPr>
        <w:jc w:val="both"/>
        <w:rPr>
          <w:rFonts w:ascii="Calibri" w:hAnsi="Calibri" w:cs="Calibri"/>
          <w:iCs/>
        </w:rPr>
      </w:pPr>
      <w:r w:rsidRPr="00F22DBD">
        <w:rPr>
          <w:rFonts w:ascii="Calibri" w:hAnsi="Calibri" w:cs="Calibri"/>
          <w:iCs/>
        </w:rPr>
        <w:t>Prezentați structura consorțiului, furnizând o descriere detaliată a profilului fiecărei organizații membre, conform structurii minime de mai jos. De asemenea, menționați care dintre organizații va deține rolul de ”entitate de management.”</w:t>
      </w:r>
    </w:p>
    <w:p w14:paraId="00E87EB1" w14:textId="77777777" w:rsidR="006E38B2" w:rsidRPr="00F22DBD" w:rsidRDefault="006E38B2" w:rsidP="00F22DBD">
      <w:pPr>
        <w:jc w:val="both"/>
        <w:rPr>
          <w:rFonts w:ascii="Calibri" w:hAnsi="Calibri" w:cs="Calibri"/>
        </w:rPr>
      </w:pPr>
    </w:p>
    <w:p w14:paraId="7251040B" w14:textId="77777777" w:rsidR="006E38B2" w:rsidRPr="00F22DBD" w:rsidRDefault="006E38B2" w:rsidP="00F22DBD">
      <w:pPr>
        <w:pStyle w:val="ListParagraph"/>
        <w:numPr>
          <w:ilvl w:val="0"/>
          <w:numId w:val="18"/>
        </w:numPr>
        <w:spacing w:line="276" w:lineRule="auto"/>
        <w:jc w:val="both"/>
        <w:rPr>
          <w:rFonts w:ascii="Calibri" w:hAnsi="Calibri" w:cs="Calibri"/>
        </w:rPr>
      </w:pPr>
      <w:r w:rsidRPr="00F22DBD">
        <w:rPr>
          <w:rFonts w:ascii="Calibri" w:hAnsi="Calibri" w:cs="Calibri"/>
        </w:rPr>
        <w:t>Denumirea organizației</w:t>
      </w:r>
    </w:p>
    <w:p w14:paraId="29151F99" w14:textId="77777777" w:rsidR="006E38B2" w:rsidRPr="00F22DBD" w:rsidRDefault="006E38B2" w:rsidP="00F22DBD">
      <w:pPr>
        <w:pStyle w:val="ListParagraph"/>
        <w:numPr>
          <w:ilvl w:val="0"/>
          <w:numId w:val="18"/>
        </w:numPr>
        <w:spacing w:line="276" w:lineRule="auto"/>
        <w:jc w:val="both"/>
        <w:rPr>
          <w:rFonts w:ascii="Calibri" w:hAnsi="Calibri" w:cs="Calibri"/>
        </w:rPr>
      </w:pPr>
      <w:r w:rsidRPr="00F22DBD">
        <w:rPr>
          <w:rFonts w:ascii="Calibri" w:hAnsi="Calibri" w:cs="Calibri"/>
        </w:rPr>
        <w:t>Vechimea organizației</w:t>
      </w:r>
    </w:p>
    <w:p w14:paraId="2A69EA81" w14:textId="77777777" w:rsidR="006E38B2" w:rsidRPr="00F22DBD" w:rsidRDefault="006E38B2" w:rsidP="00F22DBD">
      <w:pPr>
        <w:pStyle w:val="ListParagraph"/>
        <w:numPr>
          <w:ilvl w:val="0"/>
          <w:numId w:val="18"/>
        </w:numPr>
        <w:spacing w:line="276" w:lineRule="auto"/>
        <w:jc w:val="both"/>
        <w:rPr>
          <w:rFonts w:ascii="Calibri" w:hAnsi="Calibri" w:cs="Calibri"/>
        </w:rPr>
      </w:pPr>
      <w:r w:rsidRPr="00F22DBD">
        <w:rPr>
          <w:rFonts w:ascii="Calibri" w:hAnsi="Calibri" w:cs="Calibri"/>
        </w:rPr>
        <w:t xml:space="preserve">Profil al organizației – </w:t>
      </w:r>
      <w:r w:rsidRPr="00F22DBD">
        <w:rPr>
          <w:rFonts w:ascii="Calibri" w:hAnsi="Calibri" w:cs="Calibri"/>
          <w:iCs/>
        </w:rPr>
        <w:t>maximum 2.500 de caractere</w:t>
      </w:r>
    </w:p>
    <w:p w14:paraId="3C561A00" w14:textId="77777777" w:rsidR="006E38B2" w:rsidRPr="00F22DBD" w:rsidRDefault="006E38B2" w:rsidP="00F22DBD">
      <w:pPr>
        <w:pStyle w:val="ListParagraph"/>
        <w:numPr>
          <w:ilvl w:val="0"/>
          <w:numId w:val="18"/>
        </w:numPr>
        <w:spacing w:line="276" w:lineRule="auto"/>
        <w:jc w:val="both"/>
        <w:rPr>
          <w:rFonts w:ascii="Calibri" w:hAnsi="Calibri" w:cs="Calibri"/>
        </w:rPr>
      </w:pPr>
      <w:r w:rsidRPr="00F22DBD">
        <w:rPr>
          <w:rFonts w:ascii="Calibri" w:hAnsi="Calibri" w:cs="Calibri"/>
        </w:rPr>
        <w:t xml:space="preserve">Structuri de conducere și mecanisme de luare a deciziilor </w:t>
      </w:r>
    </w:p>
    <w:p w14:paraId="4E30423F" w14:textId="77777777" w:rsidR="006E38B2" w:rsidRPr="00F22DBD" w:rsidRDefault="006E38B2" w:rsidP="00F22DBD">
      <w:pPr>
        <w:pStyle w:val="ListParagraph"/>
        <w:numPr>
          <w:ilvl w:val="0"/>
          <w:numId w:val="18"/>
        </w:numPr>
        <w:spacing w:line="276" w:lineRule="auto"/>
        <w:jc w:val="both"/>
        <w:rPr>
          <w:rFonts w:ascii="Calibri" w:hAnsi="Calibri" w:cs="Calibri"/>
        </w:rPr>
      </w:pPr>
      <w:r w:rsidRPr="00F22DBD">
        <w:rPr>
          <w:rFonts w:ascii="Calibri" w:hAnsi="Calibri" w:cs="Calibri"/>
        </w:rPr>
        <w:t>Activități și/sau servicii principale</w:t>
      </w:r>
    </w:p>
    <w:p w14:paraId="2C6A5955" w14:textId="77777777" w:rsidR="006E38B2" w:rsidRPr="00F22DBD" w:rsidRDefault="006E38B2" w:rsidP="00F22DBD">
      <w:pPr>
        <w:pStyle w:val="ListParagraph"/>
        <w:numPr>
          <w:ilvl w:val="0"/>
          <w:numId w:val="18"/>
        </w:numPr>
        <w:spacing w:line="276" w:lineRule="auto"/>
        <w:jc w:val="both"/>
        <w:rPr>
          <w:rFonts w:ascii="Calibri" w:hAnsi="Calibri" w:cs="Calibri"/>
        </w:rPr>
      </w:pPr>
      <w:r w:rsidRPr="00F22DBD">
        <w:rPr>
          <w:rFonts w:ascii="Calibri" w:hAnsi="Calibri" w:cs="Calibri"/>
        </w:rPr>
        <w:t>Grupuri țintă/clienți ai organizației</w:t>
      </w:r>
    </w:p>
    <w:p w14:paraId="06F1E1AE" w14:textId="77777777" w:rsidR="006E38B2" w:rsidRPr="00F22DBD" w:rsidRDefault="006E38B2" w:rsidP="00F22DBD">
      <w:pPr>
        <w:pStyle w:val="ListParagraph"/>
        <w:numPr>
          <w:ilvl w:val="0"/>
          <w:numId w:val="18"/>
        </w:numPr>
        <w:spacing w:line="276" w:lineRule="auto"/>
        <w:jc w:val="both"/>
        <w:rPr>
          <w:rFonts w:ascii="Calibri" w:hAnsi="Calibri" w:cs="Calibri"/>
        </w:rPr>
      </w:pPr>
      <w:r w:rsidRPr="00F22DBD">
        <w:rPr>
          <w:rFonts w:ascii="Calibri" w:hAnsi="Calibri" w:cs="Calibri"/>
        </w:rPr>
        <w:t>Prezență online și medii sociale</w:t>
      </w:r>
    </w:p>
    <w:p w14:paraId="086B94D9" w14:textId="77777777" w:rsidR="006E38B2" w:rsidRPr="00F22DBD" w:rsidRDefault="006E38B2" w:rsidP="00F22DBD">
      <w:pPr>
        <w:jc w:val="both"/>
        <w:rPr>
          <w:rFonts w:ascii="Calibri" w:hAnsi="Calibri" w:cs="Calibri"/>
        </w:rPr>
      </w:pPr>
    </w:p>
    <w:p w14:paraId="223A0AFF" w14:textId="77777777" w:rsidR="006E38B2" w:rsidRPr="00F22DBD" w:rsidRDefault="006E38B2" w:rsidP="00F22DBD">
      <w:pPr>
        <w:pStyle w:val="Heading3"/>
        <w:keepLines/>
        <w:numPr>
          <w:ilvl w:val="0"/>
          <w:numId w:val="19"/>
        </w:numPr>
        <w:suppressAutoHyphens/>
        <w:spacing w:before="0" w:after="0"/>
        <w:ind w:left="426" w:hanging="87"/>
        <w:rPr>
          <w:rFonts w:ascii="Calibri" w:hAnsi="Calibri" w:cs="Calibri"/>
          <w:sz w:val="24"/>
          <w:szCs w:val="24"/>
        </w:rPr>
      </w:pPr>
      <w:bookmarkStart w:id="3" w:name="_Toc143703355"/>
      <w:r w:rsidRPr="00F22DBD">
        <w:rPr>
          <w:rFonts w:ascii="Calibri" w:hAnsi="Calibri" w:cs="Calibri"/>
          <w:sz w:val="24"/>
          <w:szCs w:val="24"/>
        </w:rPr>
        <w:t>Acordul de parteneriat</w:t>
      </w:r>
      <w:bookmarkEnd w:id="3"/>
    </w:p>
    <w:p w14:paraId="27C49B06" w14:textId="77777777" w:rsidR="006E38B2" w:rsidRPr="00F22DBD" w:rsidRDefault="006E38B2" w:rsidP="00F22DBD">
      <w:pPr>
        <w:jc w:val="both"/>
        <w:rPr>
          <w:rFonts w:ascii="Calibri" w:hAnsi="Calibri" w:cs="Calibri"/>
          <w:iCs/>
        </w:rPr>
      </w:pPr>
    </w:p>
    <w:p w14:paraId="3C7C0C79" w14:textId="77777777" w:rsidR="006E38B2" w:rsidRPr="00F22DBD" w:rsidRDefault="006E38B2" w:rsidP="00F22DBD">
      <w:pPr>
        <w:jc w:val="both"/>
        <w:rPr>
          <w:rFonts w:ascii="Calibri" w:hAnsi="Calibri" w:cs="Calibri"/>
          <w:iCs/>
        </w:rPr>
      </w:pPr>
      <w:r w:rsidRPr="00F22DBD">
        <w:rPr>
          <w:rFonts w:ascii="Calibri" w:hAnsi="Calibri" w:cs="Calibri"/>
          <w:iCs/>
        </w:rPr>
        <w:t>Atașați Acordul de parteneriat semnat de membrii parteneriatului și explicați principalele mecanisme interne de colaborare, luare a deciziilor, coordonare/implementare a activităților incluse în pachetele de lucru ale prezentului plan operațional, contribuție financiară etc.</w:t>
      </w:r>
    </w:p>
    <w:p w14:paraId="12B3F885" w14:textId="77777777" w:rsidR="006E38B2" w:rsidRPr="00F22DBD" w:rsidRDefault="006E38B2" w:rsidP="00F22DBD">
      <w:pPr>
        <w:jc w:val="both"/>
        <w:rPr>
          <w:rFonts w:ascii="Calibri" w:hAnsi="Calibri" w:cs="Calibri"/>
          <w:b/>
          <w:bCs/>
          <w:iCs/>
        </w:rPr>
      </w:pPr>
    </w:p>
    <w:p w14:paraId="1D51C7E2" w14:textId="77777777" w:rsidR="006E38B2" w:rsidRPr="00F22DBD" w:rsidRDefault="006E38B2" w:rsidP="00F22DBD">
      <w:pPr>
        <w:pStyle w:val="Heading2"/>
        <w:keepLines/>
        <w:numPr>
          <w:ilvl w:val="0"/>
          <w:numId w:val="13"/>
        </w:numPr>
        <w:suppressAutoHyphens/>
        <w:spacing w:before="0" w:after="0"/>
        <w:ind w:left="426"/>
        <w:rPr>
          <w:rFonts w:ascii="Calibri" w:hAnsi="Calibri" w:cs="Calibri"/>
          <w:i w:val="0"/>
          <w:sz w:val="24"/>
          <w:szCs w:val="24"/>
        </w:rPr>
      </w:pPr>
      <w:bookmarkStart w:id="4" w:name="_Toc143703356"/>
      <w:r w:rsidRPr="00F22DBD">
        <w:rPr>
          <w:rFonts w:ascii="Calibri" w:hAnsi="Calibri" w:cs="Calibri"/>
          <w:i w:val="0"/>
          <w:sz w:val="24"/>
          <w:szCs w:val="24"/>
        </w:rPr>
        <w:t xml:space="preserve">Istoric al activităților de inovare și/ sau de suport pentru inovare în cadrul organizațiilor care compun </w:t>
      </w:r>
      <w:bookmarkEnd w:id="4"/>
      <w:r w:rsidRPr="00F22DBD">
        <w:rPr>
          <w:rFonts w:ascii="Calibri" w:hAnsi="Calibri" w:cs="Calibri"/>
          <w:i w:val="0"/>
          <w:sz w:val="24"/>
          <w:szCs w:val="24"/>
        </w:rPr>
        <w:t>parteneriatul</w:t>
      </w:r>
    </w:p>
    <w:p w14:paraId="42550FB5" w14:textId="499292F7" w:rsidR="006E38B2" w:rsidRPr="00F22DBD" w:rsidRDefault="006E38B2" w:rsidP="00F22DBD">
      <w:pPr>
        <w:rPr>
          <w:rFonts w:ascii="Calibri" w:hAnsi="Calibri" w:cs="Calibri"/>
          <w:iCs/>
        </w:rPr>
      </w:pPr>
      <w:r w:rsidRPr="00F22DBD">
        <w:rPr>
          <w:rFonts w:ascii="Calibri" w:hAnsi="Calibri" w:cs="Calibri"/>
          <w:iCs/>
        </w:rPr>
        <w:t>În cazul organizațiilor membre ale parteneriatului pentru care această condiție se aplică, descrieți cel puțin 2 ex</w:t>
      </w:r>
      <w:r w:rsidR="00F22DBD" w:rsidRPr="00F22DBD">
        <w:rPr>
          <w:rFonts w:ascii="Calibri" w:hAnsi="Calibri" w:cs="Calibri"/>
          <w:iCs/>
        </w:rPr>
        <w:t>e</w:t>
      </w:r>
      <w:r w:rsidRPr="00F22DBD">
        <w:rPr>
          <w:rFonts w:ascii="Calibri" w:hAnsi="Calibri" w:cs="Calibri"/>
          <w:iCs/>
        </w:rPr>
        <w:t xml:space="preserve">mple de activități de inovare </w:t>
      </w:r>
      <w:r w:rsidRPr="00F22DBD">
        <w:rPr>
          <w:rFonts w:ascii="Calibri" w:hAnsi="Calibri" w:cs="Calibri"/>
        </w:rPr>
        <w:t>in-</w:t>
      </w:r>
      <w:proofErr w:type="spellStart"/>
      <w:r w:rsidRPr="00F22DBD">
        <w:rPr>
          <w:rFonts w:ascii="Calibri" w:hAnsi="Calibri" w:cs="Calibri"/>
        </w:rPr>
        <w:t>house</w:t>
      </w:r>
      <w:proofErr w:type="spellEnd"/>
      <w:r w:rsidRPr="00F22DBD">
        <w:rPr>
          <w:rFonts w:ascii="Calibri" w:hAnsi="Calibri" w:cs="Calibri"/>
          <w:iCs/>
        </w:rPr>
        <w:t xml:space="preserve"> și/sau de servicii de suport pentru inovare derulate pentru terți, pe parcursul ultimilor 3 ani.</w:t>
      </w:r>
    </w:p>
    <w:p w14:paraId="54485AAF" w14:textId="77777777" w:rsidR="006E38B2" w:rsidRPr="00F22DBD" w:rsidRDefault="006E38B2" w:rsidP="00F22DBD">
      <w:pPr>
        <w:rPr>
          <w:rFonts w:ascii="Calibri" w:hAnsi="Calibri" w:cs="Calibri"/>
          <w:iCs/>
        </w:rPr>
      </w:pPr>
    </w:p>
    <w:p w14:paraId="76CBD3CC" w14:textId="77777777" w:rsidR="006E38B2" w:rsidRPr="00F22DBD" w:rsidRDefault="006E38B2" w:rsidP="00F22DBD">
      <w:pPr>
        <w:pStyle w:val="ListParagraph"/>
        <w:numPr>
          <w:ilvl w:val="0"/>
          <w:numId w:val="20"/>
        </w:numPr>
        <w:spacing w:line="276" w:lineRule="auto"/>
        <w:rPr>
          <w:rFonts w:ascii="Calibri" w:hAnsi="Calibri" w:cs="Calibri"/>
        </w:rPr>
      </w:pPr>
      <w:r w:rsidRPr="00F22DBD">
        <w:rPr>
          <w:rFonts w:ascii="Calibri" w:hAnsi="Calibri" w:cs="Calibri"/>
        </w:rPr>
        <w:t>În ce au constat activitățile/serviciile? (</w:t>
      </w:r>
      <w:r w:rsidRPr="00F22DBD">
        <w:rPr>
          <w:rFonts w:ascii="Calibri" w:hAnsi="Calibri" w:cs="Calibri"/>
          <w:iCs/>
        </w:rPr>
        <w:t xml:space="preserve">e.g., </w:t>
      </w:r>
      <w:r w:rsidRPr="00F22DBD">
        <w:rPr>
          <w:rFonts w:ascii="Calibri" w:hAnsi="Calibri" w:cs="Calibri"/>
        </w:rPr>
        <w:t>ce tip de produse sau procese, respectiv servicii de instruire sau mentorat etc.)</w:t>
      </w:r>
    </w:p>
    <w:p w14:paraId="04892C5A" w14:textId="77777777" w:rsidR="006E38B2" w:rsidRPr="00F22DBD" w:rsidRDefault="006E38B2" w:rsidP="00F22DBD">
      <w:pPr>
        <w:pStyle w:val="ListParagraph"/>
        <w:numPr>
          <w:ilvl w:val="0"/>
          <w:numId w:val="20"/>
        </w:numPr>
        <w:spacing w:line="276" w:lineRule="auto"/>
        <w:rPr>
          <w:rFonts w:ascii="Calibri" w:hAnsi="Calibri" w:cs="Calibri"/>
        </w:rPr>
      </w:pPr>
      <w:r w:rsidRPr="00F22DBD">
        <w:rPr>
          <w:rFonts w:ascii="Calibri" w:hAnsi="Calibri" w:cs="Calibri"/>
        </w:rPr>
        <w:t>Ce rezultate au adus aceste activități/servicii pentru grupurile țintă/clienți?</w:t>
      </w:r>
    </w:p>
    <w:p w14:paraId="1D773A43" w14:textId="77777777" w:rsidR="006E38B2" w:rsidRPr="00F22DBD" w:rsidRDefault="006E38B2" w:rsidP="00F22DBD">
      <w:pPr>
        <w:pStyle w:val="ListParagraph"/>
        <w:numPr>
          <w:ilvl w:val="0"/>
          <w:numId w:val="20"/>
        </w:numPr>
        <w:spacing w:line="276" w:lineRule="auto"/>
        <w:rPr>
          <w:rFonts w:ascii="Calibri" w:hAnsi="Calibri" w:cs="Calibri"/>
        </w:rPr>
      </w:pPr>
      <w:r w:rsidRPr="00F22DBD">
        <w:rPr>
          <w:rFonts w:ascii="Calibri" w:hAnsi="Calibri" w:cs="Calibri"/>
        </w:rPr>
        <w:t xml:space="preserve">Descrieți cel puțin un exemplu de bună practică/poveste de succes – </w:t>
      </w:r>
      <w:r w:rsidRPr="00F22DBD">
        <w:rPr>
          <w:rFonts w:ascii="Calibri" w:hAnsi="Calibri" w:cs="Calibri"/>
          <w:iCs/>
        </w:rPr>
        <w:t>maximum 1.000 de caractere.</w:t>
      </w:r>
    </w:p>
    <w:p w14:paraId="0202CD59" w14:textId="77777777" w:rsidR="006E38B2" w:rsidRPr="00F22DBD" w:rsidRDefault="006E38B2" w:rsidP="00F22DBD">
      <w:pPr>
        <w:rPr>
          <w:rFonts w:ascii="Calibri" w:hAnsi="Calibri" w:cs="Calibri"/>
        </w:rPr>
      </w:pPr>
    </w:p>
    <w:p w14:paraId="408C7ADE" w14:textId="77777777" w:rsidR="006E38B2" w:rsidRPr="00F22DBD" w:rsidRDefault="006E38B2" w:rsidP="00F22DBD">
      <w:pPr>
        <w:pStyle w:val="Heading2"/>
        <w:keepLines/>
        <w:numPr>
          <w:ilvl w:val="0"/>
          <w:numId w:val="13"/>
        </w:numPr>
        <w:suppressAutoHyphens/>
        <w:spacing w:before="0" w:after="0"/>
        <w:ind w:left="426"/>
        <w:rPr>
          <w:rFonts w:ascii="Calibri" w:hAnsi="Calibri" w:cs="Calibri"/>
          <w:i w:val="0"/>
          <w:sz w:val="24"/>
          <w:szCs w:val="24"/>
        </w:rPr>
      </w:pPr>
      <w:bookmarkStart w:id="5" w:name="_Toc143703357"/>
      <w:r w:rsidRPr="00F22DBD">
        <w:rPr>
          <w:rFonts w:ascii="Calibri" w:hAnsi="Calibri" w:cs="Calibri"/>
          <w:i w:val="0"/>
          <w:sz w:val="24"/>
          <w:szCs w:val="24"/>
        </w:rPr>
        <w:t xml:space="preserve">Istoric al activităților de inovare deschisă și/sau de suport pentru inovare deschisă în cadrul organizațiilor care compun </w:t>
      </w:r>
      <w:bookmarkEnd w:id="5"/>
      <w:r w:rsidRPr="00F22DBD">
        <w:rPr>
          <w:rFonts w:ascii="Calibri" w:hAnsi="Calibri" w:cs="Calibri"/>
          <w:i w:val="0"/>
          <w:sz w:val="24"/>
          <w:szCs w:val="24"/>
        </w:rPr>
        <w:t>parteneriatul</w:t>
      </w:r>
    </w:p>
    <w:p w14:paraId="68525E94" w14:textId="77777777" w:rsidR="006E38B2" w:rsidRPr="00F22DBD" w:rsidRDefault="006E38B2" w:rsidP="00F22DBD">
      <w:pPr>
        <w:rPr>
          <w:rFonts w:ascii="Calibri" w:hAnsi="Calibri" w:cs="Calibri"/>
        </w:rPr>
      </w:pPr>
    </w:p>
    <w:p w14:paraId="3B0352FF" w14:textId="738DD7F5" w:rsidR="006E38B2" w:rsidRPr="00F22DBD" w:rsidRDefault="006E38B2" w:rsidP="00F22DBD">
      <w:pPr>
        <w:rPr>
          <w:rFonts w:ascii="Calibri" w:hAnsi="Calibri" w:cs="Calibri"/>
          <w:iCs/>
        </w:rPr>
      </w:pPr>
      <w:r w:rsidRPr="00F22DBD">
        <w:rPr>
          <w:rFonts w:ascii="Calibri" w:hAnsi="Calibri" w:cs="Calibri"/>
          <w:iCs/>
        </w:rPr>
        <w:lastRenderedPageBreak/>
        <w:t xml:space="preserve">În cazul organizațiilor membre ale </w:t>
      </w:r>
      <w:r w:rsidR="00F22DBD" w:rsidRPr="00F22DBD">
        <w:rPr>
          <w:rFonts w:ascii="Calibri" w:hAnsi="Calibri" w:cs="Calibri"/>
          <w:iCs/>
        </w:rPr>
        <w:t>parteneriatului</w:t>
      </w:r>
      <w:r w:rsidRPr="00F22DBD">
        <w:rPr>
          <w:rFonts w:ascii="Calibri" w:hAnsi="Calibri" w:cs="Calibri"/>
          <w:iCs/>
        </w:rPr>
        <w:t xml:space="preserve"> pentru care această condiție se aplică, descrieți cel puțin 2 </w:t>
      </w:r>
      <w:r w:rsidR="00F22DBD" w:rsidRPr="00F22DBD">
        <w:rPr>
          <w:rFonts w:ascii="Calibri" w:hAnsi="Calibri" w:cs="Calibri"/>
          <w:iCs/>
        </w:rPr>
        <w:t>exemple</w:t>
      </w:r>
      <w:r w:rsidRPr="00F22DBD">
        <w:rPr>
          <w:rFonts w:ascii="Calibri" w:hAnsi="Calibri" w:cs="Calibri"/>
          <w:iCs/>
        </w:rPr>
        <w:t xml:space="preserve"> de activități de inovare deschisă</w:t>
      </w:r>
      <w:r w:rsidRPr="00F22DBD">
        <w:rPr>
          <w:rFonts w:ascii="Calibri" w:hAnsi="Calibri" w:cs="Calibri"/>
        </w:rPr>
        <w:t xml:space="preserve"> </w:t>
      </w:r>
      <w:r w:rsidRPr="00F22DBD">
        <w:rPr>
          <w:rFonts w:ascii="Calibri" w:hAnsi="Calibri" w:cs="Calibri"/>
          <w:iCs/>
        </w:rPr>
        <w:t>proprii</w:t>
      </w:r>
      <w:r w:rsidRPr="00F22DBD">
        <w:rPr>
          <w:rFonts w:ascii="Calibri" w:hAnsi="Calibri" w:cs="Calibri"/>
        </w:rPr>
        <w:t xml:space="preserve"> </w:t>
      </w:r>
      <w:r w:rsidRPr="00F22DBD">
        <w:rPr>
          <w:rFonts w:ascii="Calibri" w:hAnsi="Calibri" w:cs="Calibri"/>
          <w:iCs/>
        </w:rPr>
        <w:t>și/sau de servicii de suport pentru inovare deschisă derulate pentru terți, pe parcursul ultimilor 3 ani.</w:t>
      </w:r>
    </w:p>
    <w:p w14:paraId="0993C473" w14:textId="77777777" w:rsidR="006E38B2" w:rsidRPr="00F22DBD" w:rsidRDefault="006E38B2" w:rsidP="00F22DBD">
      <w:pPr>
        <w:rPr>
          <w:rFonts w:ascii="Calibri" w:hAnsi="Calibri" w:cs="Calibri"/>
          <w:iCs/>
        </w:rPr>
      </w:pPr>
    </w:p>
    <w:p w14:paraId="04E43205" w14:textId="77777777" w:rsidR="006E38B2" w:rsidRPr="00F22DBD" w:rsidRDefault="006E38B2" w:rsidP="00F22DBD">
      <w:pPr>
        <w:pStyle w:val="ListParagraph"/>
        <w:numPr>
          <w:ilvl w:val="0"/>
          <w:numId w:val="21"/>
        </w:numPr>
        <w:spacing w:line="276" w:lineRule="auto"/>
        <w:rPr>
          <w:rFonts w:ascii="Calibri" w:hAnsi="Calibri" w:cs="Calibri"/>
        </w:rPr>
      </w:pPr>
      <w:r w:rsidRPr="00F22DBD">
        <w:rPr>
          <w:rFonts w:ascii="Calibri" w:hAnsi="Calibri" w:cs="Calibri"/>
        </w:rPr>
        <w:t>În ce au constat activitățile/serviciile de inovare deschisă?</w:t>
      </w:r>
    </w:p>
    <w:p w14:paraId="415F8CCF" w14:textId="77777777" w:rsidR="006E38B2" w:rsidRPr="00F22DBD" w:rsidRDefault="006E38B2" w:rsidP="00F22DBD">
      <w:pPr>
        <w:pStyle w:val="ListParagraph"/>
        <w:numPr>
          <w:ilvl w:val="0"/>
          <w:numId w:val="21"/>
        </w:numPr>
        <w:spacing w:line="276" w:lineRule="auto"/>
        <w:rPr>
          <w:rFonts w:ascii="Calibri" w:hAnsi="Calibri" w:cs="Calibri"/>
        </w:rPr>
      </w:pPr>
      <w:r w:rsidRPr="00F22DBD">
        <w:rPr>
          <w:rFonts w:ascii="Calibri" w:hAnsi="Calibri" w:cs="Calibri"/>
        </w:rPr>
        <w:t>Ce rezultate au adus aceste activități/servicii pentru actorii implicați?</w:t>
      </w:r>
    </w:p>
    <w:p w14:paraId="09A9B460" w14:textId="77777777" w:rsidR="006E38B2" w:rsidRPr="00F22DBD" w:rsidRDefault="006E38B2" w:rsidP="00F22DBD">
      <w:pPr>
        <w:pStyle w:val="ListParagraph"/>
        <w:numPr>
          <w:ilvl w:val="0"/>
          <w:numId w:val="21"/>
        </w:numPr>
        <w:spacing w:line="276" w:lineRule="auto"/>
        <w:rPr>
          <w:rFonts w:ascii="Calibri" w:hAnsi="Calibri" w:cs="Calibri"/>
        </w:rPr>
      </w:pPr>
      <w:r w:rsidRPr="00F22DBD">
        <w:rPr>
          <w:rFonts w:ascii="Calibri" w:hAnsi="Calibri" w:cs="Calibri"/>
        </w:rPr>
        <w:t xml:space="preserve">Descrieți cel puțin un exemplu de bună practică/poveste de succes – </w:t>
      </w:r>
      <w:r w:rsidRPr="00F22DBD">
        <w:rPr>
          <w:rFonts w:ascii="Calibri" w:hAnsi="Calibri" w:cs="Calibri"/>
          <w:iCs/>
        </w:rPr>
        <w:t>maximum 1.000 de caractere.</w:t>
      </w:r>
    </w:p>
    <w:p w14:paraId="4E796BD0" w14:textId="77777777" w:rsidR="006E38B2" w:rsidRPr="00F22DBD" w:rsidRDefault="006E38B2" w:rsidP="00F22DBD">
      <w:pPr>
        <w:rPr>
          <w:rFonts w:ascii="Calibri" w:hAnsi="Calibri" w:cs="Calibri"/>
        </w:rPr>
      </w:pPr>
    </w:p>
    <w:p w14:paraId="2329F975" w14:textId="77777777" w:rsidR="006E38B2" w:rsidRPr="00F22DBD" w:rsidRDefault="006E38B2" w:rsidP="00F22DBD">
      <w:pPr>
        <w:pStyle w:val="Heading2"/>
        <w:keepLines/>
        <w:numPr>
          <w:ilvl w:val="0"/>
          <w:numId w:val="13"/>
        </w:numPr>
        <w:suppressAutoHyphens/>
        <w:spacing w:before="0" w:after="0"/>
        <w:ind w:left="284" w:hanging="283"/>
        <w:rPr>
          <w:rFonts w:ascii="Calibri" w:hAnsi="Calibri" w:cs="Calibri"/>
          <w:i w:val="0"/>
          <w:sz w:val="24"/>
          <w:szCs w:val="24"/>
        </w:rPr>
      </w:pPr>
      <w:bookmarkStart w:id="6" w:name="_Toc143703358"/>
      <w:r w:rsidRPr="00F22DBD">
        <w:rPr>
          <w:rFonts w:ascii="Calibri" w:hAnsi="Calibri" w:cs="Calibri"/>
          <w:i w:val="0"/>
          <w:sz w:val="24"/>
          <w:szCs w:val="24"/>
        </w:rPr>
        <w:t>Prezentarea echipei la nivel de parteneriat care va asigura managementul platformei de inovare deschisă</w:t>
      </w:r>
      <w:bookmarkEnd w:id="6"/>
      <w:r w:rsidRPr="00F22DBD">
        <w:rPr>
          <w:rFonts w:ascii="Calibri" w:hAnsi="Calibri" w:cs="Calibri"/>
          <w:i w:val="0"/>
          <w:sz w:val="24"/>
          <w:szCs w:val="24"/>
        </w:rPr>
        <w:t xml:space="preserve"> </w:t>
      </w:r>
    </w:p>
    <w:p w14:paraId="1C53D0C0" w14:textId="77777777" w:rsidR="006E38B2" w:rsidRPr="00F22DBD" w:rsidRDefault="006E38B2" w:rsidP="00F22DBD">
      <w:pPr>
        <w:jc w:val="both"/>
        <w:rPr>
          <w:rFonts w:ascii="Calibri" w:hAnsi="Calibri" w:cs="Calibri"/>
          <w:iCs/>
        </w:rPr>
      </w:pPr>
    </w:p>
    <w:p w14:paraId="567C2805" w14:textId="77777777" w:rsidR="006E38B2" w:rsidRPr="00F22DBD" w:rsidRDefault="006E38B2" w:rsidP="00F22DBD">
      <w:pPr>
        <w:jc w:val="both"/>
        <w:rPr>
          <w:rFonts w:ascii="Calibri" w:hAnsi="Calibri" w:cs="Calibri"/>
          <w:iCs/>
        </w:rPr>
      </w:pPr>
      <w:r w:rsidRPr="00F22DBD">
        <w:rPr>
          <w:rFonts w:ascii="Calibri" w:hAnsi="Calibri" w:cs="Calibri"/>
          <w:iCs/>
        </w:rPr>
        <w:t xml:space="preserve">Descrieți structura și componența echipei care va implementa activitățile de creare și management a platformei de inovare deschisă, atașând CV-urile persoanelor nominalizate. </w:t>
      </w:r>
    </w:p>
    <w:p w14:paraId="74183296" w14:textId="77777777" w:rsidR="006E38B2" w:rsidRPr="00F22DBD" w:rsidRDefault="006E38B2" w:rsidP="00F22DBD">
      <w:pPr>
        <w:jc w:val="both"/>
        <w:rPr>
          <w:rFonts w:ascii="Calibri" w:hAnsi="Calibri" w:cs="Calibri"/>
          <w:iCs/>
        </w:rPr>
      </w:pPr>
    </w:p>
    <w:p w14:paraId="5F599E79" w14:textId="77777777" w:rsidR="006E38B2" w:rsidRPr="00F22DBD" w:rsidRDefault="006E38B2" w:rsidP="00F22DBD">
      <w:pPr>
        <w:jc w:val="both"/>
        <w:rPr>
          <w:rFonts w:ascii="Calibri" w:hAnsi="Calibri" w:cs="Calibri"/>
          <w:iCs/>
        </w:rPr>
      </w:pPr>
      <w:r w:rsidRPr="00F22DBD">
        <w:rPr>
          <w:rFonts w:ascii="Calibri" w:hAnsi="Calibri" w:cs="Calibri"/>
          <w:iCs/>
        </w:rPr>
        <w:t xml:space="preserve">Având în vedere conținutul pachetelor de lucru și a serviciilor de animare a platformei, e necesar să asigurați cel puțin acoperirea următoarelor roluri: manager de proiect, facilitator parteneriat regional, experți pentru servicii de inovare deschisă, experți pentru  digitalizare, manager financiar etc. </w:t>
      </w:r>
    </w:p>
    <w:p w14:paraId="0C217D13" w14:textId="77777777" w:rsidR="006E38B2" w:rsidRPr="00F22DBD" w:rsidRDefault="006E38B2" w:rsidP="00F22DBD">
      <w:pPr>
        <w:jc w:val="both"/>
        <w:rPr>
          <w:rFonts w:ascii="Calibri" w:hAnsi="Calibri" w:cs="Calibri"/>
          <w:iCs/>
        </w:rPr>
      </w:pPr>
    </w:p>
    <w:p w14:paraId="7BC7F1B4" w14:textId="77777777" w:rsidR="006E38B2" w:rsidRPr="00F22DBD" w:rsidRDefault="006E38B2" w:rsidP="00F22DBD">
      <w:pPr>
        <w:jc w:val="both"/>
        <w:rPr>
          <w:rFonts w:ascii="Calibri" w:hAnsi="Calibri" w:cs="Calibri"/>
          <w:iCs/>
        </w:rPr>
      </w:pPr>
      <w:r w:rsidRPr="00F22DBD">
        <w:rPr>
          <w:rFonts w:ascii="Calibri" w:hAnsi="Calibri" w:cs="Calibri"/>
          <w:iCs/>
        </w:rPr>
        <w:t>În cazul fiecărui specialități din cadrul echipei, oferiți următoarele informații:</w:t>
      </w:r>
    </w:p>
    <w:p w14:paraId="4090823F" w14:textId="77777777" w:rsidR="006E38B2" w:rsidRPr="00F22DBD" w:rsidRDefault="006E38B2" w:rsidP="00F22DBD">
      <w:pPr>
        <w:pStyle w:val="ListParagraph"/>
        <w:numPr>
          <w:ilvl w:val="0"/>
          <w:numId w:val="22"/>
        </w:numPr>
        <w:spacing w:line="276" w:lineRule="auto"/>
        <w:jc w:val="both"/>
        <w:rPr>
          <w:rFonts w:ascii="Calibri" w:hAnsi="Calibri" w:cs="Calibri"/>
          <w:iCs/>
        </w:rPr>
      </w:pPr>
      <w:r w:rsidRPr="00F22DBD">
        <w:rPr>
          <w:rFonts w:ascii="Calibri" w:hAnsi="Calibri" w:cs="Calibri"/>
        </w:rPr>
        <w:t>Descrierea rolului</w:t>
      </w:r>
    </w:p>
    <w:p w14:paraId="02E18E78" w14:textId="77777777" w:rsidR="006E38B2" w:rsidRPr="00F22DBD" w:rsidRDefault="006E38B2" w:rsidP="00F22DBD">
      <w:pPr>
        <w:pStyle w:val="ListParagraph"/>
        <w:numPr>
          <w:ilvl w:val="0"/>
          <w:numId w:val="22"/>
        </w:numPr>
        <w:spacing w:line="276" w:lineRule="auto"/>
        <w:jc w:val="both"/>
        <w:rPr>
          <w:rFonts w:ascii="Calibri" w:hAnsi="Calibri" w:cs="Calibri"/>
          <w:iCs/>
        </w:rPr>
      </w:pPr>
      <w:r w:rsidRPr="00F22DBD">
        <w:rPr>
          <w:rFonts w:ascii="Calibri" w:hAnsi="Calibri" w:cs="Calibri"/>
        </w:rPr>
        <w:t>Relaționare cu celelalte roluri din echipă</w:t>
      </w:r>
    </w:p>
    <w:p w14:paraId="2223546F" w14:textId="77777777" w:rsidR="006E38B2" w:rsidRPr="00F22DBD" w:rsidRDefault="006E38B2" w:rsidP="00F22DBD">
      <w:pPr>
        <w:pStyle w:val="ListParagraph"/>
        <w:numPr>
          <w:ilvl w:val="0"/>
          <w:numId w:val="22"/>
        </w:numPr>
        <w:spacing w:line="276" w:lineRule="auto"/>
        <w:jc w:val="both"/>
        <w:rPr>
          <w:rFonts w:ascii="Calibri" w:hAnsi="Calibri" w:cs="Calibri"/>
          <w:iCs/>
        </w:rPr>
      </w:pPr>
      <w:r w:rsidRPr="00F22DBD">
        <w:rPr>
          <w:rFonts w:ascii="Calibri" w:hAnsi="Calibri" w:cs="Calibri"/>
        </w:rPr>
        <w:t>Rezultate așteptate din partea acestui rol</w:t>
      </w:r>
    </w:p>
    <w:p w14:paraId="406ADAB4" w14:textId="77777777" w:rsidR="006E38B2" w:rsidRPr="00F22DBD" w:rsidRDefault="006E38B2" w:rsidP="00F22DBD">
      <w:pPr>
        <w:pStyle w:val="ListParagraph"/>
        <w:numPr>
          <w:ilvl w:val="0"/>
          <w:numId w:val="22"/>
        </w:numPr>
        <w:spacing w:line="276" w:lineRule="auto"/>
        <w:jc w:val="both"/>
        <w:rPr>
          <w:rFonts w:ascii="Calibri" w:hAnsi="Calibri" w:cs="Calibri"/>
          <w:iCs/>
        </w:rPr>
      </w:pPr>
      <w:r w:rsidRPr="00F22DBD">
        <w:rPr>
          <w:rFonts w:ascii="Calibri" w:hAnsi="Calibri" w:cs="Calibri"/>
        </w:rPr>
        <w:t>Realizări anterioare</w:t>
      </w:r>
      <w:r w:rsidRPr="00F22DBD">
        <w:rPr>
          <w:rFonts w:ascii="Calibri" w:hAnsi="Calibri" w:cs="Calibri"/>
          <w:iCs/>
        </w:rPr>
        <w:t xml:space="preserve"> </w:t>
      </w:r>
      <w:r w:rsidRPr="00F22DBD">
        <w:rPr>
          <w:rFonts w:ascii="Calibri" w:hAnsi="Calibri" w:cs="Calibri"/>
        </w:rPr>
        <w:t>ale persoanei propuse pentru acest rol</w:t>
      </w:r>
    </w:p>
    <w:p w14:paraId="5E54F498" w14:textId="77777777" w:rsidR="006E38B2" w:rsidRPr="00F22DBD" w:rsidRDefault="006E38B2" w:rsidP="00F22DBD">
      <w:pPr>
        <w:jc w:val="both"/>
        <w:rPr>
          <w:rFonts w:ascii="Calibri" w:hAnsi="Calibri" w:cs="Calibri"/>
          <w:iCs/>
        </w:rPr>
      </w:pPr>
    </w:p>
    <w:p w14:paraId="7C3856D0" w14:textId="77777777" w:rsidR="006E38B2" w:rsidRPr="00F22DBD" w:rsidRDefault="006E38B2" w:rsidP="00F22DBD">
      <w:pPr>
        <w:pStyle w:val="Heading2"/>
        <w:keepLines/>
        <w:numPr>
          <w:ilvl w:val="0"/>
          <w:numId w:val="13"/>
        </w:numPr>
        <w:suppressAutoHyphens/>
        <w:spacing w:before="0" w:after="0"/>
        <w:ind w:left="284" w:hanging="284"/>
        <w:rPr>
          <w:rFonts w:ascii="Calibri" w:hAnsi="Calibri" w:cs="Calibri"/>
          <w:i w:val="0"/>
          <w:sz w:val="24"/>
          <w:szCs w:val="24"/>
        </w:rPr>
      </w:pPr>
      <w:bookmarkStart w:id="7" w:name="_Toc143703359"/>
      <w:r w:rsidRPr="00F22DBD">
        <w:rPr>
          <w:rFonts w:ascii="Calibri" w:hAnsi="Calibri" w:cs="Calibri"/>
          <w:i w:val="0"/>
          <w:sz w:val="24"/>
          <w:szCs w:val="24"/>
        </w:rPr>
        <w:t>Competențe viitoare la nivel de parteneriat, necesare pentru managementul platformei de inovare deschisă</w:t>
      </w:r>
      <w:bookmarkEnd w:id="7"/>
    </w:p>
    <w:p w14:paraId="18676379" w14:textId="77777777" w:rsidR="006E38B2" w:rsidRPr="00F22DBD" w:rsidRDefault="006E38B2" w:rsidP="00F22DBD">
      <w:pPr>
        <w:rPr>
          <w:rFonts w:ascii="Calibri" w:hAnsi="Calibri" w:cs="Calibri"/>
        </w:rPr>
      </w:pPr>
    </w:p>
    <w:p w14:paraId="515FE0D0" w14:textId="77777777" w:rsidR="006E38B2" w:rsidRPr="00F22DBD" w:rsidRDefault="006E38B2" w:rsidP="00F22DBD">
      <w:pPr>
        <w:jc w:val="both"/>
        <w:rPr>
          <w:rFonts w:ascii="Calibri" w:hAnsi="Calibri" w:cs="Calibri"/>
          <w:iCs/>
        </w:rPr>
      </w:pPr>
      <w:r w:rsidRPr="00F22DBD">
        <w:rPr>
          <w:rFonts w:ascii="Calibri" w:hAnsi="Calibri" w:cs="Calibri"/>
          <w:iCs/>
        </w:rPr>
        <w:t>În vederea implementării planului operațional, precizați care sunt competențele care trebuie dezvoltate sau completate la nivel de parteneriat:</w:t>
      </w:r>
    </w:p>
    <w:p w14:paraId="66406CD1" w14:textId="77777777" w:rsidR="006E38B2" w:rsidRPr="00F22DBD" w:rsidRDefault="006E38B2" w:rsidP="00F22DBD">
      <w:pPr>
        <w:numPr>
          <w:ilvl w:val="0"/>
          <w:numId w:val="10"/>
        </w:numPr>
        <w:suppressAutoHyphens/>
        <w:jc w:val="both"/>
        <w:rPr>
          <w:rFonts w:ascii="Calibri" w:hAnsi="Calibri" w:cs="Calibri"/>
        </w:rPr>
      </w:pPr>
      <w:r w:rsidRPr="00F22DBD">
        <w:rPr>
          <w:rFonts w:ascii="Calibri" w:hAnsi="Calibri" w:cs="Calibri"/>
        </w:rPr>
        <w:t>tehnologice (e.g., management platforme web, cunoștințe referitoare la digitalizarea în industrie…)</w:t>
      </w:r>
    </w:p>
    <w:p w14:paraId="509B8549" w14:textId="77777777" w:rsidR="006E38B2" w:rsidRPr="00F22DBD" w:rsidRDefault="006E38B2" w:rsidP="00F22DBD">
      <w:pPr>
        <w:numPr>
          <w:ilvl w:val="0"/>
          <w:numId w:val="10"/>
        </w:numPr>
        <w:suppressAutoHyphens/>
        <w:jc w:val="both"/>
        <w:rPr>
          <w:rFonts w:ascii="Calibri" w:hAnsi="Calibri" w:cs="Calibri"/>
        </w:rPr>
      </w:pPr>
      <w:r w:rsidRPr="00F22DBD">
        <w:rPr>
          <w:rFonts w:ascii="Calibri" w:hAnsi="Calibri" w:cs="Calibri"/>
        </w:rPr>
        <w:t>de afaceri (e.g., cunoașterea pieței, proprietate intelectuală...)</w:t>
      </w:r>
    </w:p>
    <w:p w14:paraId="795528EB" w14:textId="77777777" w:rsidR="006E38B2" w:rsidRPr="00F22DBD" w:rsidRDefault="006E38B2" w:rsidP="00F22DBD">
      <w:pPr>
        <w:numPr>
          <w:ilvl w:val="0"/>
          <w:numId w:val="10"/>
        </w:numPr>
        <w:suppressAutoHyphens/>
        <w:jc w:val="both"/>
        <w:rPr>
          <w:rFonts w:ascii="Calibri" w:hAnsi="Calibri" w:cs="Calibri"/>
        </w:rPr>
      </w:pPr>
      <w:r w:rsidRPr="00F22DBD">
        <w:rPr>
          <w:rFonts w:ascii="Calibri" w:hAnsi="Calibri" w:cs="Calibri"/>
        </w:rPr>
        <w:t>de management (e.g., managementul inovării, management financiar…)</w:t>
      </w:r>
    </w:p>
    <w:p w14:paraId="530FB2AF" w14:textId="77777777" w:rsidR="006E38B2" w:rsidRPr="00F22DBD" w:rsidRDefault="006E38B2" w:rsidP="00F22DBD">
      <w:pPr>
        <w:jc w:val="both"/>
        <w:rPr>
          <w:rFonts w:ascii="Calibri" w:hAnsi="Calibri" w:cs="Calibri"/>
        </w:rPr>
      </w:pPr>
    </w:p>
    <w:p w14:paraId="1C46D265" w14:textId="77777777" w:rsidR="006E38B2" w:rsidRPr="00F22DBD" w:rsidRDefault="006E38B2" w:rsidP="00F22DBD">
      <w:pPr>
        <w:jc w:val="both"/>
        <w:rPr>
          <w:rFonts w:ascii="Calibri" w:hAnsi="Calibri" w:cs="Calibri"/>
          <w:iCs/>
        </w:rPr>
      </w:pPr>
      <w:r w:rsidRPr="00F22DBD">
        <w:rPr>
          <w:rFonts w:ascii="Calibri" w:hAnsi="Calibri" w:cs="Calibri"/>
          <w:iCs/>
        </w:rPr>
        <w:t>De asemenea, explicați cum vor fi dobândite aceste noi competențe (e.g., training, recrutare, subcontractare experți externi etc.).</w:t>
      </w:r>
    </w:p>
    <w:p w14:paraId="640238F7" w14:textId="77777777" w:rsidR="006E38B2" w:rsidRPr="00F22DBD" w:rsidRDefault="006E38B2" w:rsidP="00F22DBD">
      <w:pPr>
        <w:spacing w:line="259" w:lineRule="auto"/>
        <w:rPr>
          <w:rFonts w:ascii="Calibri" w:hAnsi="Calibri" w:cs="Calibri"/>
          <w:iCs/>
        </w:rPr>
      </w:pPr>
    </w:p>
    <w:p w14:paraId="4450587C" w14:textId="77777777" w:rsidR="006E38B2" w:rsidRPr="00F22DBD" w:rsidRDefault="006E38B2" w:rsidP="00F22DBD">
      <w:pPr>
        <w:spacing w:line="259" w:lineRule="auto"/>
        <w:rPr>
          <w:rFonts w:ascii="Calibri" w:hAnsi="Calibri" w:cs="Calibri"/>
          <w:iCs/>
        </w:rPr>
      </w:pPr>
    </w:p>
    <w:p w14:paraId="595F7772" w14:textId="77777777" w:rsidR="006E38B2" w:rsidRPr="00F22DBD" w:rsidRDefault="006E38B2" w:rsidP="00F22DBD">
      <w:pPr>
        <w:spacing w:line="259" w:lineRule="auto"/>
        <w:rPr>
          <w:rFonts w:ascii="Calibri" w:hAnsi="Calibri" w:cs="Calibri"/>
          <w:iCs/>
        </w:rPr>
      </w:pPr>
      <w:r w:rsidRPr="00F22DBD">
        <w:rPr>
          <w:rFonts w:ascii="Calibri" w:hAnsi="Calibri" w:cs="Calibri"/>
          <w:iCs/>
        </w:rPr>
        <w:br w:type="page"/>
      </w:r>
    </w:p>
    <w:p w14:paraId="3E76278E" w14:textId="77777777" w:rsidR="006E38B2" w:rsidRPr="00F137D4" w:rsidRDefault="006E38B2" w:rsidP="00F22DBD">
      <w:pPr>
        <w:pStyle w:val="Heading1"/>
        <w:spacing w:before="0" w:after="0"/>
        <w:rPr>
          <w:rFonts w:ascii="Calibri" w:hAnsi="Calibri" w:cs="Calibri"/>
          <w:sz w:val="28"/>
          <w:szCs w:val="28"/>
        </w:rPr>
      </w:pPr>
      <w:bookmarkStart w:id="8" w:name="_Toc143703360"/>
      <w:r w:rsidRPr="00F137D4">
        <w:rPr>
          <w:rFonts w:ascii="Calibri" w:hAnsi="Calibri" w:cs="Calibri"/>
          <w:sz w:val="28"/>
          <w:szCs w:val="28"/>
        </w:rPr>
        <w:lastRenderedPageBreak/>
        <w:t>SECȚIUNEA 2 – POZIȚIONAREA STRATEGICĂ A PLATFORMEI DE INOVARE DESCHISĂ PENTRU REGIUNEA CENTRU</w:t>
      </w:r>
      <w:bookmarkEnd w:id="8"/>
      <w:r w:rsidRPr="00F137D4">
        <w:rPr>
          <w:rFonts w:ascii="Calibri" w:hAnsi="Calibri" w:cs="Calibri"/>
          <w:sz w:val="28"/>
          <w:szCs w:val="28"/>
        </w:rPr>
        <w:t xml:space="preserve"> </w:t>
      </w:r>
    </w:p>
    <w:p w14:paraId="55D855F1" w14:textId="77777777" w:rsidR="006E38B2" w:rsidRPr="00F22DBD" w:rsidRDefault="006E38B2" w:rsidP="00F22DBD">
      <w:pPr>
        <w:jc w:val="both"/>
        <w:rPr>
          <w:rFonts w:ascii="Calibri" w:hAnsi="Calibri" w:cs="Calibri"/>
          <w:iCs/>
        </w:rPr>
      </w:pPr>
    </w:p>
    <w:p w14:paraId="6765D2D8" w14:textId="77777777" w:rsidR="006E38B2" w:rsidRPr="00F22DBD" w:rsidRDefault="006E38B2" w:rsidP="00F22DBD">
      <w:pPr>
        <w:pStyle w:val="Heading2"/>
        <w:keepLines/>
        <w:numPr>
          <w:ilvl w:val="0"/>
          <w:numId w:val="15"/>
        </w:numPr>
        <w:suppressAutoHyphens/>
        <w:spacing w:before="0" w:after="0"/>
        <w:ind w:left="284" w:hanging="284"/>
        <w:rPr>
          <w:rFonts w:ascii="Calibri" w:hAnsi="Calibri" w:cs="Calibri"/>
          <w:i w:val="0"/>
          <w:sz w:val="24"/>
          <w:szCs w:val="24"/>
        </w:rPr>
      </w:pPr>
      <w:bookmarkStart w:id="9" w:name="_Toc143703361"/>
      <w:r w:rsidRPr="00F22DBD">
        <w:rPr>
          <w:rFonts w:ascii="Calibri" w:hAnsi="Calibri" w:cs="Calibri"/>
          <w:i w:val="0"/>
          <w:sz w:val="24"/>
          <w:szCs w:val="24"/>
        </w:rPr>
        <w:t>Viziunea și obiectivele platformei de inovare deschisă pentru Regiunea Centru</w:t>
      </w:r>
      <w:bookmarkEnd w:id="9"/>
    </w:p>
    <w:p w14:paraId="48568F92" w14:textId="77777777" w:rsidR="006E38B2" w:rsidRPr="00F22DBD" w:rsidRDefault="006E38B2" w:rsidP="00F22DBD">
      <w:pPr>
        <w:rPr>
          <w:rFonts w:ascii="Calibri" w:hAnsi="Calibri" w:cs="Calibri"/>
        </w:rPr>
      </w:pPr>
    </w:p>
    <w:p w14:paraId="3BCEAB7B" w14:textId="77777777" w:rsidR="006E38B2" w:rsidRPr="00F22DBD" w:rsidRDefault="006E38B2" w:rsidP="00F22DBD">
      <w:pPr>
        <w:rPr>
          <w:rFonts w:ascii="Calibri" w:hAnsi="Calibri" w:cs="Calibri"/>
          <w:bCs/>
          <w:iCs/>
          <w14:textOutline w14:w="0" w14:cap="flat" w14:cmpd="sng" w14:algn="ctr">
            <w14:noFill/>
            <w14:prstDash w14:val="solid"/>
            <w14:round/>
          </w14:textOutline>
          <w14:props3d w14:extrusionH="57150" w14:contourW="0" w14:prstMaterial="softEdge">
            <w14:bevelT w14:w="25400" w14:h="38100" w14:prst="circle"/>
          </w14:props3d>
        </w:rPr>
      </w:pPr>
      <w:r w:rsidRPr="00F22DBD">
        <w:rPr>
          <w:rFonts w:ascii="Calibri" w:hAnsi="Calibri" w:cs="Calibri"/>
          <w:iCs/>
        </w:rPr>
        <w:t xml:space="preserve">Din perspectiva prezentului apel, viziunea platformei de inovare deschisă constă în </w:t>
      </w:r>
      <w:r w:rsidRPr="00F22DBD">
        <w:rPr>
          <w:rFonts w:ascii="Calibri" w:hAnsi="Calibri" w:cs="Calibri"/>
          <w:b/>
          <w:iCs/>
          <w14:textOutline w14:w="0" w14:cap="flat" w14:cmpd="sng" w14:algn="ctr">
            <w14:noFill/>
            <w14:prstDash w14:val="solid"/>
            <w14:round/>
          </w14:textOutline>
          <w14:props3d w14:extrusionH="57150" w14:contourW="0" w14:prstMaterial="softEdge">
            <w14:bevelT w14:w="25400" w14:h="38100" w14:prst="circle"/>
          </w14:props3d>
        </w:rPr>
        <w:t xml:space="preserve">creșterea performanței în inovare a Regiunii Centru, prin crearea și animarea unei rețele de valoare la nivel regional. </w:t>
      </w:r>
      <w:r w:rsidRPr="00F22DBD">
        <w:rPr>
          <w:rFonts w:ascii="Calibri" w:hAnsi="Calibri" w:cs="Calibri"/>
          <w:bCs/>
          <w:iCs/>
          <w14:textOutline w14:w="0" w14:cap="flat" w14:cmpd="sng" w14:algn="ctr">
            <w14:noFill/>
            <w14:prstDash w14:val="solid"/>
            <w14:round/>
          </w14:textOutline>
          <w14:props3d w14:extrusionH="57150" w14:contourW="0" w14:prstMaterial="softEdge">
            <w14:bevelT w14:w="25400" w14:h="38100" w14:prst="circle"/>
          </w14:props3d>
        </w:rPr>
        <w:t>De asemenea, obiectivele demersului de generare și gestionare a platformei includ:</w:t>
      </w:r>
    </w:p>
    <w:p w14:paraId="0295668D" w14:textId="77777777" w:rsidR="006E38B2" w:rsidRPr="00F22DBD" w:rsidRDefault="006E38B2" w:rsidP="00F22DBD">
      <w:pPr>
        <w:pStyle w:val="ListParagraph"/>
        <w:numPr>
          <w:ilvl w:val="0"/>
          <w:numId w:val="32"/>
        </w:numPr>
        <w:ind w:left="567"/>
        <w:rPr>
          <w:rFonts w:ascii="Calibri" w:hAnsi="Calibri" w:cs="Calibri"/>
          <w:bCs/>
          <w:iCs/>
        </w:rPr>
      </w:pPr>
      <w:r w:rsidRPr="00F22DBD">
        <w:rPr>
          <w:rFonts w:ascii="Calibri" w:hAnsi="Calibri" w:cs="Calibri"/>
          <w:bCs/>
          <w:iCs/>
        </w:rPr>
        <w:t xml:space="preserve">Atragerea actorilor regionali preocupați de inovare în cadrul unui parteneriat consecvent, cu efecte </w:t>
      </w:r>
      <w:proofErr w:type="spellStart"/>
      <w:r w:rsidRPr="00F22DBD">
        <w:rPr>
          <w:rFonts w:ascii="Calibri" w:hAnsi="Calibri" w:cs="Calibri"/>
          <w:bCs/>
          <w:iCs/>
        </w:rPr>
        <w:t>win-win</w:t>
      </w:r>
      <w:proofErr w:type="spellEnd"/>
      <w:r w:rsidRPr="00F22DBD">
        <w:rPr>
          <w:rFonts w:ascii="Calibri" w:hAnsi="Calibri" w:cs="Calibri"/>
          <w:bCs/>
          <w:iCs/>
        </w:rPr>
        <w:t xml:space="preserve"> pentru toate părțile implicate;</w:t>
      </w:r>
    </w:p>
    <w:p w14:paraId="388BF309" w14:textId="77777777" w:rsidR="006E38B2" w:rsidRPr="00F22DBD" w:rsidRDefault="006E38B2" w:rsidP="00F22DBD">
      <w:pPr>
        <w:pStyle w:val="ListParagraph"/>
        <w:numPr>
          <w:ilvl w:val="0"/>
          <w:numId w:val="32"/>
        </w:numPr>
        <w:ind w:left="567"/>
        <w:rPr>
          <w:rFonts w:ascii="Calibri" w:hAnsi="Calibri" w:cs="Calibri"/>
          <w:bCs/>
          <w:iCs/>
        </w:rPr>
      </w:pPr>
      <w:r w:rsidRPr="00F22DBD">
        <w:rPr>
          <w:rFonts w:ascii="Calibri" w:hAnsi="Calibri" w:cs="Calibri"/>
          <w:bCs/>
          <w:iCs/>
        </w:rPr>
        <w:t xml:space="preserve">Inițierea și întreținerea unui mecanism de colaborare transparent, </w:t>
      </w:r>
      <w:proofErr w:type="spellStart"/>
      <w:r w:rsidRPr="00F22DBD">
        <w:rPr>
          <w:rFonts w:ascii="Calibri" w:hAnsi="Calibri" w:cs="Calibri"/>
          <w:bCs/>
          <w:iCs/>
        </w:rPr>
        <w:t>predictil</w:t>
      </w:r>
      <w:proofErr w:type="spellEnd"/>
      <w:r w:rsidRPr="00F22DBD">
        <w:rPr>
          <w:rFonts w:ascii="Calibri" w:hAnsi="Calibri" w:cs="Calibri"/>
          <w:bCs/>
          <w:iCs/>
        </w:rPr>
        <w:t xml:space="preserve"> și măsurabil de generare și adopție a inovării la nivel regional</w:t>
      </w:r>
    </w:p>
    <w:p w14:paraId="6BF76282" w14:textId="77777777" w:rsidR="006E38B2" w:rsidRPr="00F22DBD" w:rsidRDefault="006E38B2" w:rsidP="00F22DBD">
      <w:pPr>
        <w:pStyle w:val="ListParagraph"/>
        <w:numPr>
          <w:ilvl w:val="0"/>
          <w:numId w:val="32"/>
        </w:numPr>
        <w:ind w:left="567"/>
        <w:rPr>
          <w:rFonts w:ascii="Calibri" w:hAnsi="Calibri" w:cs="Calibri"/>
          <w:bCs/>
          <w:iCs/>
        </w:rPr>
      </w:pPr>
      <w:r w:rsidRPr="00F22DBD">
        <w:rPr>
          <w:rFonts w:ascii="Calibri" w:hAnsi="Calibri" w:cs="Calibri"/>
          <w:bCs/>
          <w:iCs/>
        </w:rPr>
        <w:t>Creșterea volumului (produse, servicii și procese de inovare), a intensității (radical și incremental) și a performanței din inovare (cheltuieli și venituri din inovare) în sectoarele de specializare inteligentă ale Regiunii Centru</w:t>
      </w:r>
    </w:p>
    <w:p w14:paraId="0C8AF596" w14:textId="77777777" w:rsidR="006E38B2" w:rsidRPr="00F22DBD" w:rsidRDefault="006E38B2" w:rsidP="00F22DBD">
      <w:pPr>
        <w:pStyle w:val="ListParagraph"/>
        <w:numPr>
          <w:ilvl w:val="0"/>
          <w:numId w:val="32"/>
        </w:numPr>
        <w:ind w:left="567"/>
        <w:rPr>
          <w:rFonts w:ascii="Calibri" w:hAnsi="Calibri" w:cs="Calibri"/>
          <w:bCs/>
          <w:iCs/>
        </w:rPr>
      </w:pPr>
      <w:r w:rsidRPr="00F22DBD">
        <w:rPr>
          <w:rFonts w:ascii="Calibri" w:hAnsi="Calibri" w:cs="Calibri"/>
          <w:bCs/>
          <w:iCs/>
        </w:rPr>
        <w:t>Accelerarea transferului către piață a rezultatelor inovării generate la nivel regional</w:t>
      </w:r>
    </w:p>
    <w:p w14:paraId="49FC45BF" w14:textId="77777777" w:rsidR="006E38B2" w:rsidRPr="00F22DBD" w:rsidRDefault="006E38B2" w:rsidP="00F22DBD">
      <w:pPr>
        <w:pStyle w:val="ListParagraph"/>
        <w:numPr>
          <w:ilvl w:val="0"/>
          <w:numId w:val="32"/>
        </w:numPr>
        <w:ind w:left="567"/>
        <w:rPr>
          <w:rFonts w:ascii="Calibri" w:hAnsi="Calibri" w:cs="Calibri"/>
          <w:b/>
          <w:bCs/>
          <w:iCs/>
        </w:rPr>
      </w:pPr>
      <w:r w:rsidRPr="00F22DBD">
        <w:rPr>
          <w:rFonts w:ascii="Calibri" w:hAnsi="Calibri" w:cs="Calibri"/>
          <w:bCs/>
          <w:iCs/>
        </w:rPr>
        <w:t>Stimularea conturării unei piețe regionale de inovare, bazate pe o masă critică de cerere și ofertă de inovare</w:t>
      </w:r>
      <w:r w:rsidRPr="00F22DBD">
        <w:rPr>
          <w:rFonts w:ascii="Calibri" w:hAnsi="Calibri" w:cs="Calibri"/>
          <w:b/>
          <w:bCs/>
          <w:iCs/>
        </w:rPr>
        <w:t>.</w:t>
      </w:r>
    </w:p>
    <w:p w14:paraId="6E0C8A73" w14:textId="77777777" w:rsidR="006E38B2" w:rsidRPr="00F22DBD" w:rsidRDefault="006E38B2" w:rsidP="00F22DBD">
      <w:pPr>
        <w:rPr>
          <w:rFonts w:ascii="Calibri" w:hAnsi="Calibri" w:cs="Calibri"/>
          <w:bCs/>
          <w:iCs/>
          <w14:textOutline w14:w="0" w14:cap="flat" w14:cmpd="sng" w14:algn="ctr">
            <w14:noFill/>
            <w14:prstDash w14:val="solid"/>
            <w14:round/>
          </w14:textOutline>
          <w14:props3d w14:extrusionH="57150" w14:contourW="0" w14:prstMaterial="softEdge">
            <w14:bevelT w14:w="25400" w14:h="38100" w14:prst="circle"/>
          </w14:props3d>
        </w:rPr>
      </w:pPr>
    </w:p>
    <w:p w14:paraId="7228445A" w14:textId="77777777" w:rsidR="006E38B2" w:rsidRPr="00F22DBD" w:rsidRDefault="006E38B2" w:rsidP="00F22DBD">
      <w:pPr>
        <w:rPr>
          <w:rFonts w:ascii="Calibri" w:hAnsi="Calibri" w:cs="Calibri"/>
          <w:bCs/>
          <w:iCs/>
          <w14:textOutline w14:w="0" w14:cap="flat" w14:cmpd="sng" w14:algn="ctr">
            <w14:noFill/>
            <w14:prstDash w14:val="solid"/>
            <w14:round/>
          </w14:textOutline>
          <w14:props3d w14:extrusionH="57150" w14:contourW="0" w14:prstMaterial="softEdge">
            <w14:bevelT w14:w="25400" w14:h="38100" w14:prst="circle"/>
          </w14:props3d>
        </w:rPr>
      </w:pPr>
      <w:r w:rsidRPr="00F22DBD">
        <w:rPr>
          <w:rFonts w:ascii="Calibri" w:hAnsi="Calibri" w:cs="Calibri"/>
          <w:bCs/>
          <w:iCs/>
          <w14:textOutline w14:w="0" w14:cap="flat" w14:cmpd="sng" w14:algn="ctr">
            <w14:noFill/>
            <w14:prstDash w14:val="solid"/>
            <w14:round/>
          </w14:textOutline>
          <w14:props3d w14:extrusionH="57150" w14:contourW="0" w14:prstMaterial="softEdge">
            <w14:bevelT w14:w="25400" w14:h="38100" w14:prst="circle"/>
          </w14:props3d>
        </w:rPr>
        <w:t xml:space="preserve">În acest context descrieți, în mod concret și direct, abordarea proprie a consorțiului, în relație cu viziunea și cu fiecare dintre obiectivele sus-menționate. </w:t>
      </w:r>
    </w:p>
    <w:p w14:paraId="0DD3242A" w14:textId="77777777" w:rsidR="006E38B2" w:rsidRPr="00F22DBD" w:rsidRDefault="006E38B2" w:rsidP="00F22DBD">
      <w:pPr>
        <w:rPr>
          <w:rFonts w:ascii="Calibri" w:hAnsi="Calibri" w:cs="Calibri"/>
        </w:rPr>
      </w:pPr>
    </w:p>
    <w:p w14:paraId="5A9A4DEB" w14:textId="77777777" w:rsidR="006E38B2" w:rsidRPr="00F22DBD" w:rsidRDefault="006E38B2" w:rsidP="00F22DBD">
      <w:pPr>
        <w:pStyle w:val="Heading2"/>
        <w:keepLines/>
        <w:numPr>
          <w:ilvl w:val="0"/>
          <w:numId w:val="15"/>
        </w:numPr>
        <w:suppressAutoHyphens/>
        <w:spacing w:before="0" w:after="0"/>
        <w:ind w:left="284" w:hanging="284"/>
        <w:rPr>
          <w:rFonts w:ascii="Calibri" w:hAnsi="Calibri" w:cs="Calibri"/>
          <w:i w:val="0"/>
          <w:sz w:val="24"/>
          <w:szCs w:val="24"/>
        </w:rPr>
      </w:pPr>
      <w:bookmarkStart w:id="10" w:name="_Toc143703362"/>
      <w:r w:rsidRPr="00F22DBD">
        <w:rPr>
          <w:rFonts w:ascii="Calibri" w:hAnsi="Calibri" w:cs="Calibri"/>
          <w:i w:val="0"/>
          <w:sz w:val="24"/>
          <w:szCs w:val="24"/>
        </w:rPr>
        <w:t>Acțiuni și instrumente de valorificare, în practică, a ipotezelor inițiale referitoare la platforma de inovare deschisă a Regiunii Centru</w:t>
      </w:r>
      <w:bookmarkEnd w:id="10"/>
    </w:p>
    <w:p w14:paraId="6CAC0783" w14:textId="77777777" w:rsidR="006E38B2" w:rsidRPr="00F22DBD" w:rsidRDefault="006E38B2" w:rsidP="00F22DBD">
      <w:pPr>
        <w:rPr>
          <w:rFonts w:ascii="Calibri" w:hAnsi="Calibri" w:cs="Calibri"/>
        </w:rPr>
      </w:pPr>
    </w:p>
    <w:p w14:paraId="1EA90FF2" w14:textId="77777777" w:rsidR="006E38B2" w:rsidRPr="00F22DBD" w:rsidRDefault="006E38B2" w:rsidP="00F22DBD">
      <w:pPr>
        <w:rPr>
          <w:rFonts w:ascii="Calibri" w:hAnsi="Calibri" w:cs="Calibri"/>
          <w:iCs/>
        </w:rPr>
      </w:pPr>
      <w:r w:rsidRPr="00F22DBD">
        <w:rPr>
          <w:rFonts w:ascii="Calibri" w:hAnsi="Calibri" w:cs="Calibri"/>
          <w:iCs/>
        </w:rPr>
        <w:t>Din perspectiva prezentului apel, există 6 ipoteze pre-stabilite pentru crearea platformei de inovare deschisă, după cum urmează:</w:t>
      </w:r>
    </w:p>
    <w:p w14:paraId="56D58B5B" w14:textId="77777777" w:rsidR="006E38B2" w:rsidRPr="00F22DBD" w:rsidRDefault="006E38B2" w:rsidP="00F22DBD">
      <w:pPr>
        <w:pStyle w:val="ListParagraph"/>
        <w:numPr>
          <w:ilvl w:val="1"/>
          <w:numId w:val="24"/>
        </w:numPr>
        <w:spacing w:line="259" w:lineRule="auto"/>
        <w:ind w:left="709"/>
        <w:rPr>
          <w:rFonts w:ascii="Calibri" w:hAnsi="Calibri" w:cs="Calibri"/>
          <w:bCs/>
          <w:iCs/>
        </w:rPr>
      </w:pPr>
      <w:r w:rsidRPr="00F22DBD">
        <w:rPr>
          <w:rFonts w:ascii="Calibri" w:hAnsi="Calibri" w:cs="Calibri"/>
          <w:bCs/>
          <w:iCs/>
        </w:rPr>
        <w:t>Regiunea Centru este pregătită pentru un astfel de serviciu sistematic și structurat de intermediere între cererea și oferta de inovare</w:t>
      </w:r>
    </w:p>
    <w:p w14:paraId="59501718" w14:textId="77777777" w:rsidR="006E38B2" w:rsidRPr="00F22DBD" w:rsidRDefault="006E38B2" w:rsidP="00F22DBD">
      <w:pPr>
        <w:pStyle w:val="ListParagraph"/>
        <w:numPr>
          <w:ilvl w:val="1"/>
          <w:numId w:val="24"/>
        </w:numPr>
        <w:spacing w:line="259" w:lineRule="auto"/>
        <w:ind w:left="709"/>
        <w:rPr>
          <w:rFonts w:ascii="Calibri" w:hAnsi="Calibri" w:cs="Calibri"/>
          <w:bCs/>
          <w:iCs/>
        </w:rPr>
      </w:pPr>
      <w:r w:rsidRPr="00F22DBD">
        <w:rPr>
          <w:rFonts w:ascii="Calibri" w:hAnsi="Calibri" w:cs="Calibri"/>
          <w:bCs/>
          <w:iCs/>
        </w:rPr>
        <w:t>Actorii relevanți vor deveni părți active în proces, încă din primii ani de implementare a rețelei regionale de valoare</w:t>
      </w:r>
    </w:p>
    <w:p w14:paraId="7092E947" w14:textId="77777777" w:rsidR="006E38B2" w:rsidRPr="00F22DBD" w:rsidRDefault="006E38B2" w:rsidP="00F22DBD">
      <w:pPr>
        <w:pStyle w:val="ListParagraph"/>
        <w:numPr>
          <w:ilvl w:val="1"/>
          <w:numId w:val="24"/>
        </w:numPr>
        <w:spacing w:line="259" w:lineRule="auto"/>
        <w:ind w:left="709"/>
        <w:rPr>
          <w:rFonts w:ascii="Calibri" w:hAnsi="Calibri" w:cs="Calibri"/>
          <w:bCs/>
          <w:iCs/>
        </w:rPr>
      </w:pPr>
      <w:r w:rsidRPr="00F22DBD">
        <w:rPr>
          <w:rFonts w:ascii="Calibri" w:hAnsi="Calibri" w:cs="Calibri"/>
          <w:bCs/>
          <w:iCs/>
        </w:rPr>
        <w:t>Există cerere (IMM, corporații, administrație publică etc.) la nivel regional care să utilizeze serviciile platformei de inovare deschisă</w:t>
      </w:r>
    </w:p>
    <w:p w14:paraId="4F0C48C5" w14:textId="77777777" w:rsidR="006E38B2" w:rsidRPr="00F22DBD" w:rsidRDefault="006E38B2" w:rsidP="00F22DBD">
      <w:pPr>
        <w:pStyle w:val="ListParagraph"/>
        <w:numPr>
          <w:ilvl w:val="1"/>
          <w:numId w:val="24"/>
        </w:numPr>
        <w:spacing w:line="259" w:lineRule="auto"/>
        <w:ind w:left="709"/>
        <w:rPr>
          <w:rFonts w:ascii="Calibri" w:hAnsi="Calibri" w:cs="Calibri"/>
          <w:bCs/>
          <w:iCs/>
        </w:rPr>
      </w:pPr>
      <w:r w:rsidRPr="00F22DBD">
        <w:rPr>
          <w:rFonts w:ascii="Calibri" w:hAnsi="Calibri" w:cs="Calibri"/>
          <w:bCs/>
          <w:iCs/>
        </w:rPr>
        <w:t>Există ofertanți de inovare cu specializări diverse în inovare, care să răspundă la nevoi sau să ofere produse / servicii / procese de inovare proprii</w:t>
      </w:r>
    </w:p>
    <w:p w14:paraId="255090B3" w14:textId="77777777" w:rsidR="006E38B2" w:rsidRPr="00F22DBD" w:rsidRDefault="006E38B2" w:rsidP="00F22DBD">
      <w:pPr>
        <w:pStyle w:val="ListParagraph"/>
        <w:numPr>
          <w:ilvl w:val="1"/>
          <w:numId w:val="24"/>
        </w:numPr>
        <w:spacing w:line="259" w:lineRule="auto"/>
        <w:ind w:left="709"/>
        <w:rPr>
          <w:rFonts w:ascii="Calibri" w:hAnsi="Calibri" w:cs="Calibri"/>
          <w:bCs/>
          <w:iCs/>
        </w:rPr>
      </w:pPr>
      <w:r w:rsidRPr="00F22DBD">
        <w:rPr>
          <w:rFonts w:ascii="Calibri" w:hAnsi="Calibri" w:cs="Calibri"/>
          <w:bCs/>
          <w:iCs/>
        </w:rPr>
        <w:t>Va exista un impact real și măsurabil la nivelul sectoarelor S3 ale Regiunii Centru, în perioada de programare curentă.</w:t>
      </w:r>
    </w:p>
    <w:p w14:paraId="1ECBE26B" w14:textId="77777777" w:rsidR="006E38B2" w:rsidRPr="00F22DBD" w:rsidRDefault="006E38B2" w:rsidP="00F22DBD">
      <w:pPr>
        <w:pStyle w:val="ListParagraph"/>
        <w:numPr>
          <w:ilvl w:val="1"/>
          <w:numId w:val="24"/>
        </w:numPr>
        <w:spacing w:line="259" w:lineRule="auto"/>
        <w:ind w:left="709"/>
        <w:rPr>
          <w:rFonts w:ascii="Calibri" w:hAnsi="Calibri" w:cs="Calibri"/>
          <w:b/>
          <w:bCs/>
          <w:iCs/>
        </w:rPr>
      </w:pPr>
      <w:r w:rsidRPr="00F22DBD">
        <w:rPr>
          <w:rFonts w:ascii="Calibri" w:hAnsi="Calibri" w:cs="Calibri"/>
          <w:bCs/>
          <w:iCs/>
        </w:rPr>
        <w:t>Există posibilitatea ca, în primii 2-3 ani de funcționare, cel puțin un membru al fiecărui proces de inovare deschisă declanșat (cel care lansează provocarea sau cel care</w:t>
      </w:r>
      <w:r w:rsidRPr="00F22DBD">
        <w:rPr>
          <w:rFonts w:ascii="Calibri" w:hAnsi="Calibri" w:cs="Calibri"/>
          <w:b/>
          <w:bCs/>
          <w:iCs/>
        </w:rPr>
        <w:t xml:space="preserve"> furnizează soluția) să fie localizat în Regiune.</w:t>
      </w:r>
    </w:p>
    <w:p w14:paraId="0EB9EFFA" w14:textId="77777777" w:rsidR="006E38B2" w:rsidRPr="00F22DBD" w:rsidRDefault="006E38B2" w:rsidP="00F22DBD">
      <w:pPr>
        <w:spacing w:line="259" w:lineRule="auto"/>
        <w:rPr>
          <w:rFonts w:ascii="Calibri" w:hAnsi="Calibri" w:cs="Calibri"/>
          <w:iCs/>
        </w:rPr>
      </w:pPr>
      <w:r w:rsidRPr="00F22DBD">
        <w:rPr>
          <w:rFonts w:ascii="Calibri" w:hAnsi="Calibri" w:cs="Calibri"/>
          <w:iCs/>
        </w:rPr>
        <w:t>În acest context descrieți modalitatea practică prin care consorțiul va potența și valorifica aceste ipoteze, referindu-vă la fiecare ipoteză în parte.</w:t>
      </w:r>
    </w:p>
    <w:p w14:paraId="0E37F9C7" w14:textId="77777777" w:rsidR="006E38B2" w:rsidRPr="00F22DBD" w:rsidRDefault="006E38B2" w:rsidP="00F22DBD">
      <w:pPr>
        <w:rPr>
          <w:rFonts w:ascii="Calibri" w:hAnsi="Calibri" w:cs="Calibri"/>
        </w:rPr>
      </w:pPr>
    </w:p>
    <w:p w14:paraId="1476045D" w14:textId="77777777" w:rsidR="006E38B2" w:rsidRPr="00F22DBD" w:rsidRDefault="006E38B2" w:rsidP="00F22DBD">
      <w:pPr>
        <w:pStyle w:val="Heading2"/>
        <w:keepLines/>
        <w:numPr>
          <w:ilvl w:val="0"/>
          <w:numId w:val="15"/>
        </w:numPr>
        <w:suppressAutoHyphens/>
        <w:spacing w:before="0" w:after="0"/>
        <w:ind w:left="284" w:hanging="284"/>
        <w:rPr>
          <w:rFonts w:ascii="Calibri" w:hAnsi="Calibri" w:cs="Calibri"/>
          <w:i w:val="0"/>
          <w:sz w:val="24"/>
          <w:szCs w:val="24"/>
        </w:rPr>
      </w:pPr>
      <w:bookmarkStart w:id="11" w:name="_Toc143703363"/>
      <w:r w:rsidRPr="00F22DBD">
        <w:rPr>
          <w:rFonts w:ascii="Calibri" w:hAnsi="Calibri" w:cs="Calibri"/>
          <w:i w:val="0"/>
          <w:sz w:val="24"/>
          <w:szCs w:val="24"/>
        </w:rPr>
        <w:t>Portofoliul de servicii care vor fi dezvoltate cu scopul de a anima platforma de inovare deschisă</w:t>
      </w:r>
      <w:bookmarkEnd w:id="11"/>
    </w:p>
    <w:p w14:paraId="0E9218B0" w14:textId="77777777" w:rsidR="006E38B2" w:rsidRPr="00F22DBD" w:rsidRDefault="006E38B2" w:rsidP="00F22DBD">
      <w:pPr>
        <w:pStyle w:val="Heading2"/>
        <w:spacing w:before="0" w:after="0"/>
        <w:rPr>
          <w:rFonts w:ascii="Calibri" w:hAnsi="Calibri" w:cs="Calibri"/>
          <w:i w:val="0"/>
          <w:sz w:val="24"/>
          <w:szCs w:val="24"/>
        </w:rPr>
      </w:pPr>
    </w:p>
    <w:p w14:paraId="15C9D48F" w14:textId="77777777" w:rsidR="006E38B2" w:rsidRPr="00F22DBD" w:rsidRDefault="006E38B2" w:rsidP="00F22DBD">
      <w:pPr>
        <w:rPr>
          <w:rFonts w:ascii="Calibri" w:hAnsi="Calibri" w:cs="Calibri"/>
          <w:iCs/>
        </w:rPr>
      </w:pPr>
      <w:r w:rsidRPr="00F22DBD">
        <w:rPr>
          <w:rFonts w:ascii="Calibri" w:hAnsi="Calibri" w:cs="Calibri"/>
          <w:iCs/>
        </w:rPr>
        <w:t>Din perspectiva prezentului apel, există o serie de servicii recomandate (obligatorii, respectiv opționale), după cum urmează:</w:t>
      </w:r>
    </w:p>
    <w:p w14:paraId="7AEC2366" w14:textId="77777777" w:rsidR="006E38B2" w:rsidRPr="00F22DBD" w:rsidRDefault="006E38B2" w:rsidP="00F22DBD">
      <w:pPr>
        <w:rPr>
          <w:rFonts w:ascii="Calibri" w:hAnsi="Calibri" w:cs="Calibri"/>
          <w:b/>
          <w:bCs/>
        </w:rPr>
      </w:pPr>
      <w:r w:rsidRPr="00F22DBD">
        <w:rPr>
          <w:rFonts w:ascii="Calibri" w:hAnsi="Calibri" w:cs="Calibri"/>
          <w:b/>
          <w:bCs/>
        </w:rPr>
        <w:t>OBLIGATORII:</w:t>
      </w:r>
    </w:p>
    <w:p w14:paraId="5016FBC3" w14:textId="77777777" w:rsidR="006E38B2" w:rsidRPr="00F22DBD" w:rsidRDefault="006E38B2" w:rsidP="00F22DBD">
      <w:pPr>
        <w:pStyle w:val="ListParagraph"/>
        <w:numPr>
          <w:ilvl w:val="0"/>
          <w:numId w:val="35"/>
        </w:numPr>
        <w:ind w:left="851"/>
        <w:rPr>
          <w:rFonts w:ascii="Calibri" w:hAnsi="Calibri" w:cs="Calibri"/>
          <w:b/>
          <w:bCs/>
        </w:rPr>
      </w:pPr>
      <w:r w:rsidRPr="00F22DBD">
        <w:rPr>
          <w:rFonts w:ascii="Calibri" w:hAnsi="Calibri" w:cs="Calibri"/>
          <w:b/>
          <w:bCs/>
        </w:rPr>
        <w:t>Maparea rețelei de valoare la nivel regional, actualizarea periodică a informațiilor</w:t>
      </w:r>
    </w:p>
    <w:p w14:paraId="1CC53D7C" w14:textId="77777777" w:rsidR="006E38B2" w:rsidRPr="00F22DBD" w:rsidRDefault="006E38B2" w:rsidP="00F22DBD">
      <w:pPr>
        <w:pStyle w:val="ListParagraph"/>
        <w:numPr>
          <w:ilvl w:val="0"/>
          <w:numId w:val="35"/>
        </w:numPr>
        <w:ind w:left="851"/>
        <w:rPr>
          <w:rFonts w:ascii="Calibri" w:hAnsi="Calibri" w:cs="Calibri"/>
          <w:b/>
          <w:bCs/>
        </w:rPr>
      </w:pPr>
      <w:r w:rsidRPr="00F22DBD">
        <w:rPr>
          <w:rFonts w:ascii="Calibri" w:hAnsi="Calibri" w:cs="Calibri"/>
          <w:b/>
          <w:bCs/>
        </w:rPr>
        <w:t>Promovarea rețelei de valoare și a entităților membre (e.g., catalog digital)</w:t>
      </w:r>
    </w:p>
    <w:p w14:paraId="55D48920" w14:textId="77777777" w:rsidR="006E38B2" w:rsidRPr="00F22DBD" w:rsidRDefault="006E38B2" w:rsidP="00F22DBD">
      <w:pPr>
        <w:pStyle w:val="ListParagraph"/>
        <w:numPr>
          <w:ilvl w:val="0"/>
          <w:numId w:val="35"/>
        </w:numPr>
        <w:ind w:left="851"/>
        <w:rPr>
          <w:rFonts w:ascii="Calibri" w:hAnsi="Calibri" w:cs="Calibri"/>
          <w:b/>
          <w:bCs/>
        </w:rPr>
      </w:pPr>
      <w:r w:rsidRPr="00F22DBD">
        <w:rPr>
          <w:rFonts w:ascii="Calibri" w:hAnsi="Calibri" w:cs="Calibri"/>
          <w:b/>
          <w:bCs/>
        </w:rPr>
        <w:t>Animarea rețelei de valoare (i.e., mecanism și proceduri de colaborare, documente juridice, roluri și responsabilități etc.)</w:t>
      </w:r>
    </w:p>
    <w:p w14:paraId="559D6A9D" w14:textId="77777777" w:rsidR="006E38B2" w:rsidRPr="00F22DBD" w:rsidRDefault="006E38B2" w:rsidP="00F22DBD">
      <w:pPr>
        <w:pStyle w:val="ListParagraph"/>
        <w:numPr>
          <w:ilvl w:val="0"/>
          <w:numId w:val="35"/>
        </w:numPr>
        <w:ind w:left="851"/>
        <w:rPr>
          <w:rFonts w:ascii="Calibri" w:hAnsi="Calibri" w:cs="Calibri"/>
          <w:b/>
          <w:bCs/>
        </w:rPr>
      </w:pPr>
      <w:r w:rsidRPr="00F22DBD">
        <w:rPr>
          <w:rFonts w:ascii="Calibri" w:hAnsi="Calibri" w:cs="Calibri"/>
          <w:b/>
          <w:bCs/>
        </w:rPr>
        <w:t>Intermediere între cererea și oferta de inovare</w:t>
      </w:r>
    </w:p>
    <w:p w14:paraId="130FE8A6" w14:textId="77777777" w:rsidR="006E38B2" w:rsidRPr="00F22DBD" w:rsidRDefault="006E38B2" w:rsidP="00F22DBD">
      <w:pPr>
        <w:pStyle w:val="ListParagraph"/>
        <w:numPr>
          <w:ilvl w:val="0"/>
          <w:numId w:val="35"/>
        </w:numPr>
        <w:ind w:left="851"/>
        <w:rPr>
          <w:rFonts w:ascii="Calibri" w:hAnsi="Calibri" w:cs="Calibri"/>
          <w:b/>
          <w:bCs/>
        </w:rPr>
      </w:pPr>
      <w:r w:rsidRPr="00F22DBD">
        <w:rPr>
          <w:rFonts w:ascii="Calibri" w:hAnsi="Calibri" w:cs="Calibri"/>
          <w:b/>
          <w:bCs/>
        </w:rPr>
        <w:t>Lansarea și mentenanța (i.e., la nivel de conținut și funcționalități) a platformei digitale</w:t>
      </w:r>
    </w:p>
    <w:p w14:paraId="645CD316" w14:textId="77777777" w:rsidR="006E38B2" w:rsidRPr="00F22DBD" w:rsidRDefault="006E38B2" w:rsidP="00F22DBD">
      <w:pPr>
        <w:rPr>
          <w:rFonts w:ascii="Calibri" w:hAnsi="Calibri" w:cs="Calibri"/>
          <w:b/>
          <w:bCs/>
        </w:rPr>
      </w:pPr>
      <w:r w:rsidRPr="00F22DBD">
        <w:rPr>
          <w:rFonts w:ascii="Calibri" w:hAnsi="Calibri" w:cs="Calibri"/>
          <w:b/>
          <w:bCs/>
        </w:rPr>
        <w:t>OPȚIONALE:</w:t>
      </w:r>
    </w:p>
    <w:p w14:paraId="581AE854" w14:textId="77777777" w:rsidR="006E38B2" w:rsidRPr="00F22DBD" w:rsidRDefault="006E38B2" w:rsidP="00F22DBD">
      <w:pPr>
        <w:pStyle w:val="ListParagraph"/>
        <w:numPr>
          <w:ilvl w:val="0"/>
          <w:numId w:val="34"/>
        </w:numPr>
        <w:rPr>
          <w:rFonts w:ascii="Calibri" w:hAnsi="Calibri" w:cs="Calibri"/>
          <w:b/>
          <w:bCs/>
        </w:rPr>
      </w:pPr>
      <w:r w:rsidRPr="00F22DBD">
        <w:rPr>
          <w:rFonts w:ascii="Calibri" w:hAnsi="Calibri" w:cs="Calibri"/>
          <w:b/>
          <w:bCs/>
        </w:rPr>
        <w:t>Suport pentru comercializarea rezultatelor inovării (e.g., exploatare, proprietate intelectuală, inteligență de piață etc.)</w:t>
      </w:r>
    </w:p>
    <w:p w14:paraId="1B4FC997" w14:textId="77777777" w:rsidR="006E38B2" w:rsidRPr="00F22DBD" w:rsidRDefault="006E38B2" w:rsidP="00F22DBD">
      <w:pPr>
        <w:pStyle w:val="ListParagraph"/>
        <w:numPr>
          <w:ilvl w:val="0"/>
          <w:numId w:val="34"/>
        </w:numPr>
        <w:rPr>
          <w:rFonts w:ascii="Calibri" w:hAnsi="Calibri" w:cs="Calibri"/>
          <w:b/>
          <w:bCs/>
        </w:rPr>
      </w:pPr>
      <w:r w:rsidRPr="00F22DBD">
        <w:rPr>
          <w:rFonts w:ascii="Calibri" w:hAnsi="Calibri" w:cs="Calibri"/>
          <w:b/>
          <w:bCs/>
        </w:rPr>
        <w:t>Organizarea de evenimente, prezentări de tehnologii provenite de la membri, sesiuni de brokeraj, ateliere tematice etc.</w:t>
      </w:r>
    </w:p>
    <w:p w14:paraId="5EF56EFC" w14:textId="77777777" w:rsidR="006E38B2" w:rsidRPr="00F22DBD" w:rsidRDefault="006E38B2" w:rsidP="00F22DBD">
      <w:pPr>
        <w:rPr>
          <w:rFonts w:ascii="Calibri" w:hAnsi="Calibri" w:cs="Calibri"/>
        </w:rPr>
      </w:pPr>
    </w:p>
    <w:p w14:paraId="08AF9E2E" w14:textId="77777777" w:rsidR="006E38B2" w:rsidRPr="00F22DBD" w:rsidRDefault="006E38B2" w:rsidP="00F22DBD">
      <w:pPr>
        <w:rPr>
          <w:rFonts w:ascii="Calibri" w:hAnsi="Calibri" w:cs="Calibri"/>
          <w:iCs/>
        </w:rPr>
      </w:pPr>
      <w:r w:rsidRPr="00F22DBD">
        <w:rPr>
          <w:rFonts w:ascii="Calibri" w:hAnsi="Calibri" w:cs="Calibri"/>
          <w:iCs/>
        </w:rPr>
        <w:t>Enumerați serviciile pe care parteneriatul le va derula, inclusiv adăugând, dacă este cazul, 1-2 servicii noi. De asemenea, pentru fiecare dintre serviciile menționate, oferiți justificarea selectării și o scurtă descriere a aplicării în practică a serviciului (</w:t>
      </w:r>
      <w:r w:rsidRPr="00F22DBD">
        <w:rPr>
          <w:rFonts w:ascii="Calibri" w:hAnsi="Calibri" w:cs="Calibri"/>
        </w:rPr>
        <w:t>i.e.</w:t>
      </w:r>
      <w:r w:rsidRPr="00F22DBD">
        <w:rPr>
          <w:rFonts w:ascii="Calibri" w:hAnsi="Calibri" w:cs="Calibri"/>
          <w:iCs/>
        </w:rPr>
        <w:t>, cum va funcționa efectiv serviciul).</w:t>
      </w:r>
    </w:p>
    <w:p w14:paraId="5453FC03" w14:textId="77777777" w:rsidR="006E38B2" w:rsidRPr="00F22DBD" w:rsidRDefault="006E38B2" w:rsidP="00F22DBD">
      <w:pPr>
        <w:rPr>
          <w:rFonts w:ascii="Calibri" w:hAnsi="Calibri" w:cs="Calibri"/>
        </w:rPr>
      </w:pPr>
    </w:p>
    <w:p w14:paraId="34F7ECDC" w14:textId="77777777" w:rsidR="006E38B2" w:rsidRPr="00F22DBD" w:rsidRDefault="006E38B2" w:rsidP="00F22DBD">
      <w:pPr>
        <w:pStyle w:val="Heading2"/>
        <w:keepLines/>
        <w:numPr>
          <w:ilvl w:val="0"/>
          <w:numId w:val="15"/>
        </w:numPr>
        <w:suppressAutoHyphens/>
        <w:spacing w:before="0" w:after="0"/>
        <w:ind w:left="284" w:hanging="284"/>
        <w:rPr>
          <w:rFonts w:ascii="Calibri" w:hAnsi="Calibri" w:cs="Calibri"/>
          <w:i w:val="0"/>
          <w:sz w:val="24"/>
          <w:szCs w:val="24"/>
        </w:rPr>
      </w:pPr>
      <w:bookmarkStart w:id="12" w:name="_Toc143703364"/>
      <w:r w:rsidRPr="00F22DBD">
        <w:rPr>
          <w:rFonts w:ascii="Calibri" w:hAnsi="Calibri" w:cs="Calibri"/>
          <w:i w:val="0"/>
          <w:sz w:val="24"/>
          <w:szCs w:val="24"/>
        </w:rPr>
        <w:t>Funcționalitățile de bază ale platformei de inovare deschisă</w:t>
      </w:r>
      <w:bookmarkEnd w:id="12"/>
    </w:p>
    <w:p w14:paraId="264691BC" w14:textId="77777777" w:rsidR="006E38B2" w:rsidRPr="00F22DBD" w:rsidRDefault="006E38B2" w:rsidP="00F22DBD">
      <w:pPr>
        <w:pStyle w:val="Heading2"/>
        <w:spacing w:before="0" w:after="0"/>
        <w:rPr>
          <w:rFonts w:ascii="Calibri" w:hAnsi="Calibri" w:cs="Calibri"/>
          <w:i w:val="0"/>
          <w:sz w:val="24"/>
          <w:szCs w:val="24"/>
        </w:rPr>
      </w:pPr>
    </w:p>
    <w:p w14:paraId="7C519CA7" w14:textId="77777777" w:rsidR="006E38B2" w:rsidRPr="00F22DBD" w:rsidRDefault="006E38B2" w:rsidP="00F22DBD">
      <w:pPr>
        <w:pStyle w:val="ListParagraph"/>
        <w:ind w:left="0"/>
        <w:rPr>
          <w:rFonts w:ascii="Calibri" w:hAnsi="Calibri" w:cs="Calibri"/>
          <w:iCs/>
        </w:rPr>
      </w:pPr>
      <w:r w:rsidRPr="00F22DBD">
        <w:rPr>
          <w:rFonts w:ascii="Calibri" w:hAnsi="Calibri" w:cs="Calibri"/>
          <w:iCs/>
        </w:rPr>
        <w:t>Din perspectiva prezentului apel, funcționalitățile obligatorii pentru a fi dezvoltate și livrate</w:t>
      </w:r>
      <w:r w:rsidRPr="00F22DBD">
        <w:rPr>
          <w:rFonts w:ascii="Calibri" w:hAnsi="Calibri" w:cs="Calibri"/>
        </w:rPr>
        <w:t xml:space="preserve"> </w:t>
      </w:r>
      <w:r w:rsidRPr="00F22DBD">
        <w:rPr>
          <w:rFonts w:ascii="Calibri" w:hAnsi="Calibri" w:cs="Calibri"/>
          <w:iCs/>
        </w:rPr>
        <w:t>prin intermediul platformei de inovare deschisă sunt:</w:t>
      </w:r>
    </w:p>
    <w:p w14:paraId="61F3BE2F" w14:textId="77777777" w:rsidR="006E38B2" w:rsidRPr="00F22DBD" w:rsidRDefault="006E38B2" w:rsidP="00F22DBD">
      <w:pPr>
        <w:pStyle w:val="ListParagraph"/>
        <w:numPr>
          <w:ilvl w:val="0"/>
          <w:numId w:val="33"/>
        </w:numPr>
        <w:rPr>
          <w:rFonts w:ascii="Calibri" w:hAnsi="Calibri" w:cs="Calibri"/>
          <w:b/>
          <w:bCs/>
          <w:iCs/>
        </w:rPr>
      </w:pPr>
      <w:r w:rsidRPr="00F22DBD">
        <w:rPr>
          <w:rFonts w:ascii="Calibri" w:hAnsi="Calibri" w:cs="Calibri"/>
          <w:b/>
          <w:bCs/>
          <w:iCs/>
        </w:rPr>
        <w:t>Catalog digital al rețelei de valoare la nivel regional (i.e., actori ai ecosistemului, profil al organizațiilor, date de contact etc.)</w:t>
      </w:r>
    </w:p>
    <w:p w14:paraId="5ED3F34E" w14:textId="77777777" w:rsidR="006E38B2" w:rsidRPr="00F22DBD" w:rsidRDefault="006E38B2" w:rsidP="00F22DBD">
      <w:pPr>
        <w:pStyle w:val="ListParagraph"/>
        <w:numPr>
          <w:ilvl w:val="0"/>
          <w:numId w:val="33"/>
        </w:numPr>
        <w:rPr>
          <w:rFonts w:ascii="Calibri" w:hAnsi="Calibri" w:cs="Calibri"/>
          <w:b/>
          <w:bCs/>
          <w:iCs/>
        </w:rPr>
      </w:pPr>
      <w:r w:rsidRPr="00F22DBD">
        <w:rPr>
          <w:rFonts w:ascii="Calibri" w:hAnsi="Calibri" w:cs="Calibri"/>
          <w:b/>
          <w:bCs/>
          <w:iCs/>
        </w:rPr>
        <w:t xml:space="preserve">Secțiune de prezentare a ”problemelor / </w:t>
      </w:r>
      <w:proofErr w:type="spellStart"/>
      <w:r w:rsidRPr="00F22DBD">
        <w:rPr>
          <w:rFonts w:ascii="Calibri" w:hAnsi="Calibri" w:cs="Calibri"/>
          <w:b/>
          <w:bCs/>
          <w:iCs/>
        </w:rPr>
        <w:t>challenges</w:t>
      </w:r>
      <w:proofErr w:type="spellEnd"/>
      <w:r w:rsidRPr="00F22DBD">
        <w:rPr>
          <w:rFonts w:ascii="Calibri" w:hAnsi="Calibri" w:cs="Calibri"/>
          <w:b/>
          <w:bCs/>
          <w:iCs/>
        </w:rPr>
        <w:t>” de inovare</w:t>
      </w:r>
    </w:p>
    <w:p w14:paraId="0429D633" w14:textId="77777777" w:rsidR="006E38B2" w:rsidRPr="00F22DBD" w:rsidRDefault="006E38B2" w:rsidP="00F22DBD">
      <w:pPr>
        <w:pStyle w:val="ListParagraph"/>
        <w:numPr>
          <w:ilvl w:val="0"/>
          <w:numId w:val="33"/>
        </w:numPr>
        <w:rPr>
          <w:rFonts w:ascii="Calibri" w:hAnsi="Calibri" w:cs="Calibri"/>
          <w:b/>
          <w:bCs/>
          <w:iCs/>
        </w:rPr>
      </w:pPr>
      <w:r w:rsidRPr="00F22DBD">
        <w:rPr>
          <w:rFonts w:ascii="Calibri" w:hAnsi="Calibri" w:cs="Calibri"/>
          <w:b/>
          <w:bCs/>
          <w:iCs/>
        </w:rPr>
        <w:t>Secțiune de prezentare a soluțiilor de inovare (i.e., aflate la diferite stadii de maturitate tehnologică, dar cel puțin la nivel TRL3 – validarea experimentală a conceptului)</w:t>
      </w:r>
    </w:p>
    <w:p w14:paraId="540B145B" w14:textId="77777777" w:rsidR="006E38B2" w:rsidRPr="00F22DBD" w:rsidRDefault="006E38B2" w:rsidP="00F22DBD">
      <w:pPr>
        <w:pStyle w:val="ListParagraph"/>
        <w:numPr>
          <w:ilvl w:val="0"/>
          <w:numId w:val="33"/>
        </w:numPr>
        <w:rPr>
          <w:rFonts w:ascii="Calibri" w:hAnsi="Calibri" w:cs="Calibri"/>
          <w:b/>
          <w:bCs/>
          <w:iCs/>
        </w:rPr>
      </w:pPr>
      <w:r w:rsidRPr="00F22DBD">
        <w:rPr>
          <w:rFonts w:ascii="Calibri" w:hAnsi="Calibri" w:cs="Calibri"/>
          <w:b/>
          <w:bCs/>
          <w:iCs/>
        </w:rPr>
        <w:t xml:space="preserve">Secțiune de prezentare a actorilor cu rol de ”activatori” în cadrul rețelei de valoare (e.g., birouri de transfer tehnologic, companii de consultanță, hub Enterprise Europe </w:t>
      </w:r>
      <w:proofErr w:type="spellStart"/>
      <w:r w:rsidRPr="00F22DBD">
        <w:rPr>
          <w:rFonts w:ascii="Calibri" w:hAnsi="Calibri" w:cs="Calibri"/>
          <w:b/>
          <w:bCs/>
          <w:iCs/>
        </w:rPr>
        <w:t>Network</w:t>
      </w:r>
      <w:proofErr w:type="spellEnd"/>
      <w:r w:rsidRPr="00F22DBD">
        <w:rPr>
          <w:rFonts w:ascii="Calibri" w:hAnsi="Calibri" w:cs="Calibri"/>
          <w:b/>
          <w:bCs/>
          <w:iCs/>
        </w:rPr>
        <w:t xml:space="preserve">, European Digital </w:t>
      </w:r>
      <w:proofErr w:type="spellStart"/>
      <w:r w:rsidRPr="00F22DBD">
        <w:rPr>
          <w:rFonts w:ascii="Calibri" w:hAnsi="Calibri" w:cs="Calibri"/>
          <w:b/>
          <w:bCs/>
          <w:iCs/>
        </w:rPr>
        <w:t>Innovation</w:t>
      </w:r>
      <w:proofErr w:type="spellEnd"/>
      <w:r w:rsidRPr="00F22DBD">
        <w:rPr>
          <w:rFonts w:ascii="Calibri" w:hAnsi="Calibri" w:cs="Calibri"/>
          <w:b/>
          <w:bCs/>
          <w:iCs/>
        </w:rPr>
        <w:t xml:space="preserve"> Hub, incubatoare, acceleratoare etc.)</w:t>
      </w:r>
    </w:p>
    <w:p w14:paraId="4818B8E1" w14:textId="77777777" w:rsidR="006E38B2" w:rsidRPr="00F22DBD" w:rsidRDefault="006E38B2" w:rsidP="00F22DBD">
      <w:pPr>
        <w:pStyle w:val="ListParagraph"/>
        <w:numPr>
          <w:ilvl w:val="0"/>
          <w:numId w:val="33"/>
        </w:numPr>
        <w:rPr>
          <w:rFonts w:ascii="Calibri" w:hAnsi="Calibri" w:cs="Calibri"/>
          <w:b/>
          <w:bCs/>
          <w:iCs/>
        </w:rPr>
      </w:pPr>
      <w:r w:rsidRPr="00F22DBD">
        <w:rPr>
          <w:rFonts w:ascii="Calibri" w:hAnsi="Calibri" w:cs="Calibri"/>
          <w:b/>
          <w:bCs/>
          <w:iCs/>
        </w:rPr>
        <w:t>Competiții regionale de inovare aflate în derulare</w:t>
      </w:r>
    </w:p>
    <w:p w14:paraId="77797710" w14:textId="77777777" w:rsidR="006E38B2" w:rsidRPr="00F22DBD" w:rsidRDefault="006E38B2" w:rsidP="00F22DBD">
      <w:pPr>
        <w:pStyle w:val="ListParagraph"/>
        <w:numPr>
          <w:ilvl w:val="0"/>
          <w:numId w:val="33"/>
        </w:numPr>
        <w:rPr>
          <w:rFonts w:ascii="Calibri" w:hAnsi="Calibri" w:cs="Calibri"/>
          <w:b/>
          <w:bCs/>
          <w:iCs/>
        </w:rPr>
      </w:pPr>
      <w:r w:rsidRPr="00F22DBD">
        <w:rPr>
          <w:rFonts w:ascii="Calibri" w:hAnsi="Calibri" w:cs="Calibri"/>
          <w:b/>
          <w:bCs/>
          <w:iCs/>
        </w:rPr>
        <w:t>Secțiune de prezentare a rezultatelor platformei de inovare deschisă (e.g., alianțe construite, parteneriate de cercetare – inovare, parteneriate pentru comercializare, produse / servicii / procese generate prin intermediul platformei, produse / servicii / procese comercializate etc.)</w:t>
      </w:r>
    </w:p>
    <w:p w14:paraId="09D98D2A" w14:textId="77777777" w:rsidR="006E38B2" w:rsidRPr="00F22DBD" w:rsidRDefault="006E38B2" w:rsidP="00F22DBD">
      <w:pPr>
        <w:rPr>
          <w:rFonts w:ascii="Calibri" w:hAnsi="Calibri" w:cs="Calibri"/>
        </w:rPr>
      </w:pPr>
    </w:p>
    <w:p w14:paraId="7A092A8B" w14:textId="77777777" w:rsidR="006E38B2" w:rsidRPr="00F22DBD" w:rsidRDefault="006E38B2" w:rsidP="00F22DBD">
      <w:pPr>
        <w:rPr>
          <w:rFonts w:ascii="Calibri" w:hAnsi="Calibri" w:cs="Calibri"/>
          <w:iCs/>
        </w:rPr>
      </w:pPr>
      <w:r w:rsidRPr="00F22DBD">
        <w:rPr>
          <w:rFonts w:ascii="Calibri" w:hAnsi="Calibri" w:cs="Calibri"/>
          <w:iCs/>
        </w:rPr>
        <w:t xml:space="preserve">Descrieți, pe scurt, modul de aplicare în practică a fiecărei funcționalități și, de asemenea, propuneți funcționalități noi, oferind o descriere a acestora. </w:t>
      </w:r>
    </w:p>
    <w:p w14:paraId="4CB20FBB" w14:textId="77777777" w:rsidR="006E38B2" w:rsidRPr="00F22DBD" w:rsidRDefault="006E38B2" w:rsidP="00F22DBD">
      <w:pPr>
        <w:rPr>
          <w:rFonts w:ascii="Calibri" w:hAnsi="Calibri" w:cs="Calibri"/>
        </w:rPr>
      </w:pPr>
    </w:p>
    <w:p w14:paraId="66124EE0" w14:textId="77777777" w:rsidR="006E38B2" w:rsidRPr="00F22DBD" w:rsidRDefault="006E38B2" w:rsidP="00F22DBD">
      <w:pPr>
        <w:pStyle w:val="Heading2"/>
        <w:keepLines/>
        <w:numPr>
          <w:ilvl w:val="0"/>
          <w:numId w:val="15"/>
        </w:numPr>
        <w:suppressAutoHyphens/>
        <w:spacing w:before="0" w:after="0"/>
        <w:ind w:left="284" w:hanging="284"/>
        <w:rPr>
          <w:rFonts w:ascii="Calibri" w:hAnsi="Calibri" w:cs="Calibri"/>
          <w:i w:val="0"/>
          <w:sz w:val="24"/>
          <w:szCs w:val="24"/>
        </w:rPr>
      </w:pPr>
      <w:bookmarkStart w:id="13" w:name="_Toc143703365"/>
      <w:r w:rsidRPr="00F22DBD">
        <w:rPr>
          <w:rFonts w:ascii="Calibri" w:hAnsi="Calibri" w:cs="Calibri"/>
          <w:i w:val="0"/>
          <w:sz w:val="24"/>
          <w:szCs w:val="24"/>
        </w:rPr>
        <w:t>Impact, indicatori și măsurare a performanței</w:t>
      </w:r>
      <w:bookmarkEnd w:id="13"/>
    </w:p>
    <w:p w14:paraId="6768CE53" w14:textId="77777777" w:rsidR="006E38B2" w:rsidRPr="00F22DBD" w:rsidRDefault="006E38B2" w:rsidP="00F22DBD">
      <w:pPr>
        <w:rPr>
          <w:rFonts w:ascii="Calibri" w:hAnsi="Calibri" w:cs="Calibri"/>
        </w:rPr>
      </w:pPr>
    </w:p>
    <w:p w14:paraId="3AC03605" w14:textId="77777777" w:rsidR="006E38B2" w:rsidRPr="00F22DBD" w:rsidRDefault="006E38B2" w:rsidP="00F22DBD">
      <w:pPr>
        <w:rPr>
          <w:rFonts w:ascii="Calibri" w:hAnsi="Calibri" w:cs="Calibri"/>
          <w:iCs/>
        </w:rPr>
      </w:pPr>
      <w:r w:rsidRPr="00F22DBD">
        <w:rPr>
          <w:rFonts w:ascii="Calibri" w:hAnsi="Calibri" w:cs="Calibri"/>
          <w:iCs/>
        </w:rPr>
        <w:t xml:space="preserve">Descrieți principiile și elementele esențiale ale abordării de măsurare a impactului platformei de inovare deschisă asupra ecosistemului regional de inovare, precum și de măsurare a performanței consorțiului în gestionarea platformei. </w:t>
      </w:r>
    </w:p>
    <w:p w14:paraId="7AE53EEC" w14:textId="77777777" w:rsidR="006E38B2" w:rsidRPr="00F22DBD" w:rsidRDefault="006E38B2" w:rsidP="00F22DBD">
      <w:pPr>
        <w:rPr>
          <w:rFonts w:ascii="Calibri" w:hAnsi="Calibri" w:cs="Calibri"/>
          <w:iCs/>
        </w:rPr>
      </w:pPr>
    </w:p>
    <w:p w14:paraId="47ABCD29" w14:textId="77777777" w:rsidR="006E38B2" w:rsidRPr="00F22DBD" w:rsidRDefault="006E38B2" w:rsidP="00F22DBD">
      <w:pPr>
        <w:rPr>
          <w:rFonts w:ascii="Calibri" w:hAnsi="Calibri" w:cs="Calibri"/>
          <w:iCs/>
        </w:rPr>
      </w:pPr>
      <w:r w:rsidRPr="00F22DBD">
        <w:rPr>
          <w:rFonts w:ascii="Calibri" w:hAnsi="Calibri" w:cs="Calibri"/>
          <w:iCs/>
        </w:rPr>
        <w:t>De asemenea, descrieți mecanismul intern de măsurare a impactului și performanței, precum și definiți rolurile din echipă care vor fi implicate în acest demers.</w:t>
      </w:r>
    </w:p>
    <w:p w14:paraId="24EA6740" w14:textId="77777777" w:rsidR="006E38B2" w:rsidRPr="00F22DBD" w:rsidRDefault="006E38B2" w:rsidP="00F22DBD">
      <w:pPr>
        <w:rPr>
          <w:rFonts w:ascii="Calibri" w:hAnsi="Calibri" w:cs="Calibri"/>
          <w:iCs/>
        </w:rPr>
      </w:pPr>
    </w:p>
    <w:p w14:paraId="4F87D56B" w14:textId="77777777" w:rsidR="006E38B2" w:rsidRPr="00F22DBD" w:rsidRDefault="006E38B2" w:rsidP="00F22DBD">
      <w:pPr>
        <w:rPr>
          <w:rFonts w:ascii="Calibri" w:hAnsi="Calibri" w:cs="Calibri"/>
          <w:iCs/>
        </w:rPr>
      </w:pPr>
      <w:r w:rsidRPr="00F22DBD">
        <w:rPr>
          <w:rFonts w:ascii="Calibri" w:hAnsi="Calibri" w:cs="Calibri"/>
          <w:iCs/>
        </w:rPr>
        <w:t>În termeni de indicatori, propuneți ținte pentru cel puțin 50% dintre indicatorii de rezultat, respectiv pentru cel puțin 50% dintre indicatorii de proces de mai jos:</w:t>
      </w:r>
    </w:p>
    <w:p w14:paraId="29135B8A" w14:textId="77777777" w:rsidR="006E38B2" w:rsidRPr="00F22DBD" w:rsidRDefault="006E38B2" w:rsidP="00F22DBD">
      <w:pPr>
        <w:rPr>
          <w:rFonts w:ascii="Calibri" w:hAnsi="Calibri" w:cs="Calibri"/>
        </w:rPr>
      </w:pPr>
    </w:p>
    <w:p w14:paraId="66AB85A9" w14:textId="77777777" w:rsidR="006E38B2" w:rsidRPr="00F22DBD" w:rsidRDefault="006E38B2" w:rsidP="00F22DBD">
      <w:pPr>
        <w:rPr>
          <w:rFonts w:ascii="Calibri" w:hAnsi="Calibri" w:cs="Calibri"/>
          <w:b/>
          <w:bCs/>
          <w:iCs/>
        </w:rPr>
      </w:pPr>
      <w:r w:rsidRPr="00F22DBD">
        <w:rPr>
          <w:rFonts w:ascii="Calibri" w:hAnsi="Calibri" w:cs="Calibri"/>
          <w:b/>
          <w:bCs/>
          <w:iCs/>
        </w:rPr>
        <w:t>Indicatori de rezultat</w:t>
      </w:r>
    </w:p>
    <w:p w14:paraId="5D339E00" w14:textId="77777777" w:rsidR="006E38B2" w:rsidRPr="00F22DBD" w:rsidRDefault="006E38B2" w:rsidP="00F22DBD">
      <w:pPr>
        <w:pStyle w:val="ListParagraph"/>
        <w:numPr>
          <w:ilvl w:val="1"/>
          <w:numId w:val="28"/>
        </w:numPr>
        <w:spacing w:line="276" w:lineRule="auto"/>
        <w:ind w:left="709"/>
        <w:rPr>
          <w:rFonts w:ascii="Calibri" w:hAnsi="Calibri" w:cs="Calibri"/>
          <w:b/>
          <w:bCs/>
        </w:rPr>
      </w:pPr>
      <w:r w:rsidRPr="00F22DBD">
        <w:rPr>
          <w:rFonts w:ascii="Calibri" w:hAnsi="Calibri" w:cs="Calibri"/>
          <w:b/>
          <w:bCs/>
        </w:rPr>
        <w:t>Număr de produse / servicii noi dezvoltate de actori, în colaborare</w:t>
      </w:r>
    </w:p>
    <w:p w14:paraId="20415EA3" w14:textId="77777777" w:rsidR="006E38B2" w:rsidRPr="00F22DBD" w:rsidRDefault="006E38B2" w:rsidP="00F22DBD">
      <w:pPr>
        <w:pStyle w:val="ListParagraph"/>
        <w:numPr>
          <w:ilvl w:val="1"/>
          <w:numId w:val="28"/>
        </w:numPr>
        <w:ind w:left="709"/>
        <w:rPr>
          <w:rFonts w:ascii="Calibri" w:hAnsi="Calibri" w:cs="Calibri"/>
          <w:b/>
          <w:bCs/>
        </w:rPr>
      </w:pPr>
      <w:r w:rsidRPr="00F22DBD">
        <w:rPr>
          <w:rFonts w:ascii="Calibri" w:hAnsi="Calibri" w:cs="Calibri"/>
          <w:b/>
          <w:bCs/>
        </w:rPr>
        <w:t>Diversitatea parteneriatelor de inovare</w:t>
      </w:r>
    </w:p>
    <w:p w14:paraId="06D857A1" w14:textId="77777777" w:rsidR="006E38B2" w:rsidRPr="00F22DBD" w:rsidRDefault="006E38B2" w:rsidP="00F22DBD">
      <w:pPr>
        <w:pStyle w:val="ListParagraph"/>
        <w:numPr>
          <w:ilvl w:val="1"/>
          <w:numId w:val="28"/>
        </w:numPr>
        <w:ind w:left="709"/>
        <w:rPr>
          <w:rFonts w:ascii="Calibri" w:hAnsi="Calibri" w:cs="Calibri"/>
          <w:b/>
          <w:bCs/>
        </w:rPr>
      </w:pPr>
      <w:r w:rsidRPr="00F22DBD">
        <w:rPr>
          <w:rFonts w:ascii="Calibri" w:hAnsi="Calibri" w:cs="Calibri"/>
          <w:b/>
          <w:bCs/>
        </w:rPr>
        <w:t xml:space="preserve">Număr de participanți într-o competiție de idei bazate pe </w:t>
      </w:r>
      <w:proofErr w:type="spellStart"/>
      <w:r w:rsidRPr="00F22DBD">
        <w:rPr>
          <w:rFonts w:ascii="Calibri" w:hAnsi="Calibri" w:cs="Calibri"/>
          <w:b/>
          <w:bCs/>
          <w:iCs/>
        </w:rPr>
        <w:t>challenge</w:t>
      </w:r>
      <w:proofErr w:type="spellEnd"/>
      <w:r w:rsidRPr="00F22DBD">
        <w:rPr>
          <w:rFonts w:ascii="Calibri" w:hAnsi="Calibri" w:cs="Calibri"/>
          <w:b/>
          <w:bCs/>
        </w:rPr>
        <w:t>-uri</w:t>
      </w:r>
    </w:p>
    <w:p w14:paraId="34A668BF" w14:textId="77777777" w:rsidR="006E38B2" w:rsidRPr="00F22DBD" w:rsidRDefault="006E38B2" w:rsidP="00F22DBD">
      <w:pPr>
        <w:pStyle w:val="ListParagraph"/>
        <w:numPr>
          <w:ilvl w:val="1"/>
          <w:numId w:val="28"/>
        </w:numPr>
        <w:ind w:left="709"/>
        <w:rPr>
          <w:rFonts w:ascii="Calibri" w:hAnsi="Calibri" w:cs="Calibri"/>
          <w:b/>
          <w:bCs/>
        </w:rPr>
      </w:pPr>
      <w:r w:rsidRPr="00F22DBD">
        <w:rPr>
          <w:rFonts w:ascii="Calibri" w:hAnsi="Calibri" w:cs="Calibri"/>
          <w:b/>
          <w:bCs/>
        </w:rPr>
        <w:t>Număr de idei vândute sau licențiate de utilizatori</w:t>
      </w:r>
    </w:p>
    <w:p w14:paraId="6F0D3622" w14:textId="77777777" w:rsidR="006E38B2" w:rsidRPr="00F22DBD" w:rsidRDefault="006E38B2" w:rsidP="00F22DBD">
      <w:pPr>
        <w:pStyle w:val="ListParagraph"/>
        <w:numPr>
          <w:ilvl w:val="1"/>
          <w:numId w:val="28"/>
        </w:numPr>
        <w:ind w:left="709"/>
        <w:rPr>
          <w:rFonts w:ascii="Calibri" w:hAnsi="Calibri" w:cs="Calibri"/>
          <w:b/>
          <w:bCs/>
        </w:rPr>
      </w:pPr>
      <w:r w:rsidRPr="00F22DBD">
        <w:rPr>
          <w:rFonts w:ascii="Calibri" w:hAnsi="Calibri" w:cs="Calibri"/>
          <w:b/>
          <w:bCs/>
        </w:rPr>
        <w:t xml:space="preserve">Frecvența integrării </w:t>
      </w:r>
      <w:r w:rsidRPr="00F22DBD">
        <w:rPr>
          <w:rFonts w:ascii="Calibri" w:hAnsi="Calibri" w:cs="Calibri"/>
          <w:b/>
          <w:bCs/>
          <w:iCs/>
        </w:rPr>
        <w:t>feedback</w:t>
      </w:r>
      <w:r w:rsidRPr="00F22DBD">
        <w:rPr>
          <w:rFonts w:ascii="Calibri" w:hAnsi="Calibri" w:cs="Calibri"/>
          <w:b/>
          <w:bCs/>
        </w:rPr>
        <w:t>-ului din rețeaua de valoare</w:t>
      </w:r>
    </w:p>
    <w:p w14:paraId="68E2B2E1" w14:textId="77777777" w:rsidR="006E38B2" w:rsidRPr="00F22DBD" w:rsidRDefault="006E38B2" w:rsidP="00F22DBD">
      <w:pPr>
        <w:rPr>
          <w:rFonts w:ascii="Calibri" w:hAnsi="Calibri" w:cs="Calibri"/>
          <w:b/>
          <w:bCs/>
          <w:iCs/>
        </w:rPr>
      </w:pPr>
      <w:r w:rsidRPr="00F22DBD">
        <w:rPr>
          <w:rFonts w:ascii="Calibri" w:hAnsi="Calibri" w:cs="Calibri"/>
          <w:b/>
          <w:bCs/>
          <w:iCs/>
        </w:rPr>
        <w:t>Indicatori de proces</w:t>
      </w:r>
    </w:p>
    <w:p w14:paraId="5BF55DBE" w14:textId="77777777" w:rsidR="006E38B2" w:rsidRPr="00F22DBD" w:rsidRDefault="006E38B2" w:rsidP="00F22DBD">
      <w:pPr>
        <w:pStyle w:val="ListParagraph"/>
        <w:numPr>
          <w:ilvl w:val="0"/>
          <w:numId w:val="27"/>
        </w:numPr>
        <w:rPr>
          <w:rFonts w:ascii="Calibri" w:hAnsi="Calibri" w:cs="Calibri"/>
          <w:b/>
          <w:bCs/>
        </w:rPr>
      </w:pPr>
      <w:r w:rsidRPr="00F22DBD">
        <w:rPr>
          <w:rFonts w:ascii="Calibri" w:hAnsi="Calibri" w:cs="Calibri"/>
          <w:b/>
          <w:bCs/>
        </w:rPr>
        <w:t>Număr de cereri de inovare atrase</w:t>
      </w:r>
    </w:p>
    <w:p w14:paraId="6F1A3376" w14:textId="77777777" w:rsidR="006E38B2" w:rsidRPr="00F22DBD" w:rsidRDefault="006E38B2" w:rsidP="00F22DBD">
      <w:pPr>
        <w:pStyle w:val="ListParagraph"/>
        <w:numPr>
          <w:ilvl w:val="0"/>
          <w:numId w:val="27"/>
        </w:numPr>
        <w:rPr>
          <w:rFonts w:ascii="Calibri" w:hAnsi="Calibri" w:cs="Calibri"/>
          <w:b/>
          <w:bCs/>
        </w:rPr>
      </w:pPr>
      <w:r w:rsidRPr="00F22DBD">
        <w:rPr>
          <w:rFonts w:ascii="Calibri" w:hAnsi="Calibri" w:cs="Calibri"/>
          <w:b/>
          <w:bCs/>
        </w:rPr>
        <w:t>Număr de oferte de inovare depuse</w:t>
      </w:r>
    </w:p>
    <w:p w14:paraId="5B353638" w14:textId="77777777" w:rsidR="006E38B2" w:rsidRPr="00F22DBD" w:rsidRDefault="006E38B2" w:rsidP="00F22DBD">
      <w:pPr>
        <w:pStyle w:val="ListParagraph"/>
        <w:numPr>
          <w:ilvl w:val="0"/>
          <w:numId w:val="27"/>
        </w:numPr>
        <w:rPr>
          <w:rFonts w:ascii="Calibri" w:hAnsi="Calibri" w:cs="Calibri"/>
          <w:b/>
          <w:bCs/>
        </w:rPr>
      </w:pPr>
      <w:r w:rsidRPr="00F22DBD">
        <w:rPr>
          <w:rFonts w:ascii="Calibri" w:hAnsi="Calibri" w:cs="Calibri"/>
          <w:b/>
          <w:bCs/>
        </w:rPr>
        <w:t>Număr de nevoi / probleme de inovare soluționate</w:t>
      </w:r>
    </w:p>
    <w:p w14:paraId="236DE207" w14:textId="77777777" w:rsidR="006E38B2" w:rsidRPr="00F22DBD" w:rsidRDefault="006E38B2" w:rsidP="00F22DBD">
      <w:pPr>
        <w:pStyle w:val="ListParagraph"/>
        <w:numPr>
          <w:ilvl w:val="0"/>
          <w:numId w:val="27"/>
        </w:numPr>
        <w:rPr>
          <w:rFonts w:ascii="Calibri" w:hAnsi="Calibri" w:cs="Calibri"/>
          <w:b/>
          <w:bCs/>
        </w:rPr>
      </w:pPr>
      <w:r w:rsidRPr="00F22DBD">
        <w:rPr>
          <w:rFonts w:ascii="Calibri" w:hAnsi="Calibri" w:cs="Calibri"/>
          <w:b/>
          <w:bCs/>
        </w:rPr>
        <w:t>Număr de produse / servicii noi dezvoltate de actori, în colaborare</w:t>
      </w:r>
    </w:p>
    <w:p w14:paraId="4984FEA9" w14:textId="77777777" w:rsidR="006E38B2" w:rsidRPr="00F22DBD" w:rsidRDefault="006E38B2" w:rsidP="00F22DBD">
      <w:pPr>
        <w:pStyle w:val="ListParagraph"/>
        <w:numPr>
          <w:ilvl w:val="0"/>
          <w:numId w:val="27"/>
        </w:numPr>
        <w:rPr>
          <w:rFonts w:ascii="Calibri" w:hAnsi="Calibri" w:cs="Calibri"/>
          <w:b/>
          <w:bCs/>
        </w:rPr>
      </w:pPr>
      <w:r w:rsidRPr="00F22DBD">
        <w:rPr>
          <w:rFonts w:ascii="Calibri" w:hAnsi="Calibri" w:cs="Calibri"/>
          <w:b/>
          <w:bCs/>
        </w:rPr>
        <w:t xml:space="preserve">Număr de participanți într-o competiție de idei bazate pe </w:t>
      </w:r>
      <w:proofErr w:type="spellStart"/>
      <w:r w:rsidRPr="00F22DBD">
        <w:rPr>
          <w:rFonts w:ascii="Calibri" w:hAnsi="Calibri" w:cs="Calibri"/>
          <w:b/>
          <w:bCs/>
          <w:iCs/>
        </w:rPr>
        <w:t>challenge</w:t>
      </w:r>
      <w:proofErr w:type="spellEnd"/>
      <w:r w:rsidRPr="00F22DBD">
        <w:rPr>
          <w:rFonts w:ascii="Calibri" w:hAnsi="Calibri" w:cs="Calibri"/>
          <w:b/>
          <w:bCs/>
        </w:rPr>
        <w:t>-uri</w:t>
      </w:r>
    </w:p>
    <w:p w14:paraId="0E2A6440" w14:textId="77777777" w:rsidR="006E38B2" w:rsidRPr="00F22DBD" w:rsidRDefault="006E38B2" w:rsidP="00F22DBD">
      <w:pPr>
        <w:pStyle w:val="ListParagraph"/>
        <w:numPr>
          <w:ilvl w:val="0"/>
          <w:numId w:val="27"/>
        </w:numPr>
        <w:rPr>
          <w:rFonts w:ascii="Calibri" w:hAnsi="Calibri" w:cs="Calibri"/>
          <w:b/>
          <w:bCs/>
        </w:rPr>
      </w:pPr>
      <w:r w:rsidRPr="00F22DBD">
        <w:rPr>
          <w:rFonts w:ascii="Calibri" w:hAnsi="Calibri" w:cs="Calibri"/>
          <w:b/>
          <w:bCs/>
        </w:rPr>
        <w:t>Număr de idei vândute sau licențiate</w:t>
      </w:r>
    </w:p>
    <w:p w14:paraId="0B54B056" w14:textId="77777777" w:rsidR="006E38B2" w:rsidRPr="00F22DBD" w:rsidRDefault="006E38B2" w:rsidP="00F22DBD">
      <w:pPr>
        <w:pStyle w:val="ListParagraph"/>
        <w:numPr>
          <w:ilvl w:val="0"/>
          <w:numId w:val="27"/>
        </w:numPr>
        <w:rPr>
          <w:rFonts w:ascii="Calibri" w:hAnsi="Calibri" w:cs="Calibri"/>
          <w:b/>
          <w:bCs/>
        </w:rPr>
      </w:pPr>
      <w:r w:rsidRPr="00F22DBD">
        <w:rPr>
          <w:rFonts w:ascii="Calibri" w:hAnsi="Calibri" w:cs="Calibri"/>
          <w:b/>
          <w:bCs/>
        </w:rPr>
        <w:t>Alte finanțări atrase pentru platformă</w:t>
      </w:r>
    </w:p>
    <w:p w14:paraId="4AFD98DA" w14:textId="77777777" w:rsidR="006E38B2" w:rsidRPr="00F22DBD" w:rsidRDefault="006E38B2" w:rsidP="00F22DBD">
      <w:pPr>
        <w:rPr>
          <w:rFonts w:ascii="Calibri" w:hAnsi="Calibri" w:cs="Calibri"/>
        </w:rPr>
      </w:pPr>
    </w:p>
    <w:p w14:paraId="7DDDB337" w14:textId="77777777" w:rsidR="006E38B2" w:rsidRPr="00F22DBD" w:rsidRDefault="006E38B2" w:rsidP="00F22DBD">
      <w:pPr>
        <w:rPr>
          <w:rFonts w:ascii="Calibri" w:hAnsi="Calibri" w:cs="Calibri"/>
          <w:iCs/>
        </w:rPr>
      </w:pPr>
      <w:r w:rsidRPr="00F22DBD">
        <w:rPr>
          <w:rFonts w:ascii="Calibri" w:hAnsi="Calibri" w:cs="Calibri"/>
          <w:iCs/>
        </w:rPr>
        <w:t>Menționați alți indicatori relevanți pe care îi propuneți – maximum 2-3, cu țintele aferente.</w:t>
      </w:r>
    </w:p>
    <w:p w14:paraId="3D3144E2" w14:textId="77777777" w:rsidR="006E38B2" w:rsidRPr="00F22DBD" w:rsidRDefault="006E38B2" w:rsidP="00F22DBD">
      <w:pPr>
        <w:spacing w:line="259" w:lineRule="auto"/>
        <w:rPr>
          <w:rFonts w:ascii="Calibri" w:hAnsi="Calibri" w:cs="Calibri"/>
          <w:iCs/>
        </w:rPr>
      </w:pPr>
      <w:r w:rsidRPr="00F22DBD">
        <w:rPr>
          <w:rFonts w:ascii="Calibri" w:hAnsi="Calibri" w:cs="Calibri"/>
          <w:iCs/>
        </w:rPr>
        <w:br w:type="page"/>
      </w:r>
    </w:p>
    <w:p w14:paraId="262C6E57" w14:textId="77777777" w:rsidR="006E38B2" w:rsidRPr="00F137D4" w:rsidRDefault="006E38B2" w:rsidP="00F22DBD">
      <w:pPr>
        <w:pStyle w:val="Heading1"/>
        <w:spacing w:before="0" w:after="0"/>
        <w:rPr>
          <w:rFonts w:ascii="Calibri" w:hAnsi="Calibri" w:cs="Calibri"/>
          <w:sz w:val="28"/>
          <w:szCs w:val="28"/>
        </w:rPr>
      </w:pPr>
      <w:bookmarkStart w:id="14" w:name="_Toc143703366"/>
      <w:bookmarkStart w:id="15" w:name="_GoBack"/>
      <w:r w:rsidRPr="00F137D4">
        <w:rPr>
          <w:rFonts w:ascii="Calibri" w:hAnsi="Calibri" w:cs="Calibri"/>
          <w:sz w:val="28"/>
          <w:szCs w:val="28"/>
        </w:rPr>
        <w:lastRenderedPageBreak/>
        <w:t>SECȚIUNEA 3 – ASPECTE ESENȚIALE ALE IMPLEMENTĂRII PLATFORMEI PENTRU INOVARE DESCHISĂ A REGIUNII CENTRU</w:t>
      </w:r>
      <w:bookmarkEnd w:id="14"/>
    </w:p>
    <w:bookmarkEnd w:id="15"/>
    <w:p w14:paraId="1191CA16" w14:textId="77777777" w:rsidR="006E38B2" w:rsidRPr="00F22DBD" w:rsidRDefault="006E38B2" w:rsidP="00F22DBD">
      <w:pPr>
        <w:pStyle w:val="Heading2"/>
        <w:spacing w:before="0" w:after="0"/>
        <w:rPr>
          <w:rFonts w:ascii="Calibri" w:hAnsi="Calibri" w:cs="Calibri"/>
          <w:i w:val="0"/>
          <w:sz w:val="24"/>
          <w:szCs w:val="24"/>
        </w:rPr>
      </w:pPr>
    </w:p>
    <w:p w14:paraId="2102769A" w14:textId="77777777" w:rsidR="006E38B2" w:rsidRPr="00F22DBD" w:rsidRDefault="006E38B2" w:rsidP="00B62BB6">
      <w:pPr>
        <w:pStyle w:val="Heading2"/>
        <w:keepLines/>
        <w:numPr>
          <w:ilvl w:val="0"/>
          <w:numId w:val="16"/>
        </w:numPr>
        <w:suppressAutoHyphens/>
        <w:spacing w:before="0" w:after="0"/>
        <w:ind w:left="284" w:hanging="284"/>
        <w:rPr>
          <w:rFonts w:ascii="Calibri" w:hAnsi="Calibri" w:cs="Calibri"/>
          <w:i w:val="0"/>
          <w:sz w:val="24"/>
          <w:szCs w:val="24"/>
        </w:rPr>
      </w:pPr>
      <w:bookmarkStart w:id="16" w:name="_Toc143703367"/>
      <w:r w:rsidRPr="00F22DBD">
        <w:rPr>
          <w:rFonts w:ascii="Calibri" w:hAnsi="Calibri" w:cs="Calibri"/>
          <w:i w:val="0"/>
          <w:sz w:val="24"/>
          <w:szCs w:val="24"/>
        </w:rPr>
        <w:t>Pachetele de lucru</w:t>
      </w:r>
      <w:bookmarkEnd w:id="16"/>
    </w:p>
    <w:p w14:paraId="768CA5CB" w14:textId="77777777" w:rsidR="006E38B2" w:rsidRPr="00F22DBD" w:rsidRDefault="006E38B2" w:rsidP="00F22DBD">
      <w:pPr>
        <w:rPr>
          <w:rFonts w:ascii="Calibri" w:hAnsi="Calibri" w:cs="Calibri"/>
        </w:rPr>
      </w:pPr>
    </w:p>
    <w:p w14:paraId="0CC15143" w14:textId="77777777" w:rsidR="006E38B2" w:rsidRPr="00F22DBD" w:rsidRDefault="006E38B2" w:rsidP="00F22DBD">
      <w:pPr>
        <w:rPr>
          <w:rFonts w:ascii="Calibri" w:hAnsi="Calibri" w:cs="Calibri"/>
          <w:iCs/>
        </w:rPr>
      </w:pPr>
      <w:r w:rsidRPr="00F22DBD">
        <w:rPr>
          <w:rFonts w:ascii="Calibri" w:hAnsi="Calibri" w:cs="Calibri"/>
          <w:iCs/>
        </w:rPr>
        <w:t>Din perspectiva prezentului apel, există 7 pachete pre-stabilite, după cum urmează:</w:t>
      </w:r>
    </w:p>
    <w:p w14:paraId="6F573C32" w14:textId="77777777" w:rsidR="006E38B2" w:rsidRPr="00F22DBD" w:rsidRDefault="006E38B2" w:rsidP="00F22DBD">
      <w:pPr>
        <w:pStyle w:val="ListParagraph"/>
        <w:numPr>
          <w:ilvl w:val="0"/>
          <w:numId w:val="30"/>
        </w:numPr>
        <w:spacing w:line="276" w:lineRule="auto"/>
        <w:rPr>
          <w:rFonts w:ascii="Calibri" w:hAnsi="Calibri" w:cs="Calibri"/>
          <w:b/>
          <w:bCs/>
          <w:iCs/>
        </w:rPr>
      </w:pPr>
      <w:r w:rsidRPr="00F22DBD">
        <w:rPr>
          <w:rFonts w:ascii="Calibri" w:hAnsi="Calibri" w:cs="Calibri"/>
          <w:b/>
          <w:bCs/>
          <w:iCs/>
        </w:rPr>
        <w:t>Diagnostic regional al problemelor/provocărilor de inovare și ”cartografierea” rețelei de valoare la nivel regional</w:t>
      </w:r>
    </w:p>
    <w:p w14:paraId="00AD4799" w14:textId="77777777" w:rsidR="006E38B2" w:rsidRPr="00F22DBD" w:rsidRDefault="006E38B2" w:rsidP="00F22DBD">
      <w:pPr>
        <w:pStyle w:val="ListParagraph"/>
        <w:numPr>
          <w:ilvl w:val="0"/>
          <w:numId w:val="30"/>
        </w:numPr>
        <w:spacing w:line="276" w:lineRule="auto"/>
        <w:rPr>
          <w:rFonts w:ascii="Calibri" w:hAnsi="Calibri" w:cs="Calibri"/>
          <w:b/>
          <w:bCs/>
          <w:iCs/>
        </w:rPr>
      </w:pPr>
      <w:r w:rsidRPr="00F22DBD">
        <w:rPr>
          <w:rFonts w:ascii="Calibri" w:hAnsi="Calibri" w:cs="Calibri"/>
          <w:b/>
          <w:bCs/>
          <w:iCs/>
        </w:rPr>
        <w:t>Identificarea actorilor relevanți și definirea propunerilor de valoare pentru fiecare categorie de actori</w:t>
      </w:r>
    </w:p>
    <w:p w14:paraId="12A06EC2" w14:textId="77777777" w:rsidR="006E38B2" w:rsidRPr="00F22DBD" w:rsidRDefault="006E38B2" w:rsidP="00F22DBD">
      <w:pPr>
        <w:pStyle w:val="ListParagraph"/>
        <w:numPr>
          <w:ilvl w:val="0"/>
          <w:numId w:val="30"/>
        </w:numPr>
        <w:spacing w:line="276" w:lineRule="auto"/>
        <w:rPr>
          <w:rFonts w:ascii="Calibri" w:hAnsi="Calibri" w:cs="Calibri"/>
          <w:b/>
          <w:bCs/>
          <w:iCs/>
        </w:rPr>
      </w:pPr>
      <w:r w:rsidRPr="00F22DBD">
        <w:rPr>
          <w:rFonts w:ascii="Calibri" w:hAnsi="Calibri" w:cs="Calibri"/>
          <w:b/>
          <w:bCs/>
          <w:iCs/>
        </w:rPr>
        <w:t>Operaționalizarea mecanismelor de colaborare și a serviciilor aferente implementării platformei de inovare deschisă</w:t>
      </w:r>
    </w:p>
    <w:p w14:paraId="2FC5C878" w14:textId="77777777" w:rsidR="006E38B2" w:rsidRPr="00F22DBD" w:rsidRDefault="006E38B2" w:rsidP="00F22DBD">
      <w:pPr>
        <w:pStyle w:val="ListParagraph"/>
        <w:numPr>
          <w:ilvl w:val="0"/>
          <w:numId w:val="30"/>
        </w:numPr>
        <w:spacing w:line="276" w:lineRule="auto"/>
        <w:rPr>
          <w:rFonts w:ascii="Calibri" w:hAnsi="Calibri" w:cs="Calibri"/>
          <w:b/>
          <w:bCs/>
          <w:iCs/>
        </w:rPr>
      </w:pPr>
      <w:r w:rsidRPr="00F22DBD">
        <w:rPr>
          <w:rFonts w:ascii="Calibri" w:hAnsi="Calibri" w:cs="Calibri"/>
          <w:b/>
          <w:bCs/>
          <w:iCs/>
        </w:rPr>
        <w:t>Crearea instrumentelor digitale de animare a platformei de inovare deschisă</w:t>
      </w:r>
    </w:p>
    <w:p w14:paraId="51A86737" w14:textId="77777777" w:rsidR="006E38B2" w:rsidRPr="00F22DBD" w:rsidRDefault="006E38B2" w:rsidP="00F22DBD">
      <w:pPr>
        <w:pStyle w:val="ListParagraph"/>
        <w:numPr>
          <w:ilvl w:val="0"/>
          <w:numId w:val="30"/>
        </w:numPr>
        <w:spacing w:line="276" w:lineRule="auto"/>
        <w:rPr>
          <w:rFonts w:ascii="Calibri" w:hAnsi="Calibri" w:cs="Calibri"/>
          <w:b/>
          <w:bCs/>
          <w:iCs/>
        </w:rPr>
      </w:pPr>
      <w:r w:rsidRPr="00F22DBD">
        <w:rPr>
          <w:rFonts w:ascii="Calibri" w:hAnsi="Calibri" w:cs="Calibri"/>
          <w:b/>
          <w:bCs/>
          <w:iCs/>
        </w:rPr>
        <w:t>Măsurarea impactului și a performanței rețelei de valoare</w:t>
      </w:r>
    </w:p>
    <w:p w14:paraId="448C9357" w14:textId="77777777" w:rsidR="006E38B2" w:rsidRPr="00F22DBD" w:rsidRDefault="006E38B2" w:rsidP="00F22DBD">
      <w:pPr>
        <w:pStyle w:val="ListParagraph"/>
        <w:numPr>
          <w:ilvl w:val="0"/>
          <w:numId w:val="30"/>
        </w:numPr>
        <w:spacing w:line="276" w:lineRule="auto"/>
        <w:rPr>
          <w:rFonts w:ascii="Calibri" w:hAnsi="Calibri" w:cs="Calibri"/>
          <w:b/>
          <w:bCs/>
          <w:iCs/>
        </w:rPr>
      </w:pPr>
      <w:r w:rsidRPr="00F22DBD">
        <w:rPr>
          <w:rFonts w:ascii="Calibri" w:hAnsi="Calibri" w:cs="Calibri"/>
          <w:b/>
          <w:bCs/>
          <w:iCs/>
        </w:rPr>
        <w:t>Management de proiect</w:t>
      </w:r>
    </w:p>
    <w:p w14:paraId="5FFD5768" w14:textId="77777777" w:rsidR="006E38B2" w:rsidRPr="00F22DBD" w:rsidRDefault="006E38B2" w:rsidP="00F22DBD">
      <w:pPr>
        <w:pStyle w:val="ListParagraph"/>
        <w:numPr>
          <w:ilvl w:val="0"/>
          <w:numId w:val="30"/>
        </w:numPr>
        <w:spacing w:line="276" w:lineRule="auto"/>
        <w:rPr>
          <w:rFonts w:ascii="Calibri" w:hAnsi="Calibri" w:cs="Calibri"/>
          <w:b/>
          <w:bCs/>
          <w:iCs/>
        </w:rPr>
      </w:pPr>
      <w:r w:rsidRPr="00F22DBD">
        <w:rPr>
          <w:rFonts w:ascii="Calibri" w:hAnsi="Calibri" w:cs="Calibri"/>
          <w:b/>
          <w:bCs/>
          <w:iCs/>
        </w:rPr>
        <w:t>Exploatare și diseminare</w:t>
      </w:r>
    </w:p>
    <w:p w14:paraId="150F12B7" w14:textId="77777777" w:rsidR="006E38B2" w:rsidRPr="00F22DBD" w:rsidRDefault="006E38B2" w:rsidP="00F22DBD">
      <w:pPr>
        <w:rPr>
          <w:rFonts w:ascii="Calibri" w:hAnsi="Calibri" w:cs="Calibri"/>
          <w:iCs/>
        </w:rPr>
      </w:pPr>
      <w:r w:rsidRPr="00F22DBD">
        <w:rPr>
          <w:rFonts w:ascii="Calibri" w:hAnsi="Calibri" w:cs="Calibri"/>
          <w:iCs/>
        </w:rPr>
        <w:t>Descrieți fiecare pachet de lucru urmând structura de conținut de mai jos:</w:t>
      </w:r>
    </w:p>
    <w:p w14:paraId="7E4DB976" w14:textId="77777777" w:rsidR="006E38B2" w:rsidRPr="00F22DBD" w:rsidRDefault="006E38B2" w:rsidP="00F22DBD">
      <w:pPr>
        <w:rPr>
          <w:rFonts w:ascii="Calibri" w:hAnsi="Calibri" w:cs="Calibri"/>
        </w:rPr>
      </w:pPr>
    </w:p>
    <w:p w14:paraId="06D0F2E9" w14:textId="77777777" w:rsidR="006E38B2" w:rsidRPr="00F22DBD" w:rsidRDefault="006E38B2" w:rsidP="00F22DBD">
      <w:pPr>
        <w:numPr>
          <w:ilvl w:val="0"/>
          <w:numId w:val="31"/>
        </w:numPr>
        <w:suppressAutoHyphens/>
        <w:rPr>
          <w:rFonts w:ascii="Calibri" w:hAnsi="Calibri" w:cs="Calibri"/>
        </w:rPr>
      </w:pPr>
      <w:r w:rsidRPr="00F22DBD">
        <w:rPr>
          <w:rFonts w:ascii="Calibri" w:hAnsi="Calibri" w:cs="Calibri"/>
        </w:rPr>
        <w:t>Obiective</w:t>
      </w:r>
    </w:p>
    <w:p w14:paraId="19037EAF" w14:textId="77777777" w:rsidR="006E38B2" w:rsidRPr="00F22DBD" w:rsidRDefault="006E38B2" w:rsidP="00F22DBD">
      <w:pPr>
        <w:numPr>
          <w:ilvl w:val="0"/>
          <w:numId w:val="31"/>
        </w:numPr>
        <w:suppressAutoHyphens/>
        <w:rPr>
          <w:rFonts w:ascii="Calibri" w:hAnsi="Calibri" w:cs="Calibri"/>
        </w:rPr>
      </w:pPr>
      <w:r w:rsidRPr="00F22DBD">
        <w:rPr>
          <w:rFonts w:ascii="Calibri" w:hAnsi="Calibri" w:cs="Calibri"/>
        </w:rPr>
        <w:t>Organizația lider al pachetului de lucru și organizațiile partenere implicate în pachetul de lucru</w:t>
      </w:r>
    </w:p>
    <w:p w14:paraId="361FAF3B" w14:textId="77777777" w:rsidR="006E38B2" w:rsidRPr="00F22DBD" w:rsidRDefault="006E38B2" w:rsidP="00F22DBD">
      <w:pPr>
        <w:numPr>
          <w:ilvl w:val="0"/>
          <w:numId w:val="31"/>
        </w:numPr>
        <w:suppressAutoHyphens/>
        <w:rPr>
          <w:rFonts w:ascii="Calibri" w:hAnsi="Calibri" w:cs="Calibri"/>
        </w:rPr>
      </w:pPr>
      <w:r w:rsidRPr="00F22DBD">
        <w:rPr>
          <w:rFonts w:ascii="Calibri" w:hAnsi="Calibri" w:cs="Calibri"/>
        </w:rPr>
        <w:t>Activități subsumate pachetului de lucru</w:t>
      </w:r>
    </w:p>
    <w:p w14:paraId="789231FD" w14:textId="77777777" w:rsidR="006E38B2" w:rsidRPr="00F22DBD" w:rsidRDefault="006E38B2" w:rsidP="00F22DBD">
      <w:pPr>
        <w:numPr>
          <w:ilvl w:val="0"/>
          <w:numId w:val="31"/>
        </w:numPr>
        <w:suppressAutoHyphens/>
        <w:rPr>
          <w:rFonts w:ascii="Calibri" w:hAnsi="Calibri" w:cs="Calibri"/>
        </w:rPr>
      </w:pPr>
      <w:r w:rsidRPr="00F22DBD">
        <w:rPr>
          <w:rFonts w:ascii="Calibri" w:hAnsi="Calibri" w:cs="Calibri"/>
        </w:rPr>
        <w:t>Livrabile asociate activităților</w:t>
      </w:r>
    </w:p>
    <w:p w14:paraId="1B94A2A9" w14:textId="77777777" w:rsidR="006E38B2" w:rsidRPr="00F22DBD" w:rsidRDefault="006E38B2" w:rsidP="00F22DBD">
      <w:pPr>
        <w:numPr>
          <w:ilvl w:val="0"/>
          <w:numId w:val="31"/>
        </w:numPr>
        <w:suppressAutoHyphens/>
        <w:rPr>
          <w:rFonts w:ascii="Calibri" w:hAnsi="Calibri" w:cs="Calibri"/>
        </w:rPr>
      </w:pPr>
      <w:r w:rsidRPr="00F22DBD">
        <w:rPr>
          <w:rFonts w:ascii="Calibri" w:hAnsi="Calibri" w:cs="Calibri"/>
        </w:rPr>
        <w:t>Indicatori de măsurare a performanței activităților incluse în pachetul de lucru</w:t>
      </w:r>
    </w:p>
    <w:p w14:paraId="3030E8AA" w14:textId="77777777" w:rsidR="006E38B2" w:rsidRPr="00F22DBD" w:rsidRDefault="006E38B2" w:rsidP="00F22DBD">
      <w:pPr>
        <w:numPr>
          <w:ilvl w:val="0"/>
          <w:numId w:val="31"/>
        </w:numPr>
        <w:suppressAutoHyphens/>
        <w:rPr>
          <w:rFonts w:ascii="Calibri" w:hAnsi="Calibri" w:cs="Calibri"/>
        </w:rPr>
      </w:pPr>
      <w:r w:rsidRPr="00F22DBD">
        <w:rPr>
          <w:rFonts w:ascii="Calibri" w:hAnsi="Calibri" w:cs="Calibri"/>
        </w:rPr>
        <w:t>Luna de început și de finalizare a pachetului de lucru</w:t>
      </w:r>
    </w:p>
    <w:p w14:paraId="5F5A8F3B" w14:textId="77777777" w:rsidR="006E38B2" w:rsidRPr="00F22DBD" w:rsidRDefault="006E38B2" w:rsidP="00F22DBD">
      <w:pPr>
        <w:numPr>
          <w:ilvl w:val="0"/>
          <w:numId w:val="31"/>
        </w:numPr>
        <w:suppressAutoHyphens/>
        <w:rPr>
          <w:rFonts w:ascii="Calibri" w:hAnsi="Calibri" w:cs="Calibri"/>
        </w:rPr>
      </w:pPr>
      <w:r w:rsidRPr="00F22DBD">
        <w:rPr>
          <w:rFonts w:ascii="Calibri" w:hAnsi="Calibri" w:cs="Calibri"/>
        </w:rPr>
        <w:t>Număr de luni lucrate (</w:t>
      </w:r>
      <w:proofErr w:type="spellStart"/>
      <w:r w:rsidRPr="00F22DBD">
        <w:rPr>
          <w:rFonts w:ascii="Calibri" w:hAnsi="Calibri" w:cs="Calibri"/>
          <w:iCs/>
        </w:rPr>
        <w:t>man-months</w:t>
      </w:r>
      <w:proofErr w:type="spellEnd"/>
      <w:r w:rsidRPr="00F22DBD">
        <w:rPr>
          <w:rFonts w:ascii="Calibri" w:hAnsi="Calibri" w:cs="Calibri"/>
        </w:rPr>
        <w:t>) în total și per parteneri</w:t>
      </w:r>
    </w:p>
    <w:p w14:paraId="3035C398" w14:textId="77777777" w:rsidR="006E38B2" w:rsidRPr="00F22DBD" w:rsidRDefault="006E38B2" w:rsidP="00F22DBD">
      <w:pPr>
        <w:rPr>
          <w:rFonts w:ascii="Calibri" w:hAnsi="Calibri" w:cs="Calibri"/>
        </w:rPr>
      </w:pPr>
    </w:p>
    <w:p w14:paraId="199D6D0C" w14:textId="77777777" w:rsidR="006E38B2" w:rsidRPr="00F22DBD" w:rsidRDefault="006E38B2" w:rsidP="00F22DBD">
      <w:pPr>
        <w:rPr>
          <w:rFonts w:ascii="Calibri" w:hAnsi="Calibri" w:cs="Calibri"/>
          <w:iCs/>
        </w:rPr>
      </w:pPr>
      <w:r w:rsidRPr="00F22DBD">
        <w:rPr>
          <w:rFonts w:ascii="Calibri" w:hAnsi="Calibri" w:cs="Calibri"/>
          <w:iCs/>
        </w:rPr>
        <w:t xml:space="preserve">De asemenea, atașați un plan </w:t>
      </w:r>
      <w:proofErr w:type="spellStart"/>
      <w:r w:rsidRPr="00F22DBD">
        <w:rPr>
          <w:rFonts w:ascii="Calibri" w:hAnsi="Calibri" w:cs="Calibri"/>
          <w:iCs/>
        </w:rPr>
        <w:t>Gantt</w:t>
      </w:r>
      <w:proofErr w:type="spellEnd"/>
      <w:r w:rsidRPr="00F22DBD">
        <w:rPr>
          <w:rFonts w:ascii="Calibri" w:hAnsi="Calibri" w:cs="Calibri"/>
          <w:iCs/>
        </w:rPr>
        <w:t xml:space="preserve"> al derulării pachetelor de lucru pe durata implementării proiectului propus.</w:t>
      </w:r>
    </w:p>
    <w:p w14:paraId="476D1C22" w14:textId="77777777" w:rsidR="006E38B2" w:rsidRPr="00F22DBD" w:rsidRDefault="006E38B2" w:rsidP="00F22DBD">
      <w:pPr>
        <w:rPr>
          <w:rFonts w:ascii="Calibri" w:hAnsi="Calibri" w:cs="Calibri"/>
        </w:rPr>
      </w:pPr>
    </w:p>
    <w:p w14:paraId="3FDD15B9" w14:textId="77777777" w:rsidR="006E38B2" w:rsidRPr="00F22DBD" w:rsidRDefault="006E38B2" w:rsidP="00F22DBD">
      <w:pPr>
        <w:pStyle w:val="Heading2"/>
        <w:keepLines/>
        <w:numPr>
          <w:ilvl w:val="0"/>
          <w:numId w:val="16"/>
        </w:numPr>
        <w:suppressAutoHyphens/>
        <w:spacing w:before="0" w:after="0"/>
        <w:rPr>
          <w:rFonts w:ascii="Calibri" w:hAnsi="Calibri" w:cs="Calibri"/>
          <w:i w:val="0"/>
          <w:sz w:val="24"/>
          <w:szCs w:val="24"/>
        </w:rPr>
      </w:pPr>
      <w:bookmarkStart w:id="17" w:name="_Toc143703368"/>
      <w:r w:rsidRPr="00F22DBD">
        <w:rPr>
          <w:rFonts w:ascii="Calibri" w:hAnsi="Calibri" w:cs="Calibri"/>
          <w:i w:val="0"/>
          <w:sz w:val="24"/>
          <w:szCs w:val="24"/>
        </w:rPr>
        <w:t>Riscurile și măsurile de contracarare ale acestora</w:t>
      </w:r>
      <w:bookmarkEnd w:id="17"/>
    </w:p>
    <w:p w14:paraId="1F973E17" w14:textId="77777777" w:rsidR="006E38B2" w:rsidRPr="00F22DBD" w:rsidRDefault="006E38B2" w:rsidP="00F22DBD">
      <w:pPr>
        <w:jc w:val="both"/>
        <w:rPr>
          <w:rFonts w:ascii="Calibri" w:hAnsi="Calibri" w:cs="Calibri"/>
        </w:rPr>
      </w:pPr>
    </w:p>
    <w:p w14:paraId="0835B0B5" w14:textId="77777777" w:rsidR="006E38B2" w:rsidRPr="00F22DBD" w:rsidRDefault="006E38B2" w:rsidP="00F22DBD">
      <w:pPr>
        <w:rPr>
          <w:rFonts w:ascii="Calibri" w:hAnsi="Calibri" w:cs="Calibri"/>
          <w:iCs/>
        </w:rPr>
      </w:pPr>
      <w:r w:rsidRPr="00F22DBD">
        <w:rPr>
          <w:rFonts w:ascii="Calibri" w:hAnsi="Calibri" w:cs="Calibri"/>
          <w:iCs/>
        </w:rPr>
        <w:t>Descrieți 1-2 riscuri principale în cadrul fiecărei categorii de riscuri menționate mai jos, prezentând, pentru fie care risc individual, măsura de contracarare a acestuia.</w:t>
      </w:r>
    </w:p>
    <w:p w14:paraId="0EC8B3A6" w14:textId="77777777" w:rsidR="006E38B2" w:rsidRPr="00F22DBD" w:rsidRDefault="006E38B2" w:rsidP="00F22DBD">
      <w:pPr>
        <w:rPr>
          <w:rFonts w:ascii="Calibri" w:hAnsi="Calibri" w:cs="Calibri"/>
        </w:rPr>
      </w:pPr>
    </w:p>
    <w:p w14:paraId="44A09B01" w14:textId="77777777" w:rsidR="006E38B2" w:rsidRPr="00F22DBD" w:rsidRDefault="006E38B2" w:rsidP="00F22DBD">
      <w:pPr>
        <w:pStyle w:val="Heading3"/>
        <w:keepLines/>
        <w:numPr>
          <w:ilvl w:val="0"/>
          <w:numId w:val="29"/>
        </w:numPr>
        <w:suppressAutoHyphens/>
        <w:spacing w:before="0" w:after="0"/>
        <w:rPr>
          <w:rFonts w:ascii="Calibri" w:hAnsi="Calibri" w:cs="Calibri"/>
          <w:sz w:val="24"/>
          <w:szCs w:val="24"/>
        </w:rPr>
      </w:pPr>
      <w:bookmarkStart w:id="18" w:name="_Toc141270173"/>
      <w:bookmarkStart w:id="19" w:name="_Toc143703369"/>
      <w:r w:rsidRPr="00F22DBD">
        <w:rPr>
          <w:rFonts w:ascii="Calibri" w:hAnsi="Calibri" w:cs="Calibri"/>
          <w:sz w:val="24"/>
          <w:szCs w:val="24"/>
        </w:rPr>
        <w:t>Riscuri de parteneriat</w:t>
      </w:r>
      <w:bookmarkEnd w:id="18"/>
      <w:bookmarkEnd w:id="19"/>
    </w:p>
    <w:p w14:paraId="60675BF0" w14:textId="77777777" w:rsidR="006E38B2" w:rsidRPr="00F22DBD" w:rsidRDefault="006E38B2" w:rsidP="00F22DBD">
      <w:pPr>
        <w:rPr>
          <w:rFonts w:ascii="Calibri" w:hAnsi="Calibri" w:cs="Calibri"/>
          <w:iCs/>
        </w:rPr>
      </w:pPr>
      <w:r w:rsidRPr="00F22DBD">
        <w:rPr>
          <w:rFonts w:ascii="Calibri" w:hAnsi="Calibri" w:cs="Calibri"/>
          <w:iCs/>
        </w:rPr>
        <w:t>Aceste riscuri sunt aferente parteneriatului înțeles în mod extins (i.e., actori regionali care utilizează activ și consecvent serviciile platformei, astfel fiind parte din rețeaua de valoare la nivel regional), cât și parteneriatului intern, la nivel de consorțiu.</w:t>
      </w:r>
    </w:p>
    <w:p w14:paraId="783EF993" w14:textId="77777777" w:rsidR="006E38B2" w:rsidRPr="00F22DBD" w:rsidRDefault="006E38B2" w:rsidP="00F22DBD">
      <w:pPr>
        <w:pStyle w:val="Heading3"/>
        <w:keepLines/>
        <w:numPr>
          <w:ilvl w:val="0"/>
          <w:numId w:val="29"/>
        </w:numPr>
        <w:suppressAutoHyphens/>
        <w:spacing w:before="0" w:after="0"/>
        <w:rPr>
          <w:rFonts w:ascii="Calibri" w:hAnsi="Calibri" w:cs="Calibri"/>
          <w:sz w:val="24"/>
          <w:szCs w:val="24"/>
        </w:rPr>
      </w:pPr>
      <w:bookmarkStart w:id="20" w:name="_Toc141270174"/>
      <w:bookmarkStart w:id="21" w:name="_Toc143703370"/>
      <w:r w:rsidRPr="00F22DBD">
        <w:rPr>
          <w:rFonts w:ascii="Calibri" w:hAnsi="Calibri" w:cs="Calibri"/>
          <w:sz w:val="24"/>
          <w:szCs w:val="24"/>
        </w:rPr>
        <w:lastRenderedPageBreak/>
        <w:t>Riscuri tehnologice</w:t>
      </w:r>
      <w:bookmarkEnd w:id="20"/>
      <w:bookmarkEnd w:id="21"/>
    </w:p>
    <w:p w14:paraId="22F9721E" w14:textId="77777777" w:rsidR="006E38B2" w:rsidRPr="00F22DBD" w:rsidRDefault="006E38B2" w:rsidP="00F22DBD">
      <w:pPr>
        <w:rPr>
          <w:rFonts w:ascii="Calibri" w:hAnsi="Calibri" w:cs="Calibri"/>
          <w:iCs/>
        </w:rPr>
      </w:pPr>
      <w:r w:rsidRPr="00F22DBD">
        <w:rPr>
          <w:rFonts w:ascii="Calibri" w:hAnsi="Calibri" w:cs="Calibri"/>
          <w:iCs/>
        </w:rPr>
        <w:t>Aceste riscuri țin de specificul tehnologic al ”ariilor de inovare” identificate ca prioritare pentru platforma de inovare deschisă, cât și de specificul soluției digitale construite în mod adaptat la nevoile și obiectivele platformei de inovare deschisă pentru Regiunea Centru.</w:t>
      </w:r>
    </w:p>
    <w:p w14:paraId="569BAA29" w14:textId="77777777" w:rsidR="006E38B2" w:rsidRPr="00F22DBD" w:rsidRDefault="006E38B2" w:rsidP="00F22DBD">
      <w:pPr>
        <w:pStyle w:val="Heading3"/>
        <w:keepLines/>
        <w:numPr>
          <w:ilvl w:val="0"/>
          <w:numId w:val="29"/>
        </w:numPr>
        <w:suppressAutoHyphens/>
        <w:spacing w:before="0" w:after="0"/>
        <w:rPr>
          <w:rFonts w:ascii="Calibri" w:hAnsi="Calibri" w:cs="Calibri"/>
          <w:sz w:val="24"/>
          <w:szCs w:val="24"/>
        </w:rPr>
      </w:pPr>
      <w:bookmarkStart w:id="22" w:name="_Toc141270175"/>
      <w:bookmarkStart w:id="23" w:name="_Toc143703371"/>
      <w:r w:rsidRPr="00F22DBD">
        <w:rPr>
          <w:rFonts w:ascii="Calibri" w:hAnsi="Calibri" w:cs="Calibri"/>
          <w:sz w:val="24"/>
          <w:szCs w:val="24"/>
        </w:rPr>
        <w:t>Riscuri de piață</w:t>
      </w:r>
      <w:bookmarkEnd w:id="22"/>
      <w:bookmarkEnd w:id="23"/>
      <w:r w:rsidRPr="00F22DBD">
        <w:rPr>
          <w:rFonts w:ascii="Calibri" w:hAnsi="Calibri" w:cs="Calibri"/>
          <w:sz w:val="24"/>
          <w:szCs w:val="24"/>
        </w:rPr>
        <w:t xml:space="preserve"> </w:t>
      </w:r>
    </w:p>
    <w:p w14:paraId="2CDBC8C1" w14:textId="77777777" w:rsidR="006E38B2" w:rsidRPr="00F22DBD" w:rsidRDefault="006E38B2" w:rsidP="00F22DBD">
      <w:pPr>
        <w:rPr>
          <w:rFonts w:ascii="Calibri" w:hAnsi="Calibri" w:cs="Calibri"/>
          <w:iCs/>
        </w:rPr>
      </w:pPr>
      <w:r w:rsidRPr="00F22DBD">
        <w:rPr>
          <w:rFonts w:ascii="Calibri" w:hAnsi="Calibri" w:cs="Calibri"/>
          <w:iCs/>
        </w:rPr>
        <w:t>Aceste riscuri țin de analiza relevantă și precisă a pieței, definirea grupurilor țintă și adaptarea ofertei la acestea, dar și de capacitatea internă a consorțiului de a defini modelul de costuri și venituri optim pentru platforma de inovare deschisă.</w:t>
      </w:r>
    </w:p>
    <w:p w14:paraId="06B15022" w14:textId="77777777" w:rsidR="006E38B2" w:rsidRPr="00F22DBD" w:rsidRDefault="006E38B2" w:rsidP="00F22DBD">
      <w:pPr>
        <w:pStyle w:val="Heading3"/>
        <w:keepLines/>
        <w:numPr>
          <w:ilvl w:val="0"/>
          <w:numId w:val="29"/>
        </w:numPr>
        <w:suppressAutoHyphens/>
        <w:spacing w:before="0" w:after="0"/>
        <w:rPr>
          <w:rFonts w:ascii="Calibri" w:hAnsi="Calibri" w:cs="Calibri"/>
          <w:sz w:val="24"/>
          <w:szCs w:val="24"/>
        </w:rPr>
      </w:pPr>
      <w:bookmarkStart w:id="24" w:name="_Toc141270176"/>
      <w:bookmarkStart w:id="25" w:name="_Toc143703372"/>
      <w:r w:rsidRPr="00F22DBD">
        <w:rPr>
          <w:rFonts w:ascii="Calibri" w:hAnsi="Calibri" w:cs="Calibri"/>
          <w:sz w:val="24"/>
          <w:szCs w:val="24"/>
        </w:rPr>
        <w:t>Riscuri legale / IPR</w:t>
      </w:r>
      <w:bookmarkEnd w:id="24"/>
      <w:bookmarkEnd w:id="25"/>
      <w:r w:rsidRPr="00F22DBD">
        <w:rPr>
          <w:rFonts w:ascii="Calibri" w:hAnsi="Calibri" w:cs="Calibri"/>
          <w:sz w:val="24"/>
          <w:szCs w:val="24"/>
        </w:rPr>
        <w:t xml:space="preserve"> </w:t>
      </w:r>
    </w:p>
    <w:p w14:paraId="5B5BEEC8" w14:textId="77777777" w:rsidR="006E38B2" w:rsidRPr="00F22DBD" w:rsidRDefault="006E38B2" w:rsidP="00F22DBD">
      <w:pPr>
        <w:rPr>
          <w:rFonts w:ascii="Calibri" w:hAnsi="Calibri" w:cs="Calibri"/>
          <w:iCs/>
        </w:rPr>
      </w:pPr>
      <w:r w:rsidRPr="00F22DBD">
        <w:rPr>
          <w:rFonts w:ascii="Calibri" w:hAnsi="Calibri" w:cs="Calibri"/>
          <w:iCs/>
        </w:rPr>
        <w:t>Aceste riscuri se referă la pregătirea din punct de vedere legal a implementării serviciilor de către platforma de inovare deschisă (i.e., proceduri, contracte, legislație relevantă, gestionarea disputelor etc.), cât și la managementul proprietății intelectuale al terților, în contextul serviciilor derulate prin platformă.</w:t>
      </w:r>
    </w:p>
    <w:p w14:paraId="70E464F7" w14:textId="77777777" w:rsidR="006E38B2" w:rsidRPr="00F22DBD" w:rsidRDefault="006E38B2" w:rsidP="00F22DBD">
      <w:pPr>
        <w:pStyle w:val="Heading3"/>
        <w:keepLines/>
        <w:numPr>
          <w:ilvl w:val="0"/>
          <w:numId w:val="29"/>
        </w:numPr>
        <w:suppressAutoHyphens/>
        <w:spacing w:before="0" w:after="0"/>
        <w:rPr>
          <w:rFonts w:ascii="Calibri" w:hAnsi="Calibri" w:cs="Calibri"/>
          <w:sz w:val="24"/>
          <w:szCs w:val="24"/>
        </w:rPr>
      </w:pPr>
      <w:bookmarkStart w:id="26" w:name="_Toc141270177"/>
      <w:bookmarkStart w:id="27" w:name="_Toc143703373"/>
      <w:r w:rsidRPr="00F22DBD">
        <w:rPr>
          <w:rFonts w:ascii="Calibri" w:hAnsi="Calibri" w:cs="Calibri"/>
          <w:sz w:val="24"/>
          <w:szCs w:val="24"/>
        </w:rPr>
        <w:t>Riscuri operaționale</w:t>
      </w:r>
      <w:bookmarkEnd w:id="26"/>
      <w:bookmarkEnd w:id="27"/>
      <w:r w:rsidRPr="00F22DBD">
        <w:rPr>
          <w:rFonts w:ascii="Calibri" w:hAnsi="Calibri" w:cs="Calibri"/>
          <w:sz w:val="24"/>
          <w:szCs w:val="24"/>
        </w:rPr>
        <w:t xml:space="preserve"> </w:t>
      </w:r>
    </w:p>
    <w:p w14:paraId="050250AB" w14:textId="77777777" w:rsidR="006E38B2" w:rsidRPr="00F22DBD" w:rsidRDefault="006E38B2" w:rsidP="00F22DBD">
      <w:pPr>
        <w:rPr>
          <w:rFonts w:ascii="Calibri" w:hAnsi="Calibri" w:cs="Calibri"/>
          <w:iCs/>
        </w:rPr>
      </w:pPr>
      <w:r w:rsidRPr="00F22DBD">
        <w:rPr>
          <w:rFonts w:ascii="Calibri" w:hAnsi="Calibri" w:cs="Calibri"/>
          <w:iCs/>
        </w:rPr>
        <w:t>Aceste riscuri se referă la organizarea internă în vederea livrării serviciilor și a animării rețelei de valoare regională și la competențele necesare la nivel de echipă de management a platformei de inovare deschisă.</w:t>
      </w:r>
    </w:p>
    <w:p w14:paraId="44DD6A31" w14:textId="77777777" w:rsidR="006E38B2" w:rsidRPr="00F22DBD" w:rsidRDefault="006E38B2" w:rsidP="00F22DBD">
      <w:pPr>
        <w:pStyle w:val="Heading3"/>
        <w:keepLines/>
        <w:numPr>
          <w:ilvl w:val="0"/>
          <w:numId w:val="29"/>
        </w:numPr>
        <w:suppressAutoHyphens/>
        <w:spacing w:before="0" w:after="0"/>
        <w:rPr>
          <w:rFonts w:ascii="Calibri" w:hAnsi="Calibri" w:cs="Calibri"/>
          <w:sz w:val="24"/>
          <w:szCs w:val="24"/>
        </w:rPr>
      </w:pPr>
      <w:bookmarkStart w:id="28" w:name="_Toc141270178"/>
      <w:bookmarkStart w:id="29" w:name="_Toc143703374"/>
      <w:r w:rsidRPr="00F22DBD">
        <w:rPr>
          <w:rFonts w:ascii="Calibri" w:hAnsi="Calibri" w:cs="Calibri"/>
          <w:sz w:val="24"/>
          <w:szCs w:val="24"/>
        </w:rPr>
        <w:t>Riscuri financiare</w:t>
      </w:r>
      <w:bookmarkEnd w:id="28"/>
      <w:bookmarkEnd w:id="29"/>
      <w:r w:rsidRPr="00F22DBD">
        <w:rPr>
          <w:rFonts w:ascii="Calibri" w:hAnsi="Calibri" w:cs="Calibri"/>
          <w:sz w:val="24"/>
          <w:szCs w:val="24"/>
        </w:rPr>
        <w:t xml:space="preserve"> </w:t>
      </w:r>
    </w:p>
    <w:p w14:paraId="7D3FAADF" w14:textId="77777777" w:rsidR="006E38B2" w:rsidRPr="00F22DBD" w:rsidRDefault="006E38B2" w:rsidP="00F22DBD">
      <w:pPr>
        <w:rPr>
          <w:rFonts w:ascii="Calibri" w:hAnsi="Calibri" w:cs="Calibri"/>
          <w:iCs/>
        </w:rPr>
      </w:pPr>
      <w:r w:rsidRPr="00F22DBD">
        <w:rPr>
          <w:rFonts w:ascii="Calibri" w:hAnsi="Calibri" w:cs="Calibri"/>
          <w:iCs/>
        </w:rPr>
        <w:t xml:space="preserve">La nivelul acestor riscuri, </w:t>
      </w:r>
      <w:proofErr w:type="spellStart"/>
      <w:r w:rsidRPr="00F22DBD">
        <w:rPr>
          <w:rFonts w:ascii="Calibri" w:hAnsi="Calibri" w:cs="Calibri"/>
          <w:iCs/>
        </w:rPr>
        <w:t>aplicanții</w:t>
      </w:r>
      <w:proofErr w:type="spellEnd"/>
      <w:r w:rsidRPr="00F22DBD">
        <w:rPr>
          <w:rFonts w:ascii="Calibri" w:hAnsi="Calibri" w:cs="Calibri"/>
          <w:iCs/>
        </w:rPr>
        <w:t xml:space="preserve"> vor distinge atât riscurile financiare specifice implementării și definirii unui model de costuri și venituri viabil, cât și riscurile aferente sustenabilității financiare pe termen mediu și lung.</w:t>
      </w:r>
    </w:p>
    <w:p w14:paraId="0E8B1B62" w14:textId="77777777" w:rsidR="006E38B2" w:rsidRPr="00F22DBD" w:rsidRDefault="006E38B2" w:rsidP="00F22DBD">
      <w:pPr>
        <w:pStyle w:val="Heading3"/>
        <w:keepLines/>
        <w:numPr>
          <w:ilvl w:val="0"/>
          <w:numId w:val="29"/>
        </w:numPr>
        <w:suppressAutoHyphens/>
        <w:spacing w:before="0" w:after="0"/>
        <w:rPr>
          <w:rFonts w:ascii="Calibri" w:hAnsi="Calibri" w:cs="Calibri"/>
          <w:sz w:val="24"/>
          <w:szCs w:val="24"/>
        </w:rPr>
      </w:pPr>
      <w:bookmarkStart w:id="30" w:name="_Toc141270179"/>
      <w:bookmarkStart w:id="31" w:name="_Toc143703375"/>
      <w:r w:rsidRPr="00F22DBD">
        <w:rPr>
          <w:rFonts w:ascii="Calibri" w:hAnsi="Calibri" w:cs="Calibri"/>
          <w:sz w:val="24"/>
          <w:szCs w:val="24"/>
        </w:rPr>
        <w:t>Riscuri de management de proiect</w:t>
      </w:r>
      <w:bookmarkEnd w:id="30"/>
      <w:bookmarkEnd w:id="31"/>
      <w:r w:rsidRPr="00F22DBD">
        <w:rPr>
          <w:rFonts w:ascii="Calibri" w:hAnsi="Calibri" w:cs="Calibri"/>
          <w:sz w:val="24"/>
          <w:szCs w:val="24"/>
        </w:rPr>
        <w:t xml:space="preserve"> </w:t>
      </w:r>
    </w:p>
    <w:p w14:paraId="09A64783" w14:textId="77777777" w:rsidR="006E38B2" w:rsidRPr="00F22DBD" w:rsidRDefault="006E38B2" w:rsidP="00F22DBD">
      <w:pPr>
        <w:rPr>
          <w:rFonts w:ascii="Calibri" w:hAnsi="Calibri" w:cs="Calibri"/>
          <w:iCs/>
        </w:rPr>
      </w:pPr>
      <w:r w:rsidRPr="00F22DBD">
        <w:rPr>
          <w:rFonts w:ascii="Calibri" w:hAnsi="Calibri" w:cs="Calibri"/>
          <w:iCs/>
        </w:rPr>
        <w:t>Aceste riscuri sunt cele specifice managementului de proiect (e.g., planificare, temporizare, rezultate și livrabile, resurse umane și financiare etc.)</w:t>
      </w:r>
    </w:p>
    <w:p w14:paraId="4B1215F3" w14:textId="77777777" w:rsidR="006E38B2" w:rsidRPr="00F22DBD" w:rsidRDefault="006E38B2" w:rsidP="00F22DBD">
      <w:pPr>
        <w:pStyle w:val="Heading3"/>
        <w:keepLines/>
        <w:numPr>
          <w:ilvl w:val="0"/>
          <w:numId w:val="29"/>
        </w:numPr>
        <w:suppressAutoHyphens/>
        <w:spacing w:before="0" w:after="0"/>
        <w:rPr>
          <w:rFonts w:ascii="Calibri" w:hAnsi="Calibri" w:cs="Calibri"/>
          <w:sz w:val="24"/>
          <w:szCs w:val="24"/>
        </w:rPr>
      </w:pPr>
      <w:bookmarkStart w:id="32" w:name="_Toc141270180"/>
      <w:bookmarkStart w:id="33" w:name="_Toc143703376"/>
      <w:r w:rsidRPr="00F22DBD">
        <w:rPr>
          <w:rFonts w:ascii="Calibri" w:hAnsi="Calibri" w:cs="Calibri"/>
          <w:sz w:val="24"/>
          <w:szCs w:val="24"/>
        </w:rPr>
        <w:t>Riscuri de mediu / societale</w:t>
      </w:r>
      <w:bookmarkEnd w:id="32"/>
      <w:bookmarkEnd w:id="33"/>
    </w:p>
    <w:p w14:paraId="0FE0EF4F" w14:textId="77777777" w:rsidR="006E38B2" w:rsidRPr="00F22DBD" w:rsidRDefault="006E38B2" w:rsidP="00F22DBD">
      <w:pPr>
        <w:rPr>
          <w:rFonts w:ascii="Calibri" w:hAnsi="Calibri" w:cs="Calibri"/>
          <w:iCs/>
        </w:rPr>
      </w:pPr>
      <w:r w:rsidRPr="00F22DBD">
        <w:rPr>
          <w:rFonts w:ascii="Calibri" w:hAnsi="Calibri" w:cs="Calibri"/>
          <w:iCs/>
        </w:rPr>
        <w:t>Aceste riscuri vor fi reprezentate prin aspecte de impact al tehnologiilor și soluțiilor inovatoare generate prin intermediul platformei de inovare deschisă asupra mediului (i.e., consorțiul se va asigura că vor fi aplicate principiile ”</w:t>
      </w:r>
      <w:proofErr w:type="spellStart"/>
      <w:r w:rsidRPr="00F22DBD">
        <w:rPr>
          <w:rFonts w:ascii="Calibri" w:hAnsi="Calibri" w:cs="Calibri"/>
          <w:iCs/>
        </w:rPr>
        <w:t>responsible</w:t>
      </w:r>
      <w:proofErr w:type="spellEnd"/>
      <w:r w:rsidRPr="00F22DBD">
        <w:rPr>
          <w:rFonts w:ascii="Calibri" w:hAnsi="Calibri" w:cs="Calibri"/>
          <w:iCs/>
        </w:rPr>
        <w:t xml:space="preserve"> </w:t>
      </w:r>
      <w:proofErr w:type="spellStart"/>
      <w:r w:rsidRPr="00F22DBD">
        <w:rPr>
          <w:rFonts w:ascii="Calibri" w:hAnsi="Calibri" w:cs="Calibri"/>
          <w:iCs/>
        </w:rPr>
        <w:t>research</w:t>
      </w:r>
      <w:proofErr w:type="spellEnd"/>
      <w:r w:rsidRPr="00F22DBD">
        <w:rPr>
          <w:rFonts w:ascii="Calibri" w:hAnsi="Calibri" w:cs="Calibri"/>
          <w:iCs/>
        </w:rPr>
        <w:t xml:space="preserve"> </w:t>
      </w:r>
      <w:proofErr w:type="spellStart"/>
      <w:r w:rsidRPr="00F22DBD">
        <w:rPr>
          <w:rFonts w:ascii="Calibri" w:hAnsi="Calibri" w:cs="Calibri"/>
          <w:iCs/>
        </w:rPr>
        <w:t>and</w:t>
      </w:r>
      <w:proofErr w:type="spellEnd"/>
      <w:r w:rsidRPr="00F22DBD">
        <w:rPr>
          <w:rFonts w:ascii="Calibri" w:hAnsi="Calibri" w:cs="Calibri"/>
          <w:iCs/>
        </w:rPr>
        <w:t xml:space="preserve"> </w:t>
      </w:r>
      <w:proofErr w:type="spellStart"/>
      <w:r w:rsidRPr="00F22DBD">
        <w:rPr>
          <w:rFonts w:ascii="Calibri" w:hAnsi="Calibri" w:cs="Calibri"/>
          <w:iCs/>
        </w:rPr>
        <w:t>innovation</w:t>
      </w:r>
      <w:proofErr w:type="spellEnd"/>
      <w:r w:rsidRPr="00F22DBD">
        <w:rPr>
          <w:rFonts w:ascii="Calibri" w:hAnsi="Calibri" w:cs="Calibri"/>
          <w:iCs/>
        </w:rPr>
        <w:t>” ale Comisiei Europene = cercetare și inovare responsabile în raport cu mediul și societatea, din perspectiva tehnologiilor și soluțiilor generate în cadrul platformei de inovare deschisă.</w:t>
      </w:r>
    </w:p>
    <w:p w14:paraId="43496FFB" w14:textId="77777777" w:rsidR="006E38B2" w:rsidRPr="00F22DBD" w:rsidRDefault="006E38B2" w:rsidP="00F22DBD">
      <w:pPr>
        <w:jc w:val="both"/>
        <w:rPr>
          <w:rFonts w:ascii="Calibri" w:hAnsi="Calibri" w:cs="Calibri"/>
        </w:rPr>
      </w:pPr>
    </w:p>
    <w:p w14:paraId="7359D88E" w14:textId="77777777" w:rsidR="006E38B2" w:rsidRPr="00F22DBD" w:rsidRDefault="006E38B2" w:rsidP="00F22DBD">
      <w:pPr>
        <w:jc w:val="both"/>
        <w:rPr>
          <w:rFonts w:ascii="Calibri" w:hAnsi="Calibri" w:cs="Calibri"/>
        </w:rPr>
      </w:pPr>
    </w:p>
    <w:p w14:paraId="58D5C0C3" w14:textId="77777777" w:rsidR="006E38B2" w:rsidRPr="00F22DBD" w:rsidRDefault="006E38B2" w:rsidP="00B62BB6">
      <w:pPr>
        <w:pStyle w:val="Heading2"/>
        <w:keepLines/>
        <w:numPr>
          <w:ilvl w:val="0"/>
          <w:numId w:val="16"/>
        </w:numPr>
        <w:suppressAutoHyphens/>
        <w:spacing w:before="0" w:after="0"/>
        <w:ind w:left="284" w:hanging="284"/>
        <w:rPr>
          <w:rFonts w:ascii="Calibri" w:hAnsi="Calibri" w:cs="Calibri"/>
          <w:i w:val="0"/>
          <w:sz w:val="24"/>
          <w:szCs w:val="24"/>
        </w:rPr>
      </w:pPr>
      <w:bookmarkStart w:id="34" w:name="_Toc143703377"/>
      <w:r w:rsidRPr="00F22DBD">
        <w:rPr>
          <w:rFonts w:ascii="Calibri" w:hAnsi="Calibri" w:cs="Calibri"/>
          <w:i w:val="0"/>
          <w:sz w:val="24"/>
          <w:szCs w:val="24"/>
        </w:rPr>
        <w:t>Exploatarea rezultatelor activității de inovare deschisă</w:t>
      </w:r>
      <w:bookmarkEnd w:id="34"/>
    </w:p>
    <w:p w14:paraId="1B50D860" w14:textId="77777777" w:rsidR="006E38B2" w:rsidRPr="00F22DBD" w:rsidRDefault="006E38B2" w:rsidP="00F22DBD">
      <w:pPr>
        <w:rPr>
          <w:rFonts w:ascii="Calibri" w:hAnsi="Calibri" w:cs="Calibri"/>
          <w:iCs/>
        </w:rPr>
      </w:pPr>
    </w:p>
    <w:p w14:paraId="0789A50F" w14:textId="77777777" w:rsidR="006E38B2" w:rsidRPr="00F22DBD" w:rsidRDefault="006E38B2" w:rsidP="00F22DBD">
      <w:pPr>
        <w:rPr>
          <w:rFonts w:ascii="Calibri" w:hAnsi="Calibri" w:cs="Calibri"/>
          <w:iCs/>
        </w:rPr>
      </w:pPr>
      <w:r w:rsidRPr="00F22DBD">
        <w:rPr>
          <w:rFonts w:ascii="Calibri" w:hAnsi="Calibri" w:cs="Calibri"/>
          <w:iCs/>
        </w:rPr>
        <w:t>Descrieți modalitățile prin care veți valorifica inovarea generată în cadrul platformei de inovare deschisă. Detaliați răspunsurile.</w:t>
      </w:r>
    </w:p>
    <w:p w14:paraId="468DDD2E" w14:textId="77777777" w:rsidR="006E38B2" w:rsidRPr="00F22DBD" w:rsidRDefault="006E38B2" w:rsidP="00B62BB6">
      <w:pPr>
        <w:numPr>
          <w:ilvl w:val="1"/>
          <w:numId w:val="10"/>
        </w:numPr>
        <w:suppressAutoHyphens/>
        <w:ind w:left="851"/>
        <w:rPr>
          <w:rFonts w:ascii="Calibri" w:hAnsi="Calibri" w:cs="Calibri"/>
        </w:rPr>
      </w:pPr>
      <w:r w:rsidRPr="00F22DBD">
        <w:rPr>
          <w:rFonts w:ascii="Calibri" w:hAnsi="Calibri" w:cs="Calibri"/>
        </w:rPr>
        <w:t>Licențierea ideilor sau conceptelor inovatoare de către organizațiile externe implicate</w:t>
      </w:r>
    </w:p>
    <w:p w14:paraId="4B6B1869" w14:textId="77777777" w:rsidR="006E38B2" w:rsidRPr="00F22DBD" w:rsidRDefault="006E38B2" w:rsidP="00B62BB6">
      <w:pPr>
        <w:numPr>
          <w:ilvl w:val="1"/>
          <w:numId w:val="10"/>
        </w:numPr>
        <w:suppressAutoHyphens/>
        <w:ind w:left="851"/>
        <w:rPr>
          <w:rFonts w:ascii="Calibri" w:hAnsi="Calibri" w:cs="Calibri"/>
        </w:rPr>
      </w:pPr>
      <w:r w:rsidRPr="00F22DBD">
        <w:rPr>
          <w:rFonts w:ascii="Calibri" w:hAnsi="Calibri" w:cs="Calibri"/>
        </w:rPr>
        <w:t>Vânzarea ideilor sau conceptelor inovatoare de către organizațiile externe implicate</w:t>
      </w:r>
    </w:p>
    <w:p w14:paraId="669440CB" w14:textId="77777777" w:rsidR="006E38B2" w:rsidRPr="00F22DBD" w:rsidRDefault="006E38B2" w:rsidP="00B62BB6">
      <w:pPr>
        <w:numPr>
          <w:ilvl w:val="1"/>
          <w:numId w:val="10"/>
        </w:numPr>
        <w:suppressAutoHyphens/>
        <w:ind w:left="851"/>
        <w:rPr>
          <w:rFonts w:ascii="Calibri" w:hAnsi="Calibri" w:cs="Calibri"/>
        </w:rPr>
      </w:pPr>
      <w:r w:rsidRPr="00F22DBD">
        <w:rPr>
          <w:rFonts w:ascii="Calibri" w:hAnsi="Calibri" w:cs="Calibri"/>
        </w:rPr>
        <w:t>Vânzarea de brevete și mărci de către organizațiile externe implicate</w:t>
      </w:r>
    </w:p>
    <w:p w14:paraId="6086A4FA" w14:textId="77777777" w:rsidR="006E38B2" w:rsidRPr="00F22DBD" w:rsidRDefault="006E38B2" w:rsidP="00B62BB6">
      <w:pPr>
        <w:numPr>
          <w:ilvl w:val="1"/>
          <w:numId w:val="10"/>
        </w:numPr>
        <w:suppressAutoHyphens/>
        <w:ind w:left="851"/>
        <w:rPr>
          <w:rFonts w:ascii="Calibri" w:hAnsi="Calibri" w:cs="Calibri"/>
        </w:rPr>
      </w:pPr>
      <w:r w:rsidRPr="00F22DBD">
        <w:rPr>
          <w:rFonts w:ascii="Calibri" w:hAnsi="Calibri" w:cs="Calibri"/>
        </w:rPr>
        <w:t>Alte modalități de exploatare</w:t>
      </w:r>
    </w:p>
    <w:p w14:paraId="287406FA" w14:textId="77777777" w:rsidR="006E38B2" w:rsidRPr="00F22DBD" w:rsidRDefault="006E38B2" w:rsidP="00B62BB6">
      <w:pPr>
        <w:numPr>
          <w:ilvl w:val="1"/>
          <w:numId w:val="10"/>
        </w:numPr>
        <w:suppressAutoHyphens/>
        <w:ind w:left="851"/>
        <w:rPr>
          <w:rFonts w:ascii="Calibri" w:hAnsi="Calibri" w:cs="Calibri"/>
        </w:rPr>
      </w:pPr>
      <w:r w:rsidRPr="00F22DBD">
        <w:rPr>
          <w:rFonts w:ascii="Calibri" w:hAnsi="Calibri" w:cs="Calibri"/>
        </w:rPr>
        <w:t xml:space="preserve">Elemente / componente ale inovării care vor fi disponibile în modul </w:t>
      </w:r>
      <w:r w:rsidRPr="00F22DBD">
        <w:rPr>
          <w:rFonts w:ascii="Calibri" w:hAnsi="Calibri" w:cs="Calibri"/>
          <w:iCs/>
        </w:rPr>
        <w:t xml:space="preserve">Open </w:t>
      </w:r>
      <w:proofErr w:type="spellStart"/>
      <w:r w:rsidRPr="00F22DBD">
        <w:rPr>
          <w:rFonts w:ascii="Calibri" w:hAnsi="Calibri" w:cs="Calibri"/>
          <w:iCs/>
        </w:rPr>
        <w:t>Source</w:t>
      </w:r>
      <w:proofErr w:type="spellEnd"/>
    </w:p>
    <w:p w14:paraId="063C7DD7" w14:textId="77777777" w:rsidR="006E38B2" w:rsidRPr="00F22DBD" w:rsidRDefault="006E38B2" w:rsidP="00B62BB6">
      <w:pPr>
        <w:numPr>
          <w:ilvl w:val="1"/>
          <w:numId w:val="10"/>
        </w:numPr>
        <w:suppressAutoHyphens/>
        <w:ind w:left="851"/>
        <w:rPr>
          <w:rFonts w:ascii="Calibri" w:hAnsi="Calibri" w:cs="Calibri"/>
        </w:rPr>
      </w:pPr>
      <w:r w:rsidRPr="00F22DBD">
        <w:rPr>
          <w:rFonts w:ascii="Calibri" w:hAnsi="Calibri" w:cs="Calibri"/>
        </w:rPr>
        <w:t>Elemente / componente ale inovării care vor face obiectul unor articole în publicații de cercetare-inovare specifice sectorului (cu mențiunea numărului estimat de articole, și exemplificarea unor publicații)</w:t>
      </w:r>
    </w:p>
    <w:p w14:paraId="59B44C7D" w14:textId="77777777" w:rsidR="006E38B2" w:rsidRPr="00F22DBD" w:rsidRDefault="006E38B2" w:rsidP="00F22DBD">
      <w:pPr>
        <w:rPr>
          <w:rFonts w:ascii="Calibri" w:hAnsi="Calibri" w:cs="Calibri"/>
        </w:rPr>
      </w:pPr>
    </w:p>
    <w:p w14:paraId="74E737C4" w14:textId="77777777" w:rsidR="006E38B2" w:rsidRPr="00F22DBD" w:rsidRDefault="006E38B2" w:rsidP="00F22DBD">
      <w:pPr>
        <w:rPr>
          <w:rFonts w:ascii="Calibri" w:hAnsi="Calibri" w:cs="Calibri"/>
          <w:b/>
          <w:bCs/>
          <w:iCs/>
        </w:rPr>
      </w:pPr>
    </w:p>
    <w:p w14:paraId="65534AAB" w14:textId="77777777" w:rsidR="006E38B2" w:rsidRPr="00F22DBD" w:rsidRDefault="006E38B2" w:rsidP="00B62BB6">
      <w:pPr>
        <w:pStyle w:val="Heading2"/>
        <w:keepLines/>
        <w:numPr>
          <w:ilvl w:val="0"/>
          <w:numId w:val="14"/>
        </w:numPr>
        <w:suppressAutoHyphens/>
        <w:spacing w:before="0" w:after="0"/>
        <w:ind w:left="284" w:hanging="284"/>
        <w:rPr>
          <w:rFonts w:ascii="Calibri" w:hAnsi="Calibri" w:cs="Calibri"/>
          <w:i w:val="0"/>
          <w:sz w:val="24"/>
          <w:szCs w:val="24"/>
        </w:rPr>
      </w:pPr>
      <w:bookmarkStart w:id="35" w:name="_Toc143703378"/>
      <w:r w:rsidRPr="00F22DBD">
        <w:rPr>
          <w:rFonts w:ascii="Calibri" w:hAnsi="Calibri" w:cs="Calibri"/>
          <w:i w:val="0"/>
          <w:sz w:val="24"/>
          <w:szCs w:val="24"/>
        </w:rPr>
        <w:t>Alianțe externe pentru inovare deschisă</w:t>
      </w:r>
      <w:bookmarkEnd w:id="35"/>
    </w:p>
    <w:p w14:paraId="476474B0" w14:textId="77777777" w:rsidR="006E38B2" w:rsidRPr="00F22DBD" w:rsidRDefault="006E38B2" w:rsidP="00F22DBD">
      <w:pPr>
        <w:rPr>
          <w:rFonts w:ascii="Calibri" w:hAnsi="Calibri" w:cs="Calibri"/>
        </w:rPr>
      </w:pPr>
    </w:p>
    <w:p w14:paraId="73DD535C" w14:textId="4F44FA34" w:rsidR="006E38B2" w:rsidRPr="00F22DBD" w:rsidRDefault="006E38B2" w:rsidP="00F22DBD">
      <w:pPr>
        <w:rPr>
          <w:rFonts w:ascii="Calibri" w:hAnsi="Calibri" w:cs="Calibri"/>
        </w:rPr>
      </w:pPr>
      <w:r w:rsidRPr="00F22DBD">
        <w:rPr>
          <w:rFonts w:ascii="Calibri" w:hAnsi="Calibri" w:cs="Calibri"/>
        </w:rPr>
        <w:t xml:space="preserve">Aveți în vedere colaborarea cu alte organizații la nivel </w:t>
      </w:r>
      <w:r w:rsidR="00B62BB6" w:rsidRPr="00F22DBD">
        <w:rPr>
          <w:rFonts w:ascii="Calibri" w:hAnsi="Calibri" w:cs="Calibri"/>
        </w:rPr>
        <w:t>național</w:t>
      </w:r>
      <w:r w:rsidRPr="00F22DBD">
        <w:rPr>
          <w:rFonts w:ascii="Calibri" w:hAnsi="Calibri" w:cs="Calibri"/>
        </w:rPr>
        <w:t xml:space="preserve"> sau </w:t>
      </w:r>
      <w:r w:rsidR="00B62BB6" w:rsidRPr="00F22DBD">
        <w:rPr>
          <w:rFonts w:ascii="Calibri" w:hAnsi="Calibri" w:cs="Calibri"/>
        </w:rPr>
        <w:t>internațional</w:t>
      </w:r>
      <w:r w:rsidRPr="00F22DBD">
        <w:rPr>
          <w:rFonts w:ascii="Calibri" w:hAnsi="Calibri" w:cs="Calibri"/>
        </w:rPr>
        <w:t>, cu scopul de a potența impactul platformei de inovare deschisă? În caz afirmativ:</w:t>
      </w:r>
    </w:p>
    <w:p w14:paraId="0CD3DEF2" w14:textId="77777777" w:rsidR="006E38B2" w:rsidRPr="00F22DBD" w:rsidRDefault="006E38B2" w:rsidP="00F22DBD">
      <w:pPr>
        <w:rPr>
          <w:rFonts w:ascii="Calibri" w:hAnsi="Calibri" w:cs="Calibri"/>
        </w:rPr>
      </w:pPr>
    </w:p>
    <w:p w14:paraId="371C9A65" w14:textId="77777777" w:rsidR="006E38B2" w:rsidRPr="00F22DBD" w:rsidRDefault="006E38B2" w:rsidP="00F22DBD">
      <w:pPr>
        <w:numPr>
          <w:ilvl w:val="0"/>
          <w:numId w:val="11"/>
        </w:numPr>
        <w:suppressAutoHyphens/>
        <w:rPr>
          <w:rFonts w:ascii="Calibri" w:hAnsi="Calibri" w:cs="Calibri"/>
        </w:rPr>
      </w:pPr>
      <w:r w:rsidRPr="00F22DBD">
        <w:rPr>
          <w:rFonts w:ascii="Calibri" w:hAnsi="Calibri" w:cs="Calibri"/>
        </w:rPr>
        <w:t>Exemplificați 3-5 organizații pe care le-ați contactat în acest scop</w:t>
      </w:r>
    </w:p>
    <w:p w14:paraId="5F5BDC2C" w14:textId="77777777" w:rsidR="006E38B2" w:rsidRPr="00F22DBD" w:rsidRDefault="006E38B2" w:rsidP="00F22DBD">
      <w:pPr>
        <w:numPr>
          <w:ilvl w:val="0"/>
          <w:numId w:val="11"/>
        </w:numPr>
        <w:suppressAutoHyphens/>
        <w:rPr>
          <w:rFonts w:ascii="Calibri" w:hAnsi="Calibri" w:cs="Calibri"/>
        </w:rPr>
      </w:pPr>
      <w:r w:rsidRPr="00F22DBD">
        <w:rPr>
          <w:rFonts w:ascii="Calibri" w:hAnsi="Calibri" w:cs="Calibri"/>
        </w:rPr>
        <w:t>Precizați în ce va consta colaborarea cu fiecare dintre acestea</w:t>
      </w:r>
    </w:p>
    <w:p w14:paraId="621A68C3" w14:textId="77777777" w:rsidR="006E38B2" w:rsidRPr="00F22DBD" w:rsidRDefault="006E38B2" w:rsidP="00F22DBD">
      <w:pPr>
        <w:numPr>
          <w:ilvl w:val="0"/>
          <w:numId w:val="11"/>
        </w:numPr>
        <w:suppressAutoHyphens/>
        <w:rPr>
          <w:rFonts w:ascii="Calibri" w:hAnsi="Calibri" w:cs="Calibri"/>
        </w:rPr>
      </w:pPr>
      <w:r w:rsidRPr="00F22DBD">
        <w:rPr>
          <w:rFonts w:ascii="Calibri" w:hAnsi="Calibri" w:cs="Calibri"/>
        </w:rPr>
        <w:t>Explicați cum anume colaborarea cu fiecare dintre acestea va influența pozitiv impactul platformei de inovare deschisă</w:t>
      </w:r>
    </w:p>
    <w:p w14:paraId="2A31E672" w14:textId="77777777" w:rsidR="006E38B2" w:rsidRPr="00F22DBD" w:rsidRDefault="006E38B2" w:rsidP="00F22DBD">
      <w:pPr>
        <w:rPr>
          <w:rFonts w:ascii="Calibri" w:hAnsi="Calibri" w:cs="Calibri"/>
          <w:b/>
          <w:bCs/>
        </w:rPr>
      </w:pPr>
    </w:p>
    <w:p w14:paraId="57626294" w14:textId="77777777" w:rsidR="006E38B2" w:rsidRPr="00F22DBD" w:rsidRDefault="006E38B2" w:rsidP="00F22DBD">
      <w:pPr>
        <w:jc w:val="both"/>
        <w:rPr>
          <w:rFonts w:ascii="Calibri" w:hAnsi="Calibri" w:cs="Calibri"/>
          <w:iCs/>
        </w:rPr>
      </w:pPr>
      <w:bookmarkStart w:id="36" w:name="_Hlk132021300"/>
    </w:p>
    <w:p w14:paraId="746CA652" w14:textId="77777777" w:rsidR="006E38B2" w:rsidRPr="00F22DBD" w:rsidRDefault="006E38B2" w:rsidP="00B62BB6">
      <w:pPr>
        <w:pStyle w:val="Heading2"/>
        <w:keepLines/>
        <w:numPr>
          <w:ilvl w:val="0"/>
          <w:numId w:val="14"/>
        </w:numPr>
        <w:suppressAutoHyphens/>
        <w:spacing w:before="0" w:after="0"/>
        <w:ind w:left="284" w:hanging="284"/>
        <w:rPr>
          <w:rFonts w:ascii="Calibri" w:hAnsi="Calibri" w:cs="Calibri"/>
          <w:i w:val="0"/>
          <w:sz w:val="24"/>
          <w:szCs w:val="24"/>
        </w:rPr>
      </w:pPr>
      <w:bookmarkStart w:id="37" w:name="_Toc143703379"/>
      <w:bookmarkEnd w:id="36"/>
      <w:r w:rsidRPr="00F22DBD">
        <w:rPr>
          <w:rFonts w:ascii="Calibri" w:hAnsi="Calibri" w:cs="Calibri"/>
          <w:i w:val="0"/>
          <w:sz w:val="24"/>
          <w:szCs w:val="24"/>
        </w:rPr>
        <w:t>Alocarea resurselor pentru activitatea de creare și management a platformei de inovare deschisă</w:t>
      </w:r>
      <w:bookmarkEnd w:id="37"/>
      <w:r w:rsidRPr="00F22DBD">
        <w:rPr>
          <w:rFonts w:ascii="Calibri" w:hAnsi="Calibri" w:cs="Calibri"/>
          <w:i w:val="0"/>
          <w:sz w:val="24"/>
          <w:szCs w:val="24"/>
        </w:rPr>
        <w:t xml:space="preserve"> </w:t>
      </w:r>
    </w:p>
    <w:p w14:paraId="0735A0D6" w14:textId="77777777" w:rsidR="006E38B2" w:rsidRPr="00F22DBD" w:rsidRDefault="006E38B2" w:rsidP="00F22DBD">
      <w:pPr>
        <w:rPr>
          <w:rFonts w:ascii="Calibri" w:hAnsi="Calibri" w:cs="Calibri"/>
          <w:iCs/>
        </w:rPr>
      </w:pPr>
    </w:p>
    <w:p w14:paraId="2F67EDC3" w14:textId="77777777" w:rsidR="006E38B2" w:rsidRPr="00F22DBD" w:rsidRDefault="006E38B2" w:rsidP="00F22DBD">
      <w:pPr>
        <w:rPr>
          <w:rFonts w:ascii="Calibri" w:hAnsi="Calibri" w:cs="Calibri"/>
          <w:iCs/>
        </w:rPr>
      </w:pPr>
      <w:r w:rsidRPr="00F22DBD">
        <w:rPr>
          <w:rFonts w:ascii="Calibri" w:hAnsi="Calibri" w:cs="Calibri"/>
          <w:iCs/>
        </w:rPr>
        <w:t>Explicați ponderea tipurilor de cheltuieli pe care le estimați a fi necesare, din total pachet financiar:</w:t>
      </w:r>
    </w:p>
    <w:p w14:paraId="7AC50560" w14:textId="77777777" w:rsidR="006E38B2" w:rsidRPr="00F22DBD" w:rsidRDefault="006E38B2" w:rsidP="00F22DBD">
      <w:pPr>
        <w:rPr>
          <w:rFonts w:ascii="Calibri" w:hAnsi="Calibri" w:cs="Calibr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5567"/>
        <w:gridCol w:w="1388"/>
        <w:gridCol w:w="1409"/>
      </w:tblGrid>
      <w:tr w:rsidR="006E38B2" w:rsidRPr="00F22DBD" w14:paraId="430C4E88" w14:textId="77777777" w:rsidTr="001F5CE3">
        <w:tc>
          <w:tcPr>
            <w:tcW w:w="747" w:type="dxa"/>
            <w:shd w:val="clear" w:color="auto" w:fill="auto"/>
          </w:tcPr>
          <w:p w14:paraId="736C2CCE" w14:textId="77777777" w:rsidR="006E38B2" w:rsidRPr="00F22DBD" w:rsidRDefault="006E38B2" w:rsidP="00F22DBD">
            <w:pPr>
              <w:jc w:val="center"/>
              <w:rPr>
                <w:rFonts w:ascii="Calibri" w:hAnsi="Calibri" w:cs="Calibri"/>
                <w:b/>
                <w:bCs/>
                <w:iCs/>
              </w:rPr>
            </w:pPr>
            <w:r w:rsidRPr="00F22DBD">
              <w:rPr>
                <w:rFonts w:ascii="Calibri" w:hAnsi="Calibri" w:cs="Calibri"/>
                <w:b/>
                <w:bCs/>
                <w:iCs/>
              </w:rPr>
              <w:t>Nr.crt.</w:t>
            </w:r>
          </w:p>
        </w:tc>
        <w:tc>
          <w:tcPr>
            <w:tcW w:w="5567" w:type="dxa"/>
            <w:shd w:val="clear" w:color="auto" w:fill="auto"/>
          </w:tcPr>
          <w:p w14:paraId="17FFE1A2" w14:textId="77777777" w:rsidR="006E38B2" w:rsidRPr="00F22DBD" w:rsidRDefault="006E38B2" w:rsidP="00F22DBD">
            <w:pPr>
              <w:jc w:val="center"/>
              <w:rPr>
                <w:rFonts w:ascii="Calibri" w:hAnsi="Calibri" w:cs="Calibri"/>
                <w:b/>
                <w:bCs/>
                <w:iCs/>
              </w:rPr>
            </w:pPr>
            <w:r w:rsidRPr="00F22DBD">
              <w:rPr>
                <w:rFonts w:ascii="Calibri" w:hAnsi="Calibri" w:cs="Calibri"/>
                <w:b/>
                <w:bCs/>
                <w:iCs/>
              </w:rPr>
              <w:t>Tip de cheltuieli</w:t>
            </w:r>
          </w:p>
        </w:tc>
        <w:tc>
          <w:tcPr>
            <w:tcW w:w="1388" w:type="dxa"/>
          </w:tcPr>
          <w:p w14:paraId="4E7FD500" w14:textId="77777777" w:rsidR="006E38B2" w:rsidRPr="00F22DBD" w:rsidRDefault="006E38B2" w:rsidP="00F22DBD">
            <w:pPr>
              <w:jc w:val="center"/>
              <w:rPr>
                <w:rFonts w:ascii="Calibri" w:hAnsi="Calibri" w:cs="Calibri"/>
                <w:b/>
                <w:bCs/>
                <w:iCs/>
              </w:rPr>
            </w:pPr>
            <w:r w:rsidRPr="00F22DBD">
              <w:rPr>
                <w:rFonts w:ascii="Calibri" w:hAnsi="Calibri" w:cs="Calibri"/>
                <w:b/>
                <w:bCs/>
                <w:iCs/>
              </w:rPr>
              <w:t>Sumă</w:t>
            </w:r>
          </w:p>
        </w:tc>
        <w:tc>
          <w:tcPr>
            <w:tcW w:w="1409" w:type="dxa"/>
            <w:shd w:val="clear" w:color="auto" w:fill="auto"/>
          </w:tcPr>
          <w:p w14:paraId="191B2FFA" w14:textId="77777777" w:rsidR="006E38B2" w:rsidRPr="00F22DBD" w:rsidRDefault="006E38B2" w:rsidP="00F22DBD">
            <w:pPr>
              <w:jc w:val="center"/>
              <w:rPr>
                <w:rFonts w:ascii="Calibri" w:hAnsi="Calibri" w:cs="Calibri"/>
                <w:b/>
                <w:bCs/>
                <w:iCs/>
              </w:rPr>
            </w:pPr>
            <w:r w:rsidRPr="00F22DBD">
              <w:rPr>
                <w:rFonts w:ascii="Calibri" w:hAnsi="Calibri" w:cs="Calibri"/>
                <w:b/>
                <w:bCs/>
                <w:iCs/>
              </w:rPr>
              <w:t>Procent din total</w:t>
            </w:r>
          </w:p>
        </w:tc>
      </w:tr>
      <w:tr w:rsidR="006E38B2" w:rsidRPr="00F22DBD" w14:paraId="6E3CA0D8" w14:textId="77777777" w:rsidTr="001F5CE3">
        <w:tc>
          <w:tcPr>
            <w:tcW w:w="747" w:type="dxa"/>
            <w:shd w:val="clear" w:color="auto" w:fill="auto"/>
          </w:tcPr>
          <w:p w14:paraId="4A2D8089" w14:textId="77777777" w:rsidR="006E38B2" w:rsidRPr="00F22DBD" w:rsidRDefault="006E38B2" w:rsidP="00F22DBD">
            <w:pPr>
              <w:rPr>
                <w:rFonts w:ascii="Calibri" w:hAnsi="Calibri" w:cs="Calibri"/>
              </w:rPr>
            </w:pPr>
            <w:r w:rsidRPr="00F22DBD">
              <w:rPr>
                <w:rFonts w:ascii="Calibri" w:hAnsi="Calibri" w:cs="Calibri"/>
              </w:rPr>
              <w:t>1</w:t>
            </w:r>
          </w:p>
        </w:tc>
        <w:tc>
          <w:tcPr>
            <w:tcW w:w="5567" w:type="dxa"/>
            <w:shd w:val="clear" w:color="auto" w:fill="auto"/>
          </w:tcPr>
          <w:p w14:paraId="4EA8EC66" w14:textId="77777777" w:rsidR="006E38B2" w:rsidRPr="00F22DBD" w:rsidRDefault="006E38B2" w:rsidP="00F22DBD">
            <w:pPr>
              <w:rPr>
                <w:rFonts w:ascii="Calibri" w:hAnsi="Calibri" w:cs="Calibri"/>
              </w:rPr>
            </w:pPr>
            <w:r w:rsidRPr="00F22DBD">
              <w:rPr>
                <w:rFonts w:ascii="Calibri" w:hAnsi="Calibri" w:cs="Calibri"/>
              </w:rPr>
              <w:t>Salarii</w:t>
            </w:r>
          </w:p>
        </w:tc>
        <w:tc>
          <w:tcPr>
            <w:tcW w:w="1388" w:type="dxa"/>
          </w:tcPr>
          <w:p w14:paraId="4181DCB9" w14:textId="77777777" w:rsidR="006E38B2" w:rsidRPr="00F22DBD" w:rsidRDefault="006E38B2" w:rsidP="00F22DBD">
            <w:pPr>
              <w:rPr>
                <w:rFonts w:ascii="Calibri" w:hAnsi="Calibri" w:cs="Calibri"/>
              </w:rPr>
            </w:pPr>
          </w:p>
        </w:tc>
        <w:tc>
          <w:tcPr>
            <w:tcW w:w="1409" w:type="dxa"/>
            <w:shd w:val="clear" w:color="auto" w:fill="auto"/>
          </w:tcPr>
          <w:p w14:paraId="2DFD6C9D" w14:textId="77777777" w:rsidR="006E38B2" w:rsidRPr="00F22DBD" w:rsidRDefault="006E38B2" w:rsidP="00F22DBD">
            <w:pPr>
              <w:rPr>
                <w:rFonts w:ascii="Calibri" w:hAnsi="Calibri" w:cs="Calibri"/>
              </w:rPr>
            </w:pPr>
          </w:p>
        </w:tc>
      </w:tr>
      <w:tr w:rsidR="006E38B2" w:rsidRPr="00F22DBD" w14:paraId="6F65DA9F" w14:textId="77777777" w:rsidTr="001F5CE3">
        <w:tc>
          <w:tcPr>
            <w:tcW w:w="747" w:type="dxa"/>
            <w:shd w:val="clear" w:color="auto" w:fill="auto"/>
          </w:tcPr>
          <w:p w14:paraId="26F36832" w14:textId="77777777" w:rsidR="006E38B2" w:rsidRPr="00F22DBD" w:rsidRDefault="006E38B2" w:rsidP="00F22DBD">
            <w:pPr>
              <w:rPr>
                <w:rFonts w:ascii="Calibri" w:hAnsi="Calibri" w:cs="Calibri"/>
              </w:rPr>
            </w:pPr>
            <w:r w:rsidRPr="00F22DBD">
              <w:rPr>
                <w:rFonts w:ascii="Calibri" w:hAnsi="Calibri" w:cs="Calibri"/>
              </w:rPr>
              <w:t>2</w:t>
            </w:r>
          </w:p>
        </w:tc>
        <w:tc>
          <w:tcPr>
            <w:tcW w:w="5567" w:type="dxa"/>
            <w:shd w:val="clear" w:color="auto" w:fill="auto"/>
          </w:tcPr>
          <w:p w14:paraId="62F10507" w14:textId="77777777" w:rsidR="006E38B2" w:rsidRPr="00F22DBD" w:rsidRDefault="006E38B2" w:rsidP="00F22DBD">
            <w:pPr>
              <w:rPr>
                <w:rFonts w:ascii="Calibri" w:hAnsi="Calibri" w:cs="Calibri"/>
              </w:rPr>
            </w:pPr>
            <w:r w:rsidRPr="00F22DBD">
              <w:rPr>
                <w:rFonts w:ascii="Calibri" w:hAnsi="Calibri" w:cs="Calibri"/>
              </w:rPr>
              <w:t>Echipamente și dotări</w:t>
            </w:r>
          </w:p>
        </w:tc>
        <w:tc>
          <w:tcPr>
            <w:tcW w:w="1388" w:type="dxa"/>
          </w:tcPr>
          <w:p w14:paraId="535AC697" w14:textId="77777777" w:rsidR="006E38B2" w:rsidRPr="00F22DBD" w:rsidRDefault="006E38B2" w:rsidP="00F22DBD">
            <w:pPr>
              <w:rPr>
                <w:rFonts w:ascii="Calibri" w:hAnsi="Calibri" w:cs="Calibri"/>
              </w:rPr>
            </w:pPr>
          </w:p>
        </w:tc>
        <w:tc>
          <w:tcPr>
            <w:tcW w:w="1409" w:type="dxa"/>
            <w:shd w:val="clear" w:color="auto" w:fill="auto"/>
          </w:tcPr>
          <w:p w14:paraId="5C818205" w14:textId="77777777" w:rsidR="006E38B2" w:rsidRPr="00F22DBD" w:rsidRDefault="006E38B2" w:rsidP="00F22DBD">
            <w:pPr>
              <w:rPr>
                <w:rFonts w:ascii="Calibri" w:hAnsi="Calibri" w:cs="Calibri"/>
              </w:rPr>
            </w:pPr>
          </w:p>
        </w:tc>
      </w:tr>
      <w:tr w:rsidR="006E38B2" w:rsidRPr="00F22DBD" w14:paraId="1AB2E60A" w14:textId="77777777" w:rsidTr="001F5CE3">
        <w:tc>
          <w:tcPr>
            <w:tcW w:w="747" w:type="dxa"/>
            <w:shd w:val="clear" w:color="auto" w:fill="auto"/>
          </w:tcPr>
          <w:p w14:paraId="3180F9AD" w14:textId="77777777" w:rsidR="006E38B2" w:rsidRPr="00F22DBD" w:rsidRDefault="006E38B2" w:rsidP="00F22DBD">
            <w:pPr>
              <w:rPr>
                <w:rFonts w:ascii="Calibri" w:hAnsi="Calibri" w:cs="Calibri"/>
              </w:rPr>
            </w:pPr>
            <w:r w:rsidRPr="00F22DBD">
              <w:rPr>
                <w:rFonts w:ascii="Calibri" w:hAnsi="Calibri" w:cs="Calibri"/>
              </w:rPr>
              <w:t>3</w:t>
            </w:r>
          </w:p>
        </w:tc>
        <w:tc>
          <w:tcPr>
            <w:tcW w:w="5567" w:type="dxa"/>
            <w:shd w:val="clear" w:color="auto" w:fill="auto"/>
          </w:tcPr>
          <w:p w14:paraId="3BF73BB0" w14:textId="77777777" w:rsidR="006E38B2" w:rsidRPr="00F22DBD" w:rsidRDefault="006E38B2" w:rsidP="00F22DBD">
            <w:pPr>
              <w:rPr>
                <w:rFonts w:ascii="Calibri" w:hAnsi="Calibri" w:cs="Calibri"/>
              </w:rPr>
            </w:pPr>
            <w:r w:rsidRPr="00F22DBD">
              <w:rPr>
                <w:rFonts w:ascii="Calibri" w:hAnsi="Calibri" w:cs="Calibri"/>
              </w:rPr>
              <w:t>Servicii digitale</w:t>
            </w:r>
          </w:p>
        </w:tc>
        <w:tc>
          <w:tcPr>
            <w:tcW w:w="1388" w:type="dxa"/>
          </w:tcPr>
          <w:p w14:paraId="16B9A09D" w14:textId="77777777" w:rsidR="006E38B2" w:rsidRPr="00F22DBD" w:rsidRDefault="006E38B2" w:rsidP="00F22DBD">
            <w:pPr>
              <w:rPr>
                <w:rFonts w:ascii="Calibri" w:hAnsi="Calibri" w:cs="Calibri"/>
              </w:rPr>
            </w:pPr>
          </w:p>
        </w:tc>
        <w:tc>
          <w:tcPr>
            <w:tcW w:w="1409" w:type="dxa"/>
            <w:shd w:val="clear" w:color="auto" w:fill="auto"/>
          </w:tcPr>
          <w:p w14:paraId="6A535A0F" w14:textId="77777777" w:rsidR="006E38B2" w:rsidRPr="00F22DBD" w:rsidRDefault="006E38B2" w:rsidP="00F22DBD">
            <w:pPr>
              <w:rPr>
                <w:rFonts w:ascii="Calibri" w:hAnsi="Calibri" w:cs="Calibri"/>
              </w:rPr>
            </w:pPr>
          </w:p>
        </w:tc>
      </w:tr>
      <w:tr w:rsidR="006E38B2" w:rsidRPr="00F22DBD" w14:paraId="4F13CE1C" w14:textId="77777777" w:rsidTr="001F5CE3">
        <w:tc>
          <w:tcPr>
            <w:tcW w:w="747" w:type="dxa"/>
            <w:shd w:val="clear" w:color="auto" w:fill="auto"/>
          </w:tcPr>
          <w:p w14:paraId="5C2FD962" w14:textId="77777777" w:rsidR="006E38B2" w:rsidRPr="00F22DBD" w:rsidRDefault="006E38B2" w:rsidP="00F22DBD">
            <w:pPr>
              <w:rPr>
                <w:rFonts w:ascii="Calibri" w:hAnsi="Calibri" w:cs="Calibri"/>
              </w:rPr>
            </w:pPr>
            <w:r w:rsidRPr="00F22DBD">
              <w:rPr>
                <w:rFonts w:ascii="Calibri" w:hAnsi="Calibri" w:cs="Calibri"/>
              </w:rPr>
              <w:t>4</w:t>
            </w:r>
          </w:p>
        </w:tc>
        <w:tc>
          <w:tcPr>
            <w:tcW w:w="5567" w:type="dxa"/>
            <w:shd w:val="clear" w:color="auto" w:fill="auto"/>
          </w:tcPr>
          <w:p w14:paraId="32B376F1" w14:textId="77777777" w:rsidR="006E38B2" w:rsidRPr="00F22DBD" w:rsidRDefault="006E38B2" w:rsidP="00F22DBD">
            <w:pPr>
              <w:rPr>
                <w:rFonts w:ascii="Calibri" w:hAnsi="Calibri" w:cs="Calibri"/>
              </w:rPr>
            </w:pPr>
            <w:r w:rsidRPr="00F22DBD">
              <w:rPr>
                <w:rFonts w:ascii="Calibri" w:hAnsi="Calibri" w:cs="Calibri"/>
              </w:rPr>
              <w:t>Organizare de evenimente</w:t>
            </w:r>
          </w:p>
        </w:tc>
        <w:tc>
          <w:tcPr>
            <w:tcW w:w="1388" w:type="dxa"/>
          </w:tcPr>
          <w:p w14:paraId="29E6DC6F" w14:textId="77777777" w:rsidR="006E38B2" w:rsidRPr="00F22DBD" w:rsidRDefault="006E38B2" w:rsidP="00F22DBD">
            <w:pPr>
              <w:rPr>
                <w:rFonts w:ascii="Calibri" w:hAnsi="Calibri" w:cs="Calibri"/>
              </w:rPr>
            </w:pPr>
          </w:p>
        </w:tc>
        <w:tc>
          <w:tcPr>
            <w:tcW w:w="1409" w:type="dxa"/>
            <w:shd w:val="clear" w:color="auto" w:fill="auto"/>
          </w:tcPr>
          <w:p w14:paraId="18A362D9" w14:textId="77777777" w:rsidR="006E38B2" w:rsidRPr="00F22DBD" w:rsidRDefault="006E38B2" w:rsidP="00F22DBD">
            <w:pPr>
              <w:rPr>
                <w:rFonts w:ascii="Calibri" w:hAnsi="Calibri" w:cs="Calibri"/>
              </w:rPr>
            </w:pPr>
          </w:p>
        </w:tc>
      </w:tr>
      <w:tr w:rsidR="006E38B2" w:rsidRPr="00F22DBD" w14:paraId="4B7B0961" w14:textId="77777777" w:rsidTr="001F5CE3">
        <w:tc>
          <w:tcPr>
            <w:tcW w:w="747" w:type="dxa"/>
            <w:shd w:val="clear" w:color="auto" w:fill="auto"/>
          </w:tcPr>
          <w:p w14:paraId="45D6F99D" w14:textId="77777777" w:rsidR="006E38B2" w:rsidRPr="00F22DBD" w:rsidRDefault="006E38B2" w:rsidP="00F22DBD">
            <w:pPr>
              <w:rPr>
                <w:rFonts w:ascii="Calibri" w:hAnsi="Calibri" w:cs="Calibri"/>
              </w:rPr>
            </w:pPr>
            <w:r w:rsidRPr="00F22DBD">
              <w:rPr>
                <w:rFonts w:ascii="Calibri" w:hAnsi="Calibri" w:cs="Calibri"/>
              </w:rPr>
              <w:t>5</w:t>
            </w:r>
          </w:p>
        </w:tc>
        <w:tc>
          <w:tcPr>
            <w:tcW w:w="5567" w:type="dxa"/>
            <w:shd w:val="clear" w:color="auto" w:fill="auto"/>
          </w:tcPr>
          <w:p w14:paraId="6332D606" w14:textId="77777777" w:rsidR="006E38B2" w:rsidRPr="00F22DBD" w:rsidRDefault="006E38B2" w:rsidP="00F22DBD">
            <w:pPr>
              <w:rPr>
                <w:rFonts w:ascii="Calibri" w:hAnsi="Calibri" w:cs="Calibri"/>
              </w:rPr>
            </w:pPr>
            <w:r w:rsidRPr="00F22DBD">
              <w:rPr>
                <w:rFonts w:ascii="Calibri" w:hAnsi="Calibri" w:cs="Calibri"/>
              </w:rPr>
              <w:t>Instruire utilizatori</w:t>
            </w:r>
          </w:p>
        </w:tc>
        <w:tc>
          <w:tcPr>
            <w:tcW w:w="1388" w:type="dxa"/>
          </w:tcPr>
          <w:p w14:paraId="304983CA" w14:textId="77777777" w:rsidR="006E38B2" w:rsidRPr="00F22DBD" w:rsidRDefault="006E38B2" w:rsidP="00F22DBD">
            <w:pPr>
              <w:rPr>
                <w:rFonts w:ascii="Calibri" w:hAnsi="Calibri" w:cs="Calibri"/>
              </w:rPr>
            </w:pPr>
          </w:p>
        </w:tc>
        <w:tc>
          <w:tcPr>
            <w:tcW w:w="1409" w:type="dxa"/>
            <w:shd w:val="clear" w:color="auto" w:fill="auto"/>
          </w:tcPr>
          <w:p w14:paraId="0F51AD89" w14:textId="77777777" w:rsidR="006E38B2" w:rsidRPr="00F22DBD" w:rsidRDefault="006E38B2" w:rsidP="00F22DBD">
            <w:pPr>
              <w:rPr>
                <w:rFonts w:ascii="Calibri" w:hAnsi="Calibri" w:cs="Calibri"/>
              </w:rPr>
            </w:pPr>
          </w:p>
        </w:tc>
      </w:tr>
      <w:tr w:rsidR="006E38B2" w:rsidRPr="00F22DBD" w14:paraId="611211E5" w14:textId="77777777" w:rsidTr="001F5CE3">
        <w:tc>
          <w:tcPr>
            <w:tcW w:w="747" w:type="dxa"/>
            <w:shd w:val="clear" w:color="auto" w:fill="auto"/>
          </w:tcPr>
          <w:p w14:paraId="4A23B94F" w14:textId="77777777" w:rsidR="006E38B2" w:rsidRPr="00F22DBD" w:rsidRDefault="006E38B2" w:rsidP="00F22DBD">
            <w:pPr>
              <w:rPr>
                <w:rFonts w:ascii="Calibri" w:hAnsi="Calibri" w:cs="Calibri"/>
              </w:rPr>
            </w:pPr>
            <w:r w:rsidRPr="00F22DBD">
              <w:rPr>
                <w:rFonts w:ascii="Calibri" w:hAnsi="Calibri" w:cs="Calibri"/>
              </w:rPr>
              <w:t>6</w:t>
            </w:r>
          </w:p>
        </w:tc>
        <w:tc>
          <w:tcPr>
            <w:tcW w:w="5567" w:type="dxa"/>
            <w:shd w:val="clear" w:color="auto" w:fill="auto"/>
          </w:tcPr>
          <w:p w14:paraId="5788FB31" w14:textId="77777777" w:rsidR="006E38B2" w:rsidRPr="00F22DBD" w:rsidRDefault="006E38B2" w:rsidP="00F22DBD">
            <w:pPr>
              <w:rPr>
                <w:rFonts w:ascii="Calibri" w:hAnsi="Calibri" w:cs="Calibri"/>
              </w:rPr>
            </w:pPr>
            <w:r w:rsidRPr="00F22DBD">
              <w:rPr>
                <w:rFonts w:ascii="Calibri" w:hAnsi="Calibri" w:cs="Calibri"/>
              </w:rPr>
              <w:t xml:space="preserve">Servicii de suport si asistenta pentru inovare (testare, </w:t>
            </w:r>
            <w:proofErr w:type="spellStart"/>
            <w:r w:rsidRPr="00F22DBD">
              <w:rPr>
                <w:rFonts w:ascii="Calibri" w:hAnsi="Calibri" w:cs="Calibri"/>
              </w:rPr>
              <w:t>tech</w:t>
            </w:r>
            <w:proofErr w:type="spellEnd"/>
            <w:r w:rsidRPr="00F22DBD">
              <w:rPr>
                <w:rFonts w:ascii="Calibri" w:hAnsi="Calibri" w:cs="Calibri"/>
              </w:rPr>
              <w:t xml:space="preserve"> intelligence, market intelligence, managementul inovării, )</w:t>
            </w:r>
          </w:p>
        </w:tc>
        <w:tc>
          <w:tcPr>
            <w:tcW w:w="1388" w:type="dxa"/>
          </w:tcPr>
          <w:p w14:paraId="3D196B6E" w14:textId="77777777" w:rsidR="006E38B2" w:rsidRPr="00F22DBD" w:rsidRDefault="006E38B2" w:rsidP="00F22DBD">
            <w:pPr>
              <w:rPr>
                <w:rFonts w:ascii="Calibri" w:hAnsi="Calibri" w:cs="Calibri"/>
              </w:rPr>
            </w:pPr>
          </w:p>
        </w:tc>
        <w:tc>
          <w:tcPr>
            <w:tcW w:w="1409" w:type="dxa"/>
            <w:shd w:val="clear" w:color="auto" w:fill="auto"/>
          </w:tcPr>
          <w:p w14:paraId="133B32A1" w14:textId="77777777" w:rsidR="006E38B2" w:rsidRPr="00F22DBD" w:rsidRDefault="006E38B2" w:rsidP="00F22DBD">
            <w:pPr>
              <w:rPr>
                <w:rFonts w:ascii="Calibri" w:hAnsi="Calibri" w:cs="Calibri"/>
              </w:rPr>
            </w:pPr>
          </w:p>
        </w:tc>
      </w:tr>
      <w:tr w:rsidR="006E38B2" w:rsidRPr="00F22DBD" w14:paraId="00A8FBCA" w14:textId="77777777" w:rsidTr="001F5CE3">
        <w:tc>
          <w:tcPr>
            <w:tcW w:w="747" w:type="dxa"/>
            <w:shd w:val="clear" w:color="auto" w:fill="auto"/>
          </w:tcPr>
          <w:p w14:paraId="0D455C01" w14:textId="77777777" w:rsidR="006E38B2" w:rsidRPr="00F22DBD" w:rsidRDefault="006E38B2" w:rsidP="00F22DBD">
            <w:pPr>
              <w:rPr>
                <w:rFonts w:ascii="Calibri" w:hAnsi="Calibri" w:cs="Calibri"/>
              </w:rPr>
            </w:pPr>
            <w:r w:rsidRPr="00F22DBD">
              <w:rPr>
                <w:rFonts w:ascii="Calibri" w:hAnsi="Calibri" w:cs="Calibri"/>
              </w:rPr>
              <w:t>7</w:t>
            </w:r>
          </w:p>
        </w:tc>
        <w:tc>
          <w:tcPr>
            <w:tcW w:w="5567" w:type="dxa"/>
            <w:shd w:val="clear" w:color="auto" w:fill="auto"/>
          </w:tcPr>
          <w:p w14:paraId="38E755B9" w14:textId="77777777" w:rsidR="006E38B2" w:rsidRPr="00F22DBD" w:rsidRDefault="006E38B2" w:rsidP="00F22DBD">
            <w:pPr>
              <w:rPr>
                <w:rFonts w:ascii="Calibri" w:hAnsi="Calibri" w:cs="Calibri"/>
              </w:rPr>
            </w:pPr>
            <w:r w:rsidRPr="00F22DBD">
              <w:rPr>
                <w:rFonts w:ascii="Calibri" w:hAnsi="Calibri" w:cs="Calibri"/>
              </w:rPr>
              <w:t xml:space="preserve">Alte costuri (precizați categoria de cost) (în corespondență cu </w:t>
            </w:r>
            <w:proofErr w:type="spellStart"/>
            <w:r w:rsidRPr="00F22DBD">
              <w:rPr>
                <w:rFonts w:ascii="Calibri" w:hAnsi="Calibri" w:cs="Calibri"/>
              </w:rPr>
              <w:t>Ghdiul</w:t>
            </w:r>
            <w:proofErr w:type="spellEnd"/>
            <w:r w:rsidRPr="00F22DBD">
              <w:rPr>
                <w:rFonts w:ascii="Calibri" w:hAnsi="Calibri" w:cs="Calibri"/>
              </w:rPr>
              <w:t xml:space="preserve"> Solicitantului, secțiunea 5.3 Eligibilitatea cheltuielilor)</w:t>
            </w:r>
          </w:p>
        </w:tc>
        <w:tc>
          <w:tcPr>
            <w:tcW w:w="1388" w:type="dxa"/>
          </w:tcPr>
          <w:p w14:paraId="1DD07F5D" w14:textId="77777777" w:rsidR="006E38B2" w:rsidRPr="00F22DBD" w:rsidRDefault="006E38B2" w:rsidP="00F22DBD">
            <w:pPr>
              <w:rPr>
                <w:rFonts w:ascii="Calibri" w:hAnsi="Calibri" w:cs="Calibri"/>
              </w:rPr>
            </w:pPr>
          </w:p>
        </w:tc>
        <w:tc>
          <w:tcPr>
            <w:tcW w:w="1409" w:type="dxa"/>
            <w:shd w:val="clear" w:color="auto" w:fill="auto"/>
          </w:tcPr>
          <w:p w14:paraId="62B2CE80" w14:textId="77777777" w:rsidR="006E38B2" w:rsidRPr="00F22DBD" w:rsidRDefault="006E38B2" w:rsidP="00F22DBD">
            <w:pPr>
              <w:rPr>
                <w:rFonts w:ascii="Calibri" w:hAnsi="Calibri" w:cs="Calibri"/>
              </w:rPr>
            </w:pPr>
          </w:p>
        </w:tc>
      </w:tr>
    </w:tbl>
    <w:p w14:paraId="6DD02E73" w14:textId="77777777" w:rsidR="006E38B2" w:rsidRPr="00F22DBD" w:rsidRDefault="006E38B2" w:rsidP="00F22DBD">
      <w:pPr>
        <w:rPr>
          <w:rFonts w:ascii="Calibri" w:hAnsi="Calibri" w:cs="Calibri"/>
          <w:b/>
          <w:bCs/>
          <w:iCs/>
        </w:rPr>
      </w:pPr>
    </w:p>
    <w:p w14:paraId="6692E936" w14:textId="77777777" w:rsidR="006E38B2" w:rsidRPr="00F22DBD" w:rsidRDefault="006E38B2" w:rsidP="00F22DBD">
      <w:pPr>
        <w:rPr>
          <w:rFonts w:ascii="Calibri" w:hAnsi="Calibri" w:cs="Calibri"/>
          <w:b/>
          <w:bCs/>
        </w:rPr>
      </w:pPr>
      <w:r w:rsidRPr="00F22DBD">
        <w:rPr>
          <w:rFonts w:ascii="Calibri" w:hAnsi="Calibri" w:cs="Calibri"/>
          <w:b/>
          <w:bCs/>
        </w:rPr>
        <w:t xml:space="preserve">Notă: </w:t>
      </w:r>
    </w:p>
    <w:p w14:paraId="2D09B687" w14:textId="77777777" w:rsidR="006E38B2" w:rsidRPr="00F22DBD" w:rsidRDefault="006E38B2" w:rsidP="00F22DBD">
      <w:pPr>
        <w:rPr>
          <w:rFonts w:ascii="Calibri" w:hAnsi="Calibri" w:cs="Calibri"/>
        </w:rPr>
      </w:pPr>
      <w:r w:rsidRPr="00F22DBD">
        <w:rPr>
          <w:rFonts w:ascii="Calibri" w:hAnsi="Calibri" w:cs="Calibri"/>
        </w:rPr>
        <w:t>Echipamentele propuse pentru a fi achiziționate vor fi prezentate și descrise după cum urmează:</w:t>
      </w:r>
    </w:p>
    <w:p w14:paraId="68AC20D2" w14:textId="77777777" w:rsidR="006E38B2" w:rsidRPr="00B62BB6" w:rsidRDefault="006E38B2" w:rsidP="00B62BB6">
      <w:pPr>
        <w:pStyle w:val="ListParagraph"/>
        <w:numPr>
          <w:ilvl w:val="0"/>
          <w:numId w:val="36"/>
        </w:numPr>
        <w:suppressAutoHyphens/>
        <w:ind w:left="567" w:hanging="283"/>
        <w:rPr>
          <w:rFonts w:ascii="Calibri" w:hAnsi="Calibri" w:cs="Calibri"/>
        </w:rPr>
      </w:pPr>
      <w:r w:rsidRPr="00B62BB6">
        <w:rPr>
          <w:rFonts w:ascii="Calibri" w:hAnsi="Calibri" w:cs="Calibri"/>
        </w:rPr>
        <w:t>Necesitatea în raport cu planul operațional</w:t>
      </w:r>
    </w:p>
    <w:p w14:paraId="2E7418F1" w14:textId="77777777" w:rsidR="006E38B2" w:rsidRPr="00B62BB6" w:rsidRDefault="006E38B2" w:rsidP="00B62BB6">
      <w:pPr>
        <w:pStyle w:val="ListParagraph"/>
        <w:numPr>
          <w:ilvl w:val="0"/>
          <w:numId w:val="36"/>
        </w:numPr>
        <w:suppressAutoHyphens/>
        <w:ind w:left="567" w:hanging="283"/>
        <w:rPr>
          <w:rFonts w:ascii="Calibri" w:hAnsi="Calibri" w:cs="Calibri"/>
        </w:rPr>
      </w:pPr>
      <w:r w:rsidRPr="00B62BB6">
        <w:rPr>
          <w:rFonts w:ascii="Calibri" w:hAnsi="Calibri" w:cs="Calibri"/>
        </w:rPr>
        <w:t>Caracterul ”state-of-</w:t>
      </w:r>
      <w:proofErr w:type="spellStart"/>
      <w:r w:rsidRPr="00B62BB6">
        <w:rPr>
          <w:rFonts w:ascii="Calibri" w:hAnsi="Calibri" w:cs="Calibri"/>
        </w:rPr>
        <w:t>the</w:t>
      </w:r>
      <w:proofErr w:type="spellEnd"/>
      <w:r w:rsidRPr="00B62BB6">
        <w:rPr>
          <w:rFonts w:ascii="Calibri" w:hAnsi="Calibri" w:cs="Calibri"/>
        </w:rPr>
        <w:t>-</w:t>
      </w:r>
      <w:proofErr w:type="spellStart"/>
      <w:r w:rsidRPr="00B62BB6">
        <w:rPr>
          <w:rFonts w:ascii="Calibri" w:hAnsi="Calibri" w:cs="Calibri"/>
        </w:rPr>
        <w:t>art</w:t>
      </w:r>
      <w:proofErr w:type="spellEnd"/>
      <w:r w:rsidRPr="00B62BB6">
        <w:rPr>
          <w:rFonts w:ascii="Calibri" w:hAnsi="Calibri" w:cs="Calibri"/>
        </w:rPr>
        <w:t>” al echipamentelor</w:t>
      </w:r>
    </w:p>
    <w:p w14:paraId="36EDAAAC" w14:textId="77777777" w:rsidR="006E38B2" w:rsidRPr="00B62BB6" w:rsidRDefault="006E38B2" w:rsidP="00B62BB6">
      <w:pPr>
        <w:pStyle w:val="ListParagraph"/>
        <w:numPr>
          <w:ilvl w:val="0"/>
          <w:numId w:val="36"/>
        </w:numPr>
        <w:suppressAutoHyphens/>
        <w:ind w:left="567" w:hanging="283"/>
        <w:rPr>
          <w:rFonts w:ascii="Calibri" w:hAnsi="Calibri" w:cs="Calibri"/>
        </w:rPr>
      </w:pPr>
      <w:r w:rsidRPr="00B62BB6">
        <w:rPr>
          <w:rFonts w:ascii="Calibri" w:hAnsi="Calibri" w:cs="Calibri"/>
        </w:rPr>
        <w:t xml:space="preserve">Caracteristicile digitale (automatizare, robotizare, senzori, digital </w:t>
      </w:r>
      <w:proofErr w:type="spellStart"/>
      <w:r w:rsidRPr="00B62BB6">
        <w:rPr>
          <w:rFonts w:ascii="Calibri" w:hAnsi="Calibri" w:cs="Calibri"/>
        </w:rPr>
        <w:t>twin</w:t>
      </w:r>
      <w:proofErr w:type="spellEnd"/>
      <w:r w:rsidRPr="00B62BB6">
        <w:rPr>
          <w:rFonts w:ascii="Calibri" w:hAnsi="Calibri" w:cs="Calibri"/>
        </w:rPr>
        <w:t>) și de sustenabilitate ale echipamentelor (consum redus de energie, impact redus asupra mediului, cantități reduse de deșeuri)</w:t>
      </w:r>
    </w:p>
    <w:p w14:paraId="56B94925" w14:textId="77777777" w:rsidR="006E38B2" w:rsidRPr="00F22DBD" w:rsidRDefault="006E38B2" w:rsidP="00F22DBD">
      <w:pPr>
        <w:rPr>
          <w:rFonts w:ascii="Calibri" w:hAnsi="Calibri" w:cs="Calibri"/>
        </w:rPr>
      </w:pPr>
    </w:p>
    <w:p w14:paraId="1D380748" w14:textId="77777777" w:rsidR="006E38B2" w:rsidRPr="00F22DBD" w:rsidRDefault="006E38B2" w:rsidP="00F22DBD">
      <w:pPr>
        <w:pStyle w:val="Heading1"/>
        <w:spacing w:before="0" w:after="0"/>
        <w:rPr>
          <w:rFonts w:ascii="Calibri" w:hAnsi="Calibri" w:cs="Calibri"/>
          <w:sz w:val="24"/>
          <w:szCs w:val="24"/>
        </w:rPr>
      </w:pPr>
    </w:p>
    <w:p w14:paraId="375554A1" w14:textId="77777777" w:rsidR="0009018B" w:rsidRPr="00F22DBD" w:rsidRDefault="0009018B" w:rsidP="00F22DBD">
      <w:pPr>
        <w:rPr>
          <w:rFonts w:ascii="Calibri" w:hAnsi="Calibri" w:cs="Calibri"/>
        </w:rPr>
      </w:pPr>
    </w:p>
    <w:sectPr w:rsidR="0009018B" w:rsidRPr="00F22DBD"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81642A" w14:textId="77777777" w:rsidR="00147902" w:rsidRDefault="00147902">
      <w:r>
        <w:separator/>
      </w:r>
    </w:p>
  </w:endnote>
  <w:endnote w:type="continuationSeparator" w:id="0">
    <w:p w14:paraId="38CA00FC" w14:textId="77777777" w:rsidR="00147902" w:rsidRDefault="00147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FA986" w14:textId="77777777" w:rsidR="00374EEC" w:rsidRDefault="00374E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2194834E" w14:textId="77777777">
      <w:trPr>
        <w:cantSplit/>
        <w:trHeight w:hRule="exact" w:val="340"/>
        <w:hidden/>
      </w:trPr>
      <w:tc>
        <w:tcPr>
          <w:tcW w:w="9210" w:type="dxa"/>
        </w:tcPr>
        <w:p w14:paraId="47F8745A" w14:textId="77777777" w:rsidR="002B3BB9" w:rsidRDefault="002B3BB9">
          <w:pPr>
            <w:pStyle w:val="Footer"/>
            <w:rPr>
              <w:vanish/>
              <w:sz w:val="20"/>
            </w:rPr>
          </w:pPr>
        </w:p>
      </w:tc>
    </w:tr>
  </w:tbl>
  <w:p w14:paraId="597DFC4F" w14:textId="77777777" w:rsidR="00F12E7F" w:rsidRDefault="0084251C" w:rsidP="00F12E7F">
    <w:pPr>
      <w:pStyle w:val="Footer"/>
    </w:pPr>
    <w:r>
      <w:rPr>
        <w:noProof/>
        <w:lang w:val="en-US" w:eastAsia="en-US"/>
      </w:rPr>
      <w:drawing>
        <wp:anchor distT="0" distB="0" distL="114300" distR="114300" simplePos="0" relativeHeight="251664384" behindDoc="0" locked="0" layoutInCell="1" allowOverlap="1" wp14:anchorId="51E58E45" wp14:editId="6E8FDDC2">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203B3C83" wp14:editId="1B8D29C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3B3C8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1187CBD9" wp14:editId="21A40B8A">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87CBD9"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2D5B8074" wp14:editId="2A5BBB6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5B8074"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1C305EE4" wp14:editId="06B524D4">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454CA6"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B21B3" w14:textId="77777777" w:rsidR="00072DDE" w:rsidRDefault="0084251C">
    <w:pPr>
      <w:pStyle w:val="Footer"/>
    </w:pPr>
    <w:r>
      <w:rPr>
        <w:noProof/>
        <w:lang w:val="en-US" w:eastAsia="en-US"/>
      </w:rPr>
      <w:drawing>
        <wp:anchor distT="0" distB="0" distL="114300" distR="114300" simplePos="0" relativeHeight="251659264" behindDoc="0" locked="0" layoutInCell="1" allowOverlap="1" wp14:anchorId="329DEA01" wp14:editId="6F26F802">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45056827" wp14:editId="7B796AB8">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056827"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7C000AC7" wp14:editId="28AA70E7">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000AC7"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DBA0418" wp14:editId="543BCCB5">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A041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5291A3E" wp14:editId="64E071DF">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C67DFD" w14:textId="77777777" w:rsidR="00147902" w:rsidRDefault="00147902">
      <w:r>
        <w:separator/>
      </w:r>
    </w:p>
  </w:footnote>
  <w:footnote w:type="continuationSeparator" w:id="0">
    <w:p w14:paraId="64D98B08" w14:textId="77777777" w:rsidR="00147902" w:rsidRDefault="001479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CDCF1" w14:textId="2530ACC4" w:rsidR="00374EEC" w:rsidRDefault="00147902">
    <w:pPr>
      <w:pStyle w:val="Header"/>
    </w:pPr>
    <w:r>
      <w:rPr>
        <w:noProof/>
      </w:rPr>
      <w:pict w14:anchorId="6EBEB4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7" o:spid="_x0000_s2050"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72E4A" w14:textId="257B23AF" w:rsidR="002B3BB9" w:rsidRPr="00851382" w:rsidRDefault="00147902">
    <w:pPr>
      <w:pStyle w:val="Header"/>
      <w:rPr>
        <w:color w:val="999999"/>
      </w:rPr>
    </w:pPr>
    <w:r>
      <w:rPr>
        <w:noProof/>
      </w:rPr>
      <w:pict w14:anchorId="70AFDB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8" o:spid="_x0000_s2051"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4B76F531" wp14:editId="2DA945BF">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D5E71" w14:textId="77777777" w:rsidR="00376CFE" w:rsidRDefault="00376CFE" w:rsidP="00376CFE">
                            <w:pPr>
                              <w:spacing w:line="330" w:lineRule="auto"/>
                            </w:pPr>
                          </w:p>
                          <w:p w14:paraId="119CD425"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76F531"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117D5E71" w14:textId="77777777" w:rsidR="00376CFE" w:rsidRDefault="00376CFE" w:rsidP="00376CFE">
                      <w:pPr>
                        <w:spacing w:line="330" w:lineRule="auto"/>
                      </w:pPr>
                    </w:p>
                    <w:p w14:paraId="119CD425"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41122E">
      <w:rPr>
        <w:noProof/>
        <w:color w:val="999999"/>
        <w:sz w:val="20"/>
        <w:szCs w:val="20"/>
      </w:rPr>
      <w:t>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41122E">
      <w:rPr>
        <w:noProof/>
        <w:color w:val="999999"/>
        <w:sz w:val="20"/>
        <w:szCs w:val="20"/>
      </w:rPr>
      <w:t>5</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BE5B8" w14:textId="7202DA3D" w:rsidR="002B3BB9" w:rsidRDefault="00147902">
    <w:pPr>
      <w:pStyle w:val="Header"/>
      <w:tabs>
        <w:tab w:val="clear" w:pos="4536"/>
        <w:tab w:val="clear" w:pos="9072"/>
        <w:tab w:val="left" w:pos="6473"/>
      </w:tabs>
    </w:pPr>
    <w:r>
      <w:rPr>
        <w:noProof/>
      </w:rPr>
      <w:pict w14:anchorId="319D13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6" o:spid="_x0000_s2049"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Pr>
        <w:noProof/>
        <w:lang w:val="en-US" w:eastAsia="en-US"/>
      </w:rPr>
      <w:drawing>
        <wp:anchor distT="0" distB="0" distL="114300" distR="114300" simplePos="0" relativeHeight="251652096" behindDoc="0" locked="0" layoutInCell="1" allowOverlap="1" wp14:anchorId="6E527DE1" wp14:editId="6DB408A9">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3120" behindDoc="0" locked="0" layoutInCell="1" allowOverlap="1" wp14:anchorId="2EBD3933" wp14:editId="2C483278">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4144" behindDoc="0" locked="0" layoutInCell="1" allowOverlap="1" wp14:anchorId="68C4F05F" wp14:editId="664650FD">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4483"/>
    <w:multiLevelType w:val="hybridMultilevel"/>
    <w:tmpl w:val="B5FE5F26"/>
    <w:lvl w:ilvl="0" w:tplc="F26CA472">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3926FA"/>
    <w:multiLevelType w:val="hybridMultilevel"/>
    <w:tmpl w:val="C46CF5BA"/>
    <w:lvl w:ilvl="0" w:tplc="08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151779"/>
    <w:multiLevelType w:val="hybridMultilevel"/>
    <w:tmpl w:val="8AB4C6FA"/>
    <w:lvl w:ilvl="0" w:tplc="04090001">
      <w:start w:val="1"/>
      <w:numFmt w:val="bullet"/>
      <w:lvlText w:val=""/>
      <w:lvlJc w:val="left"/>
      <w:pPr>
        <w:ind w:left="6480" w:hanging="360"/>
      </w:pPr>
      <w:rPr>
        <w:rFonts w:ascii="Symbol" w:hAnsi="Symbol" w:hint="default"/>
      </w:rPr>
    </w:lvl>
    <w:lvl w:ilvl="1" w:tplc="08090003" w:tentative="1">
      <w:start w:val="1"/>
      <w:numFmt w:val="bullet"/>
      <w:lvlText w:val="o"/>
      <w:lvlJc w:val="left"/>
      <w:pPr>
        <w:ind w:left="7200" w:hanging="360"/>
      </w:pPr>
      <w:rPr>
        <w:rFonts w:ascii="Courier New" w:hAnsi="Courier New" w:cs="Courier New" w:hint="default"/>
      </w:rPr>
    </w:lvl>
    <w:lvl w:ilvl="2" w:tplc="08090005" w:tentative="1">
      <w:start w:val="1"/>
      <w:numFmt w:val="bullet"/>
      <w:lvlText w:val=""/>
      <w:lvlJc w:val="left"/>
      <w:pPr>
        <w:ind w:left="7920" w:hanging="360"/>
      </w:pPr>
      <w:rPr>
        <w:rFonts w:ascii="Wingdings" w:hAnsi="Wingdings" w:hint="default"/>
      </w:rPr>
    </w:lvl>
    <w:lvl w:ilvl="3" w:tplc="08090001" w:tentative="1">
      <w:start w:val="1"/>
      <w:numFmt w:val="bullet"/>
      <w:lvlText w:val=""/>
      <w:lvlJc w:val="left"/>
      <w:pPr>
        <w:ind w:left="8640" w:hanging="360"/>
      </w:pPr>
      <w:rPr>
        <w:rFonts w:ascii="Symbol" w:hAnsi="Symbol" w:hint="default"/>
      </w:rPr>
    </w:lvl>
    <w:lvl w:ilvl="4" w:tplc="08090003" w:tentative="1">
      <w:start w:val="1"/>
      <w:numFmt w:val="bullet"/>
      <w:lvlText w:val="o"/>
      <w:lvlJc w:val="left"/>
      <w:pPr>
        <w:ind w:left="9360" w:hanging="360"/>
      </w:pPr>
      <w:rPr>
        <w:rFonts w:ascii="Courier New" w:hAnsi="Courier New" w:cs="Courier New" w:hint="default"/>
      </w:rPr>
    </w:lvl>
    <w:lvl w:ilvl="5" w:tplc="08090005" w:tentative="1">
      <w:start w:val="1"/>
      <w:numFmt w:val="bullet"/>
      <w:lvlText w:val=""/>
      <w:lvlJc w:val="left"/>
      <w:pPr>
        <w:ind w:left="10080" w:hanging="360"/>
      </w:pPr>
      <w:rPr>
        <w:rFonts w:ascii="Wingdings" w:hAnsi="Wingdings" w:hint="default"/>
      </w:rPr>
    </w:lvl>
    <w:lvl w:ilvl="6" w:tplc="08090001" w:tentative="1">
      <w:start w:val="1"/>
      <w:numFmt w:val="bullet"/>
      <w:lvlText w:val=""/>
      <w:lvlJc w:val="left"/>
      <w:pPr>
        <w:ind w:left="10800" w:hanging="360"/>
      </w:pPr>
      <w:rPr>
        <w:rFonts w:ascii="Symbol" w:hAnsi="Symbol" w:hint="default"/>
      </w:rPr>
    </w:lvl>
    <w:lvl w:ilvl="7" w:tplc="08090003" w:tentative="1">
      <w:start w:val="1"/>
      <w:numFmt w:val="bullet"/>
      <w:lvlText w:val="o"/>
      <w:lvlJc w:val="left"/>
      <w:pPr>
        <w:ind w:left="11520" w:hanging="360"/>
      </w:pPr>
      <w:rPr>
        <w:rFonts w:ascii="Courier New" w:hAnsi="Courier New" w:cs="Courier New" w:hint="default"/>
      </w:rPr>
    </w:lvl>
    <w:lvl w:ilvl="8" w:tplc="08090005" w:tentative="1">
      <w:start w:val="1"/>
      <w:numFmt w:val="bullet"/>
      <w:lvlText w:val=""/>
      <w:lvlJc w:val="left"/>
      <w:pPr>
        <w:ind w:left="12240" w:hanging="360"/>
      </w:pPr>
      <w:rPr>
        <w:rFonts w:ascii="Wingdings" w:hAnsi="Wingdings" w:hint="default"/>
      </w:rPr>
    </w:lvl>
  </w:abstractNum>
  <w:abstractNum w:abstractNumId="3"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1DB2D8F"/>
    <w:multiLevelType w:val="hybridMultilevel"/>
    <w:tmpl w:val="1E04FCE0"/>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0774FF"/>
    <w:multiLevelType w:val="hybridMultilevel"/>
    <w:tmpl w:val="4C06EF90"/>
    <w:lvl w:ilvl="0" w:tplc="FFFFFFFF">
      <w:start w:val="1"/>
      <w:numFmt w:val="lowerLetter"/>
      <w:lvlText w:val="%1)"/>
      <w:lvlJc w:val="left"/>
      <w:pPr>
        <w:ind w:left="720" w:hanging="360"/>
      </w:pPr>
      <w:rPr>
        <w:rFonts w:hint="default"/>
      </w:rPr>
    </w:lvl>
    <w:lvl w:ilvl="1" w:tplc="90C2D53E">
      <w:start w:val="1"/>
      <w:numFmt w:val="decimalZero"/>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7560C5"/>
    <w:multiLevelType w:val="hybridMultilevel"/>
    <w:tmpl w:val="D3D668FA"/>
    <w:lvl w:ilvl="0" w:tplc="D748A84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5E1E3B"/>
    <w:multiLevelType w:val="hybridMultilevel"/>
    <w:tmpl w:val="FED247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C10F7"/>
    <w:multiLevelType w:val="hybridMultilevel"/>
    <w:tmpl w:val="6BF28416"/>
    <w:lvl w:ilvl="0" w:tplc="B9047B9C">
      <w:start w:val="1"/>
      <w:numFmt w:val="decimalZero"/>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B33D86"/>
    <w:multiLevelType w:val="hybridMultilevel"/>
    <w:tmpl w:val="0DBAF6A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3226839"/>
    <w:multiLevelType w:val="hybridMultilevel"/>
    <w:tmpl w:val="4D10EBD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4F55FD"/>
    <w:multiLevelType w:val="hybridMultilevel"/>
    <w:tmpl w:val="6162713A"/>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A6A3641"/>
    <w:multiLevelType w:val="hybridMultilevel"/>
    <w:tmpl w:val="F60A6202"/>
    <w:lvl w:ilvl="0" w:tplc="080CF93C">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825871"/>
    <w:multiLevelType w:val="hybridMultilevel"/>
    <w:tmpl w:val="1ADA8F8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DF51B23"/>
    <w:multiLevelType w:val="hybridMultilevel"/>
    <w:tmpl w:val="1ADA8F8A"/>
    <w:lvl w:ilvl="0" w:tplc="F26CA47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F515AAD"/>
    <w:multiLevelType w:val="hybridMultilevel"/>
    <w:tmpl w:val="B0C6447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EE7D4F"/>
    <w:multiLevelType w:val="hybridMultilevel"/>
    <w:tmpl w:val="A8623A20"/>
    <w:lvl w:ilvl="0" w:tplc="A8A8E780">
      <w:numFmt w:val="bullet"/>
      <w:lvlText w:val="-"/>
      <w:lvlJc w:val="left"/>
      <w:pPr>
        <w:ind w:left="6480" w:hanging="360"/>
      </w:pPr>
      <w:rPr>
        <w:rFonts w:ascii="Calibri" w:eastAsiaTheme="minorHAnsi" w:hAnsi="Calibri" w:cs="Calibri" w:hint="default"/>
      </w:rPr>
    </w:lvl>
    <w:lvl w:ilvl="1" w:tplc="08090003" w:tentative="1">
      <w:start w:val="1"/>
      <w:numFmt w:val="bullet"/>
      <w:lvlText w:val="o"/>
      <w:lvlJc w:val="left"/>
      <w:pPr>
        <w:ind w:left="7200" w:hanging="360"/>
      </w:pPr>
      <w:rPr>
        <w:rFonts w:ascii="Courier New" w:hAnsi="Courier New" w:cs="Courier New" w:hint="default"/>
      </w:rPr>
    </w:lvl>
    <w:lvl w:ilvl="2" w:tplc="08090005" w:tentative="1">
      <w:start w:val="1"/>
      <w:numFmt w:val="bullet"/>
      <w:lvlText w:val=""/>
      <w:lvlJc w:val="left"/>
      <w:pPr>
        <w:ind w:left="7920" w:hanging="360"/>
      </w:pPr>
      <w:rPr>
        <w:rFonts w:ascii="Wingdings" w:hAnsi="Wingdings" w:hint="default"/>
      </w:rPr>
    </w:lvl>
    <w:lvl w:ilvl="3" w:tplc="08090001" w:tentative="1">
      <w:start w:val="1"/>
      <w:numFmt w:val="bullet"/>
      <w:lvlText w:val=""/>
      <w:lvlJc w:val="left"/>
      <w:pPr>
        <w:ind w:left="8640" w:hanging="360"/>
      </w:pPr>
      <w:rPr>
        <w:rFonts w:ascii="Symbol" w:hAnsi="Symbol" w:hint="default"/>
      </w:rPr>
    </w:lvl>
    <w:lvl w:ilvl="4" w:tplc="08090003" w:tentative="1">
      <w:start w:val="1"/>
      <w:numFmt w:val="bullet"/>
      <w:lvlText w:val="o"/>
      <w:lvlJc w:val="left"/>
      <w:pPr>
        <w:ind w:left="9360" w:hanging="360"/>
      </w:pPr>
      <w:rPr>
        <w:rFonts w:ascii="Courier New" w:hAnsi="Courier New" w:cs="Courier New" w:hint="default"/>
      </w:rPr>
    </w:lvl>
    <w:lvl w:ilvl="5" w:tplc="08090005" w:tentative="1">
      <w:start w:val="1"/>
      <w:numFmt w:val="bullet"/>
      <w:lvlText w:val=""/>
      <w:lvlJc w:val="left"/>
      <w:pPr>
        <w:ind w:left="10080" w:hanging="360"/>
      </w:pPr>
      <w:rPr>
        <w:rFonts w:ascii="Wingdings" w:hAnsi="Wingdings" w:hint="default"/>
      </w:rPr>
    </w:lvl>
    <w:lvl w:ilvl="6" w:tplc="08090001" w:tentative="1">
      <w:start w:val="1"/>
      <w:numFmt w:val="bullet"/>
      <w:lvlText w:val=""/>
      <w:lvlJc w:val="left"/>
      <w:pPr>
        <w:ind w:left="10800" w:hanging="360"/>
      </w:pPr>
      <w:rPr>
        <w:rFonts w:ascii="Symbol" w:hAnsi="Symbol" w:hint="default"/>
      </w:rPr>
    </w:lvl>
    <w:lvl w:ilvl="7" w:tplc="08090003" w:tentative="1">
      <w:start w:val="1"/>
      <w:numFmt w:val="bullet"/>
      <w:lvlText w:val="o"/>
      <w:lvlJc w:val="left"/>
      <w:pPr>
        <w:ind w:left="11520" w:hanging="360"/>
      </w:pPr>
      <w:rPr>
        <w:rFonts w:ascii="Courier New" w:hAnsi="Courier New" w:cs="Courier New" w:hint="default"/>
      </w:rPr>
    </w:lvl>
    <w:lvl w:ilvl="8" w:tplc="08090005" w:tentative="1">
      <w:start w:val="1"/>
      <w:numFmt w:val="bullet"/>
      <w:lvlText w:val=""/>
      <w:lvlJc w:val="left"/>
      <w:pPr>
        <w:ind w:left="12240" w:hanging="360"/>
      </w:pPr>
      <w:rPr>
        <w:rFonts w:ascii="Wingdings" w:hAnsi="Wingdings" w:hint="default"/>
      </w:rPr>
    </w:lvl>
  </w:abstractNum>
  <w:abstractNum w:abstractNumId="20" w15:restartNumberingAfterBreak="0">
    <w:nsid w:val="4C6E547A"/>
    <w:multiLevelType w:val="hybridMultilevel"/>
    <w:tmpl w:val="07A6C3C4"/>
    <w:lvl w:ilvl="0" w:tplc="FFFFFFFF">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08090001">
      <w:start w:val="1"/>
      <w:numFmt w:val="bullet"/>
      <w:lvlText w:val=""/>
      <w:lvlJc w:val="left"/>
      <w:pPr>
        <w:ind w:left="288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22" w15:restartNumberingAfterBreak="0">
    <w:nsid w:val="61BA57AC"/>
    <w:multiLevelType w:val="hybridMultilevel"/>
    <w:tmpl w:val="21CCDDAE"/>
    <w:lvl w:ilvl="0" w:tplc="DFF664B0">
      <w:start w:val="1"/>
      <w:numFmt w:val="decimalZero"/>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35C7C4A"/>
    <w:multiLevelType w:val="hybridMultilevel"/>
    <w:tmpl w:val="F8E4FACE"/>
    <w:lvl w:ilvl="0" w:tplc="C2A8331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46D722A"/>
    <w:multiLevelType w:val="hybridMultilevel"/>
    <w:tmpl w:val="F54E5110"/>
    <w:lvl w:ilvl="0" w:tplc="BE0E9C6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7A61D93"/>
    <w:multiLevelType w:val="hybridMultilevel"/>
    <w:tmpl w:val="316A1D86"/>
    <w:lvl w:ilvl="0" w:tplc="08090017">
      <w:start w:val="1"/>
      <w:numFmt w:val="lowerLetter"/>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6" w15:restartNumberingAfterBreak="0">
    <w:nsid w:val="69AB1F5F"/>
    <w:multiLevelType w:val="hybridMultilevel"/>
    <w:tmpl w:val="A028C28A"/>
    <w:lvl w:ilvl="0" w:tplc="08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9E13CA0"/>
    <w:multiLevelType w:val="hybridMultilevel"/>
    <w:tmpl w:val="ED60276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F076D5"/>
    <w:multiLevelType w:val="hybridMultilevel"/>
    <w:tmpl w:val="B838D3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E3A0649"/>
    <w:multiLevelType w:val="hybridMultilevel"/>
    <w:tmpl w:val="E3FCCD72"/>
    <w:lvl w:ilvl="0" w:tplc="96D27FB0">
      <w:start w:val="4"/>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2253D2A"/>
    <w:multiLevelType w:val="hybridMultilevel"/>
    <w:tmpl w:val="258A7798"/>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9175A9"/>
    <w:multiLevelType w:val="hybridMultilevel"/>
    <w:tmpl w:val="40F20406"/>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3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5"/>
  </w:num>
  <w:num w:numId="2">
    <w:abstractNumId w:val="9"/>
  </w:num>
  <w:num w:numId="3">
    <w:abstractNumId w:val="34"/>
  </w:num>
  <w:num w:numId="4">
    <w:abstractNumId w:val="30"/>
  </w:num>
  <w:num w:numId="5">
    <w:abstractNumId w:val="5"/>
    <w:lvlOverride w:ilvl="0"/>
    <w:lvlOverride w:ilvl="1">
      <w:startOverride w:val="1"/>
    </w:lvlOverride>
    <w:lvlOverride w:ilvl="2"/>
    <w:lvlOverride w:ilvl="3"/>
    <w:lvlOverride w:ilvl="4"/>
    <w:lvlOverride w:ilvl="5"/>
    <w:lvlOverride w:ilvl="6"/>
    <w:lvlOverride w:ilvl="7"/>
    <w:lvlOverride w:ilvl="8"/>
  </w:num>
  <w:num w:numId="6">
    <w:abstractNumId w:val="30"/>
  </w:num>
  <w:num w:numId="7">
    <w:abstractNumId w:val="21"/>
  </w:num>
  <w:num w:numId="8">
    <w:abstractNumId w:val="33"/>
  </w:num>
  <w:num w:numId="9">
    <w:abstractNumId w:val="3"/>
  </w:num>
  <w:num w:numId="10">
    <w:abstractNumId w:val="24"/>
  </w:num>
  <w:num w:numId="11">
    <w:abstractNumId w:val="31"/>
  </w:num>
  <w:num w:numId="12">
    <w:abstractNumId w:val="29"/>
  </w:num>
  <w:num w:numId="13">
    <w:abstractNumId w:val="28"/>
  </w:num>
  <w:num w:numId="14">
    <w:abstractNumId w:val="13"/>
  </w:num>
  <w:num w:numId="15">
    <w:abstractNumId w:val="26"/>
  </w:num>
  <w:num w:numId="16">
    <w:abstractNumId w:val="1"/>
  </w:num>
  <w:num w:numId="17">
    <w:abstractNumId w:val="14"/>
  </w:num>
  <w:num w:numId="18">
    <w:abstractNumId w:val="7"/>
  </w:num>
  <w:num w:numId="19">
    <w:abstractNumId w:val="23"/>
  </w:num>
  <w:num w:numId="20">
    <w:abstractNumId w:val="17"/>
  </w:num>
  <w:num w:numId="21">
    <w:abstractNumId w:val="16"/>
  </w:num>
  <w:num w:numId="22">
    <w:abstractNumId w:val="0"/>
  </w:num>
  <w:num w:numId="23">
    <w:abstractNumId w:val="19"/>
  </w:num>
  <w:num w:numId="24">
    <w:abstractNumId w:val="6"/>
  </w:num>
  <w:num w:numId="25">
    <w:abstractNumId w:val="18"/>
  </w:num>
  <w:num w:numId="26">
    <w:abstractNumId w:val="12"/>
  </w:num>
  <w:num w:numId="27">
    <w:abstractNumId w:val="8"/>
  </w:num>
  <w:num w:numId="28">
    <w:abstractNumId w:val="20"/>
  </w:num>
  <w:num w:numId="29">
    <w:abstractNumId w:val="10"/>
  </w:num>
  <w:num w:numId="30">
    <w:abstractNumId w:val="22"/>
  </w:num>
  <w:num w:numId="31">
    <w:abstractNumId w:val="25"/>
  </w:num>
  <w:num w:numId="32">
    <w:abstractNumId w:val="2"/>
  </w:num>
  <w:num w:numId="33">
    <w:abstractNumId w:val="11"/>
  </w:num>
  <w:num w:numId="34">
    <w:abstractNumId w:val="27"/>
  </w:num>
  <w:num w:numId="35">
    <w:abstractNumId w:val="4"/>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FR"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0365A"/>
    <w:rsid w:val="00004705"/>
    <w:rsid w:val="00027064"/>
    <w:rsid w:val="00037483"/>
    <w:rsid w:val="00042904"/>
    <w:rsid w:val="00072DDE"/>
    <w:rsid w:val="00074590"/>
    <w:rsid w:val="00074A2E"/>
    <w:rsid w:val="00080850"/>
    <w:rsid w:val="0009018B"/>
    <w:rsid w:val="000929B7"/>
    <w:rsid w:val="00094830"/>
    <w:rsid w:val="000A04C6"/>
    <w:rsid w:val="000A1930"/>
    <w:rsid w:val="000B62C5"/>
    <w:rsid w:val="000C2732"/>
    <w:rsid w:val="000C2AAE"/>
    <w:rsid w:val="000D624D"/>
    <w:rsid w:val="000E144C"/>
    <w:rsid w:val="000E1A4E"/>
    <w:rsid w:val="000E6AC2"/>
    <w:rsid w:val="000F34A8"/>
    <w:rsid w:val="00103AC1"/>
    <w:rsid w:val="001156F5"/>
    <w:rsid w:val="001175F2"/>
    <w:rsid w:val="0012442D"/>
    <w:rsid w:val="00124FE5"/>
    <w:rsid w:val="00126DE6"/>
    <w:rsid w:val="00127A3D"/>
    <w:rsid w:val="00131171"/>
    <w:rsid w:val="001357F6"/>
    <w:rsid w:val="00144BFD"/>
    <w:rsid w:val="00147902"/>
    <w:rsid w:val="0015418C"/>
    <w:rsid w:val="00163CB3"/>
    <w:rsid w:val="00173261"/>
    <w:rsid w:val="00174027"/>
    <w:rsid w:val="00191914"/>
    <w:rsid w:val="001A0F62"/>
    <w:rsid w:val="001A6920"/>
    <w:rsid w:val="001B7022"/>
    <w:rsid w:val="001C4EC1"/>
    <w:rsid w:val="001E7D06"/>
    <w:rsid w:val="001F5CF2"/>
    <w:rsid w:val="0020333F"/>
    <w:rsid w:val="002200A6"/>
    <w:rsid w:val="00224072"/>
    <w:rsid w:val="00236145"/>
    <w:rsid w:val="00240507"/>
    <w:rsid w:val="00252CA4"/>
    <w:rsid w:val="0026177E"/>
    <w:rsid w:val="00275B4F"/>
    <w:rsid w:val="00286785"/>
    <w:rsid w:val="00292317"/>
    <w:rsid w:val="002B398C"/>
    <w:rsid w:val="002B3BB9"/>
    <w:rsid w:val="002E07E9"/>
    <w:rsid w:val="002F1246"/>
    <w:rsid w:val="002F1CA0"/>
    <w:rsid w:val="0031177C"/>
    <w:rsid w:val="00323372"/>
    <w:rsid w:val="0034640F"/>
    <w:rsid w:val="00351F71"/>
    <w:rsid w:val="0035496C"/>
    <w:rsid w:val="00366B10"/>
    <w:rsid w:val="00374EEC"/>
    <w:rsid w:val="00376CFE"/>
    <w:rsid w:val="0039772F"/>
    <w:rsid w:val="003A6089"/>
    <w:rsid w:val="003C474A"/>
    <w:rsid w:val="003E2E03"/>
    <w:rsid w:val="003E7CB4"/>
    <w:rsid w:val="003F0BE0"/>
    <w:rsid w:val="004039C7"/>
    <w:rsid w:val="0041122E"/>
    <w:rsid w:val="0042075A"/>
    <w:rsid w:val="0042502B"/>
    <w:rsid w:val="00435781"/>
    <w:rsid w:val="004405D7"/>
    <w:rsid w:val="0046489A"/>
    <w:rsid w:val="00466D5F"/>
    <w:rsid w:val="00474F02"/>
    <w:rsid w:val="00491F12"/>
    <w:rsid w:val="004B211D"/>
    <w:rsid w:val="004B3EFD"/>
    <w:rsid w:val="004B4E4B"/>
    <w:rsid w:val="004C6007"/>
    <w:rsid w:val="004C63A9"/>
    <w:rsid w:val="004D3749"/>
    <w:rsid w:val="004D5ABC"/>
    <w:rsid w:val="004F6138"/>
    <w:rsid w:val="00511719"/>
    <w:rsid w:val="00512EE0"/>
    <w:rsid w:val="00523BEA"/>
    <w:rsid w:val="00570AC8"/>
    <w:rsid w:val="0059265A"/>
    <w:rsid w:val="00597E45"/>
    <w:rsid w:val="005A6B00"/>
    <w:rsid w:val="005B333C"/>
    <w:rsid w:val="005B551F"/>
    <w:rsid w:val="005C21C9"/>
    <w:rsid w:val="005C7AFF"/>
    <w:rsid w:val="005D35A6"/>
    <w:rsid w:val="005E4B23"/>
    <w:rsid w:val="005E4C34"/>
    <w:rsid w:val="005E5EB4"/>
    <w:rsid w:val="00613EE0"/>
    <w:rsid w:val="00622C7B"/>
    <w:rsid w:val="006304DD"/>
    <w:rsid w:val="00633353"/>
    <w:rsid w:val="00640339"/>
    <w:rsid w:val="00643AC4"/>
    <w:rsid w:val="006503CD"/>
    <w:rsid w:val="00666CBD"/>
    <w:rsid w:val="006B79B9"/>
    <w:rsid w:val="006C496C"/>
    <w:rsid w:val="006C7EEF"/>
    <w:rsid w:val="006E38B2"/>
    <w:rsid w:val="006F14B9"/>
    <w:rsid w:val="006F72BC"/>
    <w:rsid w:val="00701343"/>
    <w:rsid w:val="0071048F"/>
    <w:rsid w:val="007172CE"/>
    <w:rsid w:val="007209E0"/>
    <w:rsid w:val="00750884"/>
    <w:rsid w:val="00754551"/>
    <w:rsid w:val="00755DB8"/>
    <w:rsid w:val="0079701C"/>
    <w:rsid w:val="007A354E"/>
    <w:rsid w:val="007A69A6"/>
    <w:rsid w:val="007C403D"/>
    <w:rsid w:val="007C55DF"/>
    <w:rsid w:val="007C6D16"/>
    <w:rsid w:val="007D399B"/>
    <w:rsid w:val="007F29C0"/>
    <w:rsid w:val="007F3BA1"/>
    <w:rsid w:val="00804886"/>
    <w:rsid w:val="0084251C"/>
    <w:rsid w:val="00851382"/>
    <w:rsid w:val="00871D42"/>
    <w:rsid w:val="00874DC4"/>
    <w:rsid w:val="00876986"/>
    <w:rsid w:val="0088290B"/>
    <w:rsid w:val="008B3F78"/>
    <w:rsid w:val="008C26CE"/>
    <w:rsid w:val="008D6B4B"/>
    <w:rsid w:val="008D6F18"/>
    <w:rsid w:val="008E15BE"/>
    <w:rsid w:val="008E7688"/>
    <w:rsid w:val="009115A8"/>
    <w:rsid w:val="009369C0"/>
    <w:rsid w:val="00936CF8"/>
    <w:rsid w:val="00947268"/>
    <w:rsid w:val="009551F6"/>
    <w:rsid w:val="0095716B"/>
    <w:rsid w:val="0096341C"/>
    <w:rsid w:val="00966A0D"/>
    <w:rsid w:val="00986D3A"/>
    <w:rsid w:val="00992FA8"/>
    <w:rsid w:val="009A0E1A"/>
    <w:rsid w:val="009A12B1"/>
    <w:rsid w:val="009A1A3E"/>
    <w:rsid w:val="009B0F54"/>
    <w:rsid w:val="009B2BD4"/>
    <w:rsid w:val="009B3718"/>
    <w:rsid w:val="009C3B88"/>
    <w:rsid w:val="009F524F"/>
    <w:rsid w:val="009F711B"/>
    <w:rsid w:val="00A06DE4"/>
    <w:rsid w:val="00A156D3"/>
    <w:rsid w:val="00A3001E"/>
    <w:rsid w:val="00A31D5B"/>
    <w:rsid w:val="00A40D5B"/>
    <w:rsid w:val="00A436A7"/>
    <w:rsid w:val="00A53711"/>
    <w:rsid w:val="00A63636"/>
    <w:rsid w:val="00A67606"/>
    <w:rsid w:val="00A724D4"/>
    <w:rsid w:val="00A97EC8"/>
    <w:rsid w:val="00AA103C"/>
    <w:rsid w:val="00AA106C"/>
    <w:rsid w:val="00AA1380"/>
    <w:rsid w:val="00AA3A7E"/>
    <w:rsid w:val="00AC420C"/>
    <w:rsid w:val="00AE4990"/>
    <w:rsid w:val="00B05980"/>
    <w:rsid w:val="00B12532"/>
    <w:rsid w:val="00B15233"/>
    <w:rsid w:val="00B40E88"/>
    <w:rsid w:val="00B418EC"/>
    <w:rsid w:val="00B474B1"/>
    <w:rsid w:val="00B53834"/>
    <w:rsid w:val="00B62BB6"/>
    <w:rsid w:val="00B62FB2"/>
    <w:rsid w:val="00B904BC"/>
    <w:rsid w:val="00B92200"/>
    <w:rsid w:val="00B9513B"/>
    <w:rsid w:val="00BA06F0"/>
    <w:rsid w:val="00BB213F"/>
    <w:rsid w:val="00BD3175"/>
    <w:rsid w:val="00BE4511"/>
    <w:rsid w:val="00C05C7A"/>
    <w:rsid w:val="00C2248D"/>
    <w:rsid w:val="00C335D6"/>
    <w:rsid w:val="00C6658C"/>
    <w:rsid w:val="00C73C40"/>
    <w:rsid w:val="00C82AD1"/>
    <w:rsid w:val="00C85390"/>
    <w:rsid w:val="00C90CAE"/>
    <w:rsid w:val="00C916A3"/>
    <w:rsid w:val="00C97B44"/>
    <w:rsid w:val="00CB1DE0"/>
    <w:rsid w:val="00CC573B"/>
    <w:rsid w:val="00CC6C98"/>
    <w:rsid w:val="00CD6609"/>
    <w:rsid w:val="00CD75F7"/>
    <w:rsid w:val="00CE35B6"/>
    <w:rsid w:val="00CF2E2C"/>
    <w:rsid w:val="00D077B6"/>
    <w:rsid w:val="00D16310"/>
    <w:rsid w:val="00D22014"/>
    <w:rsid w:val="00D34519"/>
    <w:rsid w:val="00D41A08"/>
    <w:rsid w:val="00D67D84"/>
    <w:rsid w:val="00D944C2"/>
    <w:rsid w:val="00D94812"/>
    <w:rsid w:val="00DA6528"/>
    <w:rsid w:val="00DC081E"/>
    <w:rsid w:val="00DC54C8"/>
    <w:rsid w:val="00DD113C"/>
    <w:rsid w:val="00DF39F2"/>
    <w:rsid w:val="00E31672"/>
    <w:rsid w:val="00E3601E"/>
    <w:rsid w:val="00E45584"/>
    <w:rsid w:val="00E53D4C"/>
    <w:rsid w:val="00E753B1"/>
    <w:rsid w:val="00E85A99"/>
    <w:rsid w:val="00EA6388"/>
    <w:rsid w:val="00EE0F39"/>
    <w:rsid w:val="00EF25AA"/>
    <w:rsid w:val="00EF6CD7"/>
    <w:rsid w:val="00F01118"/>
    <w:rsid w:val="00F12E7F"/>
    <w:rsid w:val="00F137D4"/>
    <w:rsid w:val="00F22DBD"/>
    <w:rsid w:val="00F32A25"/>
    <w:rsid w:val="00F37E75"/>
    <w:rsid w:val="00F56D24"/>
    <w:rsid w:val="00F5740F"/>
    <w:rsid w:val="00F64101"/>
    <w:rsid w:val="00F64C7B"/>
    <w:rsid w:val="00F73639"/>
    <w:rsid w:val="00F854E8"/>
    <w:rsid w:val="00F92576"/>
    <w:rsid w:val="00FA0267"/>
    <w:rsid w:val="00FB362A"/>
    <w:rsid w:val="00FD2955"/>
    <w:rsid w:val="00FD3492"/>
    <w:rsid w:val="00FE13A6"/>
    <w:rsid w:val="00FE2B01"/>
    <w:rsid w:val="00FE2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AC4CE80"/>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3492"/>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table" w:customStyle="1" w:styleId="Tabelgril1">
    <w:name w:val="Tabel grilă1"/>
    <w:basedOn w:val="TableNormal"/>
    <w:next w:val="TableGrid"/>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ph">
    <w:name w:val="List Paragraph"/>
    <w:aliases w:val="Akapit z listą BS,Outlines a.b.c.,List_Paragraph,Multilevel para_II,Akapit z lista BS,Normal bullet 2,body 2,List1,Forth level,Bullet Normal,§ liste à puce,Bullet List,FooterText,List Paragraph1,numbered,Paragraphe de liste"/>
    <w:basedOn w:val="Normal"/>
    <w:link w:val="ListParagraphChar"/>
    <w:uiPriority w:val="34"/>
    <w:qFormat/>
    <w:rsid w:val="008E15B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body 2 Char,List1 Char,Forth level Char,Bullet Normal Char,§ liste à puce Char,Bullet List Char"/>
    <w:basedOn w:val="DefaultParagraphFont"/>
    <w:link w:val="ListParagraph"/>
    <w:uiPriority w:val="34"/>
    <w:rsid w:val="00366B10"/>
    <w:rPr>
      <w:rFonts w:ascii="Arial Narrow" w:hAnsi="Arial Narrow"/>
      <w:sz w:val="24"/>
      <w:szCs w:val="24"/>
      <w:lang w:eastAsia="de-DE"/>
    </w:rPr>
  </w:style>
  <w:style w:type="character" w:styleId="CommentReference">
    <w:name w:val="annotation reference"/>
    <w:basedOn w:val="DefaultParagraphFont"/>
    <w:rsid w:val="00BB213F"/>
    <w:rPr>
      <w:sz w:val="16"/>
      <w:szCs w:val="16"/>
    </w:rPr>
  </w:style>
  <w:style w:type="paragraph" w:styleId="CommentText">
    <w:name w:val="annotation text"/>
    <w:basedOn w:val="Normal"/>
    <w:link w:val="CommentTextChar"/>
    <w:rsid w:val="00BB213F"/>
    <w:rPr>
      <w:sz w:val="20"/>
      <w:szCs w:val="20"/>
    </w:rPr>
  </w:style>
  <w:style w:type="character" w:customStyle="1" w:styleId="CommentTextChar">
    <w:name w:val="Comment Text Char"/>
    <w:basedOn w:val="DefaultParagraphFont"/>
    <w:link w:val="CommentText"/>
    <w:rsid w:val="00BB213F"/>
    <w:rPr>
      <w:rFonts w:ascii="Arial Narrow" w:hAnsi="Arial Narrow"/>
      <w:lang w:eastAsia="de-DE"/>
    </w:rPr>
  </w:style>
  <w:style w:type="paragraph" w:styleId="CommentSubject">
    <w:name w:val="annotation subject"/>
    <w:basedOn w:val="CommentText"/>
    <w:next w:val="CommentText"/>
    <w:link w:val="CommentSubjectChar"/>
    <w:rsid w:val="00BB213F"/>
    <w:rPr>
      <w:b/>
      <w:bCs/>
    </w:rPr>
  </w:style>
  <w:style w:type="character" w:customStyle="1" w:styleId="CommentSubjectChar">
    <w:name w:val="Comment Subject Char"/>
    <w:basedOn w:val="CommentTextChar"/>
    <w:link w:val="CommentSubject"/>
    <w:rsid w:val="00BB213F"/>
    <w:rPr>
      <w:rFonts w:ascii="Arial Narrow" w:hAnsi="Arial Narrow"/>
      <w:b/>
      <w:bCs/>
      <w:lang w:eastAsia="de-DE"/>
    </w:rPr>
  </w:style>
  <w:style w:type="paragraph" w:styleId="TOCHeading">
    <w:name w:val="TOC Heading"/>
    <w:basedOn w:val="Heading1"/>
    <w:next w:val="Normal"/>
    <w:uiPriority w:val="39"/>
    <w:unhideWhenUsed/>
    <w:qFormat/>
    <w:rsid w:val="006E38B2"/>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eastAsia="en-US"/>
    </w:rPr>
  </w:style>
  <w:style w:type="paragraph" w:styleId="TOC1">
    <w:name w:val="toc 1"/>
    <w:basedOn w:val="Normal"/>
    <w:next w:val="Normal"/>
    <w:autoRedefine/>
    <w:uiPriority w:val="39"/>
    <w:unhideWhenUsed/>
    <w:rsid w:val="00F22DBD"/>
    <w:pPr>
      <w:suppressAutoHyphens/>
      <w:spacing w:after="100"/>
    </w:pPr>
    <w:rPr>
      <w:rFonts w:ascii="Times New Roman" w:hAnsi="Times New Roman"/>
      <w:sz w:val="20"/>
      <w:szCs w:val="20"/>
      <w:lang w:val="en-GB" w:eastAsia="ar-SA"/>
    </w:rPr>
  </w:style>
  <w:style w:type="paragraph" w:styleId="TOC2">
    <w:name w:val="toc 2"/>
    <w:basedOn w:val="Normal"/>
    <w:next w:val="Normal"/>
    <w:autoRedefine/>
    <w:uiPriority w:val="39"/>
    <w:unhideWhenUsed/>
    <w:rsid w:val="00F22DBD"/>
    <w:pPr>
      <w:tabs>
        <w:tab w:val="left" w:pos="660"/>
      </w:tabs>
      <w:suppressAutoHyphens/>
      <w:spacing w:after="100"/>
      <w:ind w:left="200"/>
      <w:jc w:val="both"/>
    </w:pPr>
    <w:rPr>
      <w:rFonts w:ascii="Times New Roman" w:hAnsi="Times New Roman"/>
      <w:sz w:val="20"/>
      <w:szCs w:val="20"/>
      <w:lang w:val="en-GB" w:eastAsia="ar-SA"/>
    </w:rPr>
  </w:style>
  <w:style w:type="paragraph" w:styleId="TOC3">
    <w:name w:val="toc 3"/>
    <w:basedOn w:val="Normal"/>
    <w:next w:val="Normal"/>
    <w:autoRedefine/>
    <w:uiPriority w:val="39"/>
    <w:unhideWhenUsed/>
    <w:rsid w:val="00F22DBD"/>
    <w:pPr>
      <w:tabs>
        <w:tab w:val="left" w:pos="880"/>
        <w:tab w:val="right" w:leader="dot" w:pos="9498"/>
      </w:tabs>
      <w:suppressAutoHyphens/>
      <w:spacing w:after="100"/>
      <w:ind w:left="400"/>
      <w:jc w:val="both"/>
    </w:pPr>
    <w:rPr>
      <w:rFonts w:ascii="Times New Roman" w:hAnsi="Times New Roman"/>
      <w:sz w:val="20"/>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464FF-39A7-4BFB-9FE6-94A10C4EF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185</TotalTime>
  <Pages>1</Pages>
  <Words>3173</Words>
  <Characters>18410</Characters>
  <Application>Microsoft Office Word</Application>
  <DocSecurity>0</DocSecurity>
  <Lines>153</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21540</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87</cp:revision>
  <cp:lastPrinted>2022-03-29T08:07:00Z</cp:lastPrinted>
  <dcterms:created xsi:type="dcterms:W3CDTF">2023-08-21T06:41:00Z</dcterms:created>
  <dcterms:modified xsi:type="dcterms:W3CDTF">2023-10-02T11:00:00Z</dcterms:modified>
</cp:coreProperties>
</file>